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C851921" w:rsidR="0025617A" w:rsidRPr="00457F3D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bookmarkStart w:id="0" w:name="_Hlk116562907"/>
      <w:r w:rsidRPr="00074158">
        <w:rPr>
          <w:rFonts w:asciiTheme="minorHAnsi" w:hAnsiTheme="minorHAnsi" w:cs="Arial"/>
          <w:sz w:val="40"/>
        </w:rPr>
        <w:t>Impact Analysis Report</w:t>
      </w:r>
      <w:r w:rsidR="00457F3D" w:rsidRPr="00457F3D">
        <w:rPr>
          <w:rFonts w:asciiTheme="minorHAnsi" w:hAnsiTheme="minorHAnsi" w:cs="Arial"/>
          <w:sz w:val="40"/>
          <w:lang w:val="en-US"/>
        </w:rPr>
        <w:t xml:space="preserve"> </w:t>
      </w:r>
      <w:bookmarkStart w:id="1" w:name="_Hlk90467927"/>
      <w:r w:rsidR="00457F3D">
        <w:rPr>
          <w:rFonts w:asciiTheme="minorHAnsi" w:hAnsiTheme="minorHAnsi" w:cs="Arial"/>
          <w:sz w:val="40"/>
          <w:szCs w:val="40"/>
          <w:lang w:val="fr-BE"/>
        </w:rPr>
        <w:t>/ RFC-</w:t>
      </w:r>
      <w:r w:rsidR="00457F3D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457F3D">
        <w:rPr>
          <w:rFonts w:asciiTheme="minorHAnsi" w:hAnsiTheme="minorHAnsi" w:cs="Arial"/>
          <w:sz w:val="40"/>
        </w:rPr>
        <w:tab/>
      </w:r>
      <w:bookmarkEnd w:id="1"/>
    </w:p>
    <w:p w14:paraId="7564DB7C" w14:textId="77777777" w:rsidR="0025617A" w:rsidRPr="00C712E4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  <w:lang w:val="en-US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1278A3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0598B5F" w:rsidR="00CE056E" w:rsidRPr="00984393" w:rsidRDefault="008A31C7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A31C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RFC_NCTS_</w:t>
            </w:r>
            <w:r w:rsidR="00984393" w:rsidRPr="00984393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UCCNCTS-</w:t>
            </w:r>
            <w:r w:rsidR="00926B80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0220</w:t>
            </w:r>
            <w:r w:rsidR="00382F91" w:rsidRPr="00984393" w:rsidDel="00984393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3B2EB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(JIRA:</w:t>
            </w:r>
            <w:r w:rsidR="00803DD8" w:rsidRPr="003B2EB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984393" w:rsidRPr="00984393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UCCNCTS-3912</w:t>
            </w:r>
            <w:r w:rsidRPr="003B2EB7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1278A3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5C3B6F3E" w:rsidR="00FE4EC9" w:rsidRPr="006E08BE" w:rsidRDefault="00EA4F3D" w:rsidP="0070577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EA4F3D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IM496259/IM492626</w:t>
            </w:r>
            <w:r w:rsidR="00321A45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 w:rsidR="00153DDC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(by ITSM)</w:t>
            </w:r>
          </w:p>
        </w:tc>
      </w:tr>
      <w:tr w:rsidR="00EE7CA2" w:rsidRPr="002337D9" w14:paraId="6722BE22" w14:textId="77777777" w:rsidTr="001278A3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0830FE20" w:rsidR="00EE7CA2" w:rsidRPr="006E08BE" w:rsidRDefault="009B6BC3" w:rsidP="006E08BE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</w:pPr>
            <w:r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NA</w:t>
            </w:r>
            <w:r w:rsidR="00D25430" w:rsidRPr="006E08B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-</w:t>
            </w:r>
            <w:r w:rsidR="00EA4F3D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CH</w:t>
            </w:r>
          </w:p>
        </w:tc>
      </w:tr>
      <w:tr w:rsidR="00CE056E" w:rsidRPr="002337D9" w14:paraId="75552075" w14:textId="77777777" w:rsidTr="001278A3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0EABE09A" w14:textId="77777777" w:rsidR="00CE056E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NCTS-P5 (DDNTA-</w:t>
            </w:r>
            <w:r w:rsidR="00751842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F058EB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="006F1D71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10ED5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8B5D34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B20E03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– CSE-v51</w:t>
            </w:r>
            <w:r w:rsidR="00AE12CB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863459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AE12CB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A20EF"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  <w:r w:rsidRPr="00B718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  <w:p w14:paraId="7E7F510B" w14:textId="72D42EC3" w:rsidR="004F024C" w:rsidRPr="00893A7A" w:rsidRDefault="004F024C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b/>
                <w:bCs/>
                <w:color w:val="00B0F0"/>
                <w:sz w:val="22"/>
                <w:szCs w:val="22"/>
              </w:rPr>
              <w:t>i</w:t>
            </w:r>
            <w:r w:rsidRPr="003C3835">
              <w:rPr>
                <w:rFonts w:asciiTheme="minorHAnsi" w:hAnsiTheme="minorHAnsi" w:cs="Arial"/>
                <w:b/>
                <w:bCs/>
                <w:color w:val="00B0F0"/>
                <w:sz w:val="22"/>
                <w:szCs w:val="22"/>
              </w:rPr>
              <w:t>mplemented in DDNTA-5.15.2-v1.00(SfR-NPM) – CSE-v51.8.4</w:t>
            </w:r>
          </w:p>
        </w:tc>
      </w:tr>
      <w:tr w:rsidR="00FE4EC9" w:rsidRPr="002337D9" w14:paraId="16A5C75C" w14:textId="77777777" w:rsidTr="001278A3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2F412F82" w:rsidR="00FE4EC9" w:rsidRPr="002337D9" w:rsidRDefault="009B00AC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2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87398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</w:instrText>
            </w:r>
            <w:bookmarkStart w:id="3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="0087398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1278A3" w:rsidRPr="002337D9" w14:paraId="7BE40C3F" w14:textId="77777777" w:rsidTr="001278A3">
        <w:trPr>
          <w:trHeight w:val="1423"/>
        </w:trPr>
        <w:tc>
          <w:tcPr>
            <w:tcW w:w="3085" w:type="dxa"/>
            <w:shd w:val="clear" w:color="auto" w:fill="D9D9D9" w:themeFill="background1" w:themeFillShade="D9"/>
          </w:tcPr>
          <w:p w14:paraId="1AF98A8A" w14:textId="77777777" w:rsidR="001278A3" w:rsidRPr="00582723" w:rsidRDefault="001278A3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1EDE19FB" w14:textId="229B4A9E" w:rsidR="00106877" w:rsidRPr="00E42342" w:rsidRDefault="00C868B1" w:rsidP="00E42342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>
              <w:rPr>
                <w:rFonts w:ascii="Calibri" w:hAnsi="Calibri" w:cs="Calibri"/>
                <w:noProof/>
                <w:color w:val="444444"/>
                <w:shd w:val="clear" w:color="auto" w:fill="FFFFFF"/>
              </w:rPr>
              <w:drawing>
                <wp:inline distT="0" distB="0" distL="0" distR="0" wp14:anchorId="5A49654A" wp14:editId="4CBFAF35">
                  <wp:extent cx="1085850" cy="276225"/>
                  <wp:effectExtent l="0" t="0" r="0" b="9525"/>
                  <wp:docPr id="565707697" name="Picture 5657076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5697">
              <w:rPr>
                <w:rFonts w:ascii="Calibri" w:hAnsi="Calibri" w:cs="Calibri"/>
                <w:noProof/>
                <w:color w:val="444444"/>
                <w:shd w:val="clear" w:color="auto" w:fill="FFFFFF"/>
              </w:rPr>
              <w:drawing>
                <wp:inline distT="0" distB="0" distL="0" distR="0" wp14:anchorId="3A8A65B7" wp14:editId="6A6D00E8">
                  <wp:extent cx="2476500" cy="276225"/>
                  <wp:effectExtent l="0" t="0" r="0" b="9525"/>
                  <wp:docPr id="396827479" name="Picture 3968274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4D6DA" w14:textId="3A425C5C" w:rsidR="001278A3" w:rsidRPr="00582723" w:rsidRDefault="001278A3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1278A3" w:rsidRPr="00582723" w14:paraId="398D5A84" w14:textId="77777777">
              <w:trPr>
                <w:trHeight w:val="387"/>
              </w:trPr>
              <w:tc>
                <w:tcPr>
                  <w:tcW w:w="6573" w:type="dxa"/>
                </w:tcPr>
                <w:p w14:paraId="798334CB" w14:textId="15FE8A98" w:rsidR="001278A3" w:rsidRPr="009B0001" w:rsidRDefault="001278A3">
                  <w:pPr>
                    <w:spacing w:before="120"/>
                    <w:rPr>
                      <w:rFonts w:ascii="Calibri" w:hAnsi="Calibri" w:cs="Calibri"/>
                      <w:b/>
                      <w:color w:val="444444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7ED63CB6" w14:textId="77777777" w:rsidR="001278A3" w:rsidRPr="00582723" w:rsidRDefault="001278A3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1278A3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E807D09" w:rsidR="002337D9" w:rsidRDefault="00200DBB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bookmarkStart w:id="4" w:name="Low"/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B47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B47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bookmarkEnd w:id="4"/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6796EC82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B47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B47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Organisational Changes</w:t>
                  </w:r>
                </w:p>
              </w:tc>
              <w:tc>
                <w:tcPr>
                  <w:tcW w:w="3216" w:type="dxa"/>
                </w:tcPr>
                <w:p w14:paraId="7B91594C" w14:textId="3B6BE2C4" w:rsidR="002337D9" w:rsidRDefault="00200DBB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B47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B47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52B3CDFA" w:rsidR="002337D9" w:rsidRDefault="003B2EB7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B47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5B470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8739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1278A3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20EA7C80" w:rsidR="003643E4" w:rsidRPr="002337D9" w:rsidRDefault="00873981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2D071980" w:rsidR="00BE1A5F" w:rsidRPr="00074158" w:rsidRDefault="5BB09B64" w:rsidP="5BB09B64">
      <w:pPr>
        <w:rPr>
          <w:rFonts w:asciiTheme="minorHAnsi" w:hAnsiTheme="minorHAnsi" w:cs="Arial"/>
          <w:b/>
          <w:bCs/>
          <w:sz w:val="26"/>
          <w:szCs w:val="26"/>
        </w:rPr>
      </w:pPr>
      <w:r w:rsidRPr="5BB09B64">
        <w:rPr>
          <w:rFonts w:asciiTheme="minorHAnsi" w:hAnsiTheme="minorHAnsi" w:cs="Arial"/>
          <w:b/>
          <w:bCs/>
          <w:sz w:val="26"/>
          <w:szCs w:val="26"/>
        </w:rPr>
        <w:t xml:space="preserve"> </w:t>
      </w:r>
    </w:p>
    <w:p w14:paraId="33AC3781" w14:textId="5178C309" w:rsidR="0046158E" w:rsidRPr="004E7A18" w:rsidRDefault="00EB1D3E" w:rsidP="00C001F9">
      <w:pPr>
        <w:rPr>
          <w:rFonts w:asciiTheme="minorHAnsi" w:hAnsiTheme="minorHAnsi" w:cs="Arial"/>
          <w:lang w:val="en-US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4E7A1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US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608561BC" w:rsidR="004D178B" w:rsidRPr="005832C0" w:rsidRDefault="00815A29" w:rsidP="00875D00">
            <w:pPr>
              <w:rPr>
                <w:rFonts w:ascii="-apple-system" w:hAnsi="-apple-system"/>
                <w:color w:val="172B4D"/>
                <w:sz w:val="21"/>
                <w:szCs w:val="21"/>
                <w:shd w:val="clear" w:color="auto" w:fill="FFFFFF"/>
              </w:rPr>
            </w:pP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</w:t>
            </w:r>
            <w:r w:rsidR="0075184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</w:t>
            </w:r>
            <w:r w:rsidR="00FC274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6F407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="008B5D3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-v1.00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552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8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6F407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2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): </w:t>
            </w:r>
            <w:r w:rsidR="002D5F8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Correction to get the </w:t>
            </w:r>
            <w:r w:rsidR="002D5F8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“</w:t>
            </w:r>
            <w:r w:rsidR="002D5F82" w:rsidRPr="006F203B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Country of destination</w:t>
            </w:r>
            <w:r w:rsidR="002D5F82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” also at House Consignment level, as defined in the CTC Convention</w:t>
            </w:r>
            <w:r w:rsidR="002D5F82" w:rsidRPr="0094715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.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47B493E5" w14:textId="5FAA576E" w:rsidR="00256776" w:rsidRPr="00EA5D46" w:rsidRDefault="002D5F82" w:rsidP="002D5F82">
            <w:pPr>
              <w:rPr>
                <w:rStyle w:val="normaltextrun"/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To get the DDNTA-5.15.2-v1.00 correctly aligned with the </w:t>
            </w:r>
            <w:r w:rsidRPr="00947154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>Convention on a Common transit procedure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US"/>
              </w:rPr>
              <w:t xml:space="preserve"> (Annex A1a)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, the Data Item </w:t>
            </w:r>
            <w:r w:rsidRPr="0094715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  <w:lang w:val="en-US"/>
              </w:rPr>
              <w:t xml:space="preserve">“Country of 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  <w:lang w:val="en-US"/>
              </w:rPr>
              <w:t>destination</w:t>
            </w:r>
            <w:r w:rsidRPr="00947154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  <w:lang w:val="en-US"/>
              </w:rPr>
              <w:t>”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must </w:t>
            </w:r>
            <w:r w:rsidR="00EA5D46" w:rsidRPr="00EA5D46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be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possible at all levels, including the </w:t>
            </w:r>
            <w:r w:rsidR="00EA5D46" w:rsidRPr="00EA5D46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House Consignment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level.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1D297A7" w14:textId="77777777" w:rsidR="004E7A18" w:rsidRPr="00E3043D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5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634"/>
      </w:tblGrid>
      <w:tr w:rsidR="00D2747B" w:rsidRPr="006A1FF4" w14:paraId="70E266DA" w14:textId="77777777" w:rsidTr="004F024C">
        <w:tc>
          <w:tcPr>
            <w:tcW w:w="9634" w:type="dxa"/>
          </w:tcPr>
          <w:bookmarkEnd w:id="5"/>
          <w:p w14:paraId="78D4DF82" w14:textId="108BCB66" w:rsidR="00BA0D8F" w:rsidRPr="001F259C" w:rsidRDefault="00200DBB" w:rsidP="00BA0D8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="00BA0D8F" w:rsidRPr="00CD2B8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NCTS-P5 </w:t>
            </w:r>
            <w:r w:rsidR="00BA0D8F" w:rsidRPr="00200D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DDNTA-5.15.</w:t>
            </w:r>
            <w:r w:rsidR="00B87886" w:rsidRPr="00200D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BA0D8F" w:rsidRPr="00200D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  <w:r w:rsidR="00BA0D8F" w:rsidRPr="00CD2B8B">
              <w:rPr>
                <w:rFonts w:asciiTheme="minorHAnsi" w:hAnsiTheme="minorHAnsi" w:cstheme="minorHAnsi"/>
                <w:sz w:val="22"/>
                <w:szCs w:val="22"/>
              </w:rPr>
              <w:t xml:space="preserve"> (based on CSE-v51.8.0)</w:t>
            </w:r>
            <w:r w:rsidR="002D5F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5F82" w:rsidRPr="002D5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already</w:t>
            </w:r>
            <w:r w:rsidR="00BA0D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includes the data item </w:t>
            </w:r>
            <w:r w:rsidR="00BA0D8F" w:rsidRPr="001F259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'Country of d</w:t>
            </w:r>
            <w:r w:rsidR="00BA0D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estination</w:t>
            </w:r>
            <w:r w:rsidR="00BA0D8F" w:rsidRPr="001F259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'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at </w:t>
            </w:r>
            <w:r w:rsidRPr="002D5F8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Consignment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level and at </w:t>
            </w:r>
            <w:r w:rsidRPr="002D5F8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Consignment </w:t>
            </w:r>
            <w:r w:rsidR="002D5F82" w:rsidRPr="002D5F8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Item</w:t>
            </w:r>
            <w:r w:rsidR="002D5F8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level (in </w:t>
            </w:r>
            <w:r w:rsidR="00444D9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001</w:t>
            </w:r>
            <w:r w:rsidR="0084636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FF2D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003</w:t>
            </w:r>
            <w:r w:rsidR="00FF2D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5C67C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64674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013</w:t>
            </w:r>
            <w:r w:rsidR="005C67C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6716A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15346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015</w:t>
            </w:r>
            <w:r w:rsidR="007F77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7F77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840FB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017</w:t>
            </w:r>
            <w:r w:rsidR="007F77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7F77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038</w:t>
            </w:r>
            <w:r w:rsidR="007F77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7F77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043</w:t>
            </w:r>
            <w:r w:rsidR="007F77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7F77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050</w:t>
            </w:r>
            <w:r w:rsidR="007F77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9C6DC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115</w:t>
            </w:r>
            <w:r w:rsidR="009C6DC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4531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160</w:t>
            </w:r>
            <w:r w:rsidR="004531C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8C7A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165</w:t>
            </w:r>
            <w:r w:rsidR="008C7A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messages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). </w:t>
            </w:r>
            <w:r w:rsidR="00BA0D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198F6ABA" w14:textId="094A0A32" w:rsidR="00BA0D8F" w:rsidRDefault="00BA0D8F" w:rsidP="00BA0D8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DDFEE3F" w14:textId="4517FF80" w:rsidR="00200DBB" w:rsidRPr="00995C18" w:rsidRDefault="002D5F82" w:rsidP="00200D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But, it was identified that the message CC015C </w:t>
            </w:r>
            <w:r w:rsidR="00200DBB">
              <w:rPr>
                <w:rFonts w:asciiTheme="minorHAnsi" w:hAnsiTheme="minorHAnsi" w:cstheme="minorHAnsi"/>
                <w:sz w:val="22"/>
                <w:szCs w:val="22"/>
              </w:rPr>
              <w:t xml:space="preserve">is not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fully </w:t>
            </w:r>
            <w:r w:rsidR="00200DBB">
              <w:rPr>
                <w:rFonts w:asciiTheme="minorHAnsi" w:hAnsiTheme="minorHAnsi" w:cstheme="minorHAnsi"/>
                <w:sz w:val="22"/>
                <w:szCs w:val="22"/>
              </w:rPr>
              <w:t xml:space="preserve">aligned to the </w:t>
            </w:r>
            <w:r w:rsidR="00200DBB" w:rsidRPr="005541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Common Transit Convention</w:t>
            </w:r>
            <w:r w:rsidR="00200D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00DBB" w:rsidRPr="002D5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Annex </w:t>
            </w:r>
            <w:r w:rsidRPr="002D5F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A1a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00DBB" w:rsidRPr="00995C18">
              <w:rPr>
                <w:rFonts w:asciiTheme="minorHAnsi" w:hAnsiTheme="minorHAnsi" w:cstheme="minorHAnsi"/>
                <w:sz w:val="22"/>
                <w:szCs w:val="22"/>
              </w:rPr>
              <w:t xml:space="preserve">in which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200DBB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200DBB" w:rsidRPr="00995C18">
              <w:rPr>
                <w:rFonts w:asciiTheme="minorHAnsi" w:hAnsiTheme="minorHAnsi" w:cstheme="minorHAnsi"/>
                <w:sz w:val="22"/>
                <w:szCs w:val="22"/>
              </w:rPr>
              <w:t>Country of destination</w:t>
            </w:r>
            <w:r w:rsidR="00200DBB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200DBB" w:rsidRPr="00995C18">
              <w:rPr>
                <w:rFonts w:asciiTheme="minorHAnsi" w:hAnsiTheme="minorHAnsi" w:cstheme="minorHAnsi"/>
                <w:sz w:val="22"/>
                <w:szCs w:val="22"/>
              </w:rPr>
              <w:t xml:space="preserve"> exists under </w:t>
            </w:r>
            <w:r w:rsidR="00200DBB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200DBB" w:rsidRPr="00995C18">
              <w:rPr>
                <w:rFonts w:asciiTheme="minorHAnsi" w:hAnsiTheme="minorHAnsi" w:cstheme="minorHAnsi"/>
                <w:sz w:val="22"/>
                <w:szCs w:val="22"/>
              </w:rPr>
              <w:t>HC</w:t>
            </w:r>
            <w:r w:rsidR="00200DBB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200DBB" w:rsidRPr="00995C18">
              <w:rPr>
                <w:rFonts w:asciiTheme="minorHAnsi" w:hAnsiTheme="minorHAnsi" w:cstheme="minorHAnsi"/>
                <w:sz w:val="22"/>
                <w:szCs w:val="22"/>
              </w:rPr>
              <w:t xml:space="preserve"> level</w:t>
            </w:r>
            <w:r w:rsidR="00200DBB">
              <w:rPr>
                <w:rFonts w:asciiTheme="minorHAnsi" w:hAnsiTheme="minorHAnsi" w:cstheme="minorHAnsi"/>
                <w:sz w:val="22"/>
                <w:szCs w:val="22"/>
              </w:rPr>
              <w:t xml:space="preserve"> as well.</w:t>
            </w:r>
          </w:p>
          <w:p w14:paraId="7875E505" w14:textId="77777777" w:rsidR="00200DBB" w:rsidRPr="00A45816" w:rsidRDefault="00200DBB" w:rsidP="00BA0D8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7913E00" w14:textId="6C421856" w:rsidR="00BA0D8F" w:rsidRDefault="00CD4861" w:rsidP="00BA0D8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Extract of CD</w:t>
            </w:r>
            <w:r w:rsidR="005B6F9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01</w:t>
            </w:r>
            <w:r w:rsidR="00921BC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</w:t>
            </w:r>
            <w:r w:rsidR="002D5F8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:</w:t>
            </w:r>
          </w:p>
          <w:p w14:paraId="1EB4C13D" w14:textId="62037ECC" w:rsidR="00200DBB" w:rsidRPr="00200DBB" w:rsidRDefault="00200DBB" w:rsidP="00BA0D8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F259C">
              <w:rPr>
                <w:rFonts w:asciiTheme="minorHAnsi" w:hAnsiTheme="minorHAnsi" w:cstheme="minorHAnsi"/>
                <w:noProof/>
                <w:color w:val="0070C0"/>
                <w:sz w:val="22"/>
                <w:szCs w:val="22"/>
              </w:rPr>
              <w:drawing>
                <wp:inline distT="0" distB="0" distL="0" distR="0" wp14:anchorId="3B243A6A" wp14:editId="77E1DA55">
                  <wp:extent cx="5436146" cy="740322"/>
                  <wp:effectExtent l="152400" t="152400" r="355600" b="365125"/>
                  <wp:docPr id="495085619" name="Picture 495085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4160" cy="746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A64EFDE" w14:textId="057DB59C" w:rsidR="00200DBB" w:rsidRPr="001F259C" w:rsidRDefault="00200DBB" w:rsidP="004F024C">
            <w:pPr>
              <w:jc w:val="center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1F259C">
              <w:rPr>
                <w:rFonts w:asciiTheme="minorHAnsi" w:hAnsiTheme="minorHAnsi" w:cstheme="minorHAnsi"/>
                <w:noProof/>
                <w:color w:val="0070C0"/>
                <w:sz w:val="22"/>
                <w:szCs w:val="22"/>
              </w:rPr>
              <w:lastRenderedPageBreak/>
              <w:drawing>
                <wp:inline distT="0" distB="0" distL="0" distR="0" wp14:anchorId="42ACE196" wp14:editId="70B0D0F9">
                  <wp:extent cx="4578818" cy="1771767"/>
                  <wp:effectExtent l="152400" t="152400" r="355600" b="3619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8187" cy="1814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664585E" w14:textId="7DF4BC0C" w:rsidR="00BA0D8F" w:rsidRDefault="002D5F82" w:rsidP="00BA0D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with the </w:t>
            </w:r>
            <w:r w:rsidR="00BA0D8F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BA0D8F" w:rsidRPr="00A15CD7">
              <w:rPr>
                <w:rFonts w:asciiTheme="minorHAnsi" w:hAnsiTheme="minorHAnsi" w:cstheme="minorHAnsi"/>
                <w:sz w:val="22"/>
                <w:szCs w:val="22"/>
              </w:rPr>
              <w:t>ondition C0</w:t>
            </w:r>
            <w:r w:rsidR="00BA0D8F">
              <w:rPr>
                <w:rFonts w:asciiTheme="minorHAnsi" w:hAnsiTheme="minorHAnsi" w:cstheme="minorHAnsi"/>
                <w:sz w:val="22"/>
                <w:szCs w:val="22"/>
              </w:rPr>
              <w:t xml:space="preserve">343 </w:t>
            </w:r>
            <w:r w:rsidR="00BA0D8F" w:rsidRPr="00A15CD7">
              <w:rPr>
                <w:rFonts w:asciiTheme="minorHAnsi" w:hAnsiTheme="minorHAnsi" w:cstheme="minorHAnsi"/>
                <w:sz w:val="22"/>
                <w:szCs w:val="22"/>
              </w:rPr>
              <w:t xml:space="preserve">attached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BA0D8F" w:rsidRPr="00A15CD7">
              <w:rPr>
                <w:rFonts w:asciiTheme="minorHAnsi" w:hAnsiTheme="minorHAnsi" w:cstheme="minorHAnsi"/>
                <w:sz w:val="22"/>
                <w:szCs w:val="22"/>
              </w:rPr>
              <w:t xml:space="preserve">at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both </w:t>
            </w:r>
            <w:r w:rsidR="00BA0D8F" w:rsidRPr="00A15CD7">
              <w:rPr>
                <w:rFonts w:asciiTheme="minorHAnsi" w:hAnsiTheme="minorHAnsi" w:cstheme="minorHAnsi"/>
                <w:sz w:val="22"/>
                <w:szCs w:val="22"/>
              </w:rPr>
              <w:t>levels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BA0D8F" w:rsidRPr="00A15CD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52C402C6" w14:textId="77777777" w:rsidR="00BA0D8F" w:rsidRDefault="00BA0D8F" w:rsidP="004F02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8A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A445900" wp14:editId="54925671">
                  <wp:extent cx="5378879" cy="592826"/>
                  <wp:effectExtent l="152400" t="152400" r="355600" b="3600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1487" cy="6096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575E3BE" w14:textId="30D3351C" w:rsidR="002D5F82" w:rsidRDefault="002D5F82" w:rsidP="00BA0D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DDNTA-5.15.1-v1.00 and the </w:t>
            </w:r>
            <w:r w:rsidR="00554135" w:rsidRPr="005541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UCC DA Annex B</w:t>
            </w:r>
            <w:r w:rsidR="00554135" w:rsidRPr="001F259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are aligned for </w:t>
            </w:r>
            <w:r w:rsidR="00554135" w:rsidRPr="001F259C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554135" w:rsidRPr="005541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D.E. 16 03 000 000 Country of destination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C5B919F" w14:textId="466AC606" w:rsidR="002D5F82" w:rsidRDefault="00063D52" w:rsidP="004F02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340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93BB42B" wp14:editId="527B7CE2">
                  <wp:extent cx="5587377" cy="633488"/>
                  <wp:effectExtent l="152400" t="152400" r="356235" b="3575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5688907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3701" cy="6398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7B30E26" w14:textId="25C95670" w:rsidR="002D5F82" w:rsidRDefault="002D5F82" w:rsidP="00BA0D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However</w:t>
            </w:r>
            <w:r w:rsidRPr="00522F1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522F19">
              <w:rPr>
                <w:rFonts w:asciiTheme="minorHAnsi" w:hAnsiTheme="minorHAnsi" w:cstheme="minorHAnsi"/>
                <w:sz w:val="22"/>
                <w:szCs w:val="22"/>
              </w:rPr>
              <w:t>‘Consolidated text: Convention on a Common transit procedure’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2F1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hyperlink r:id="rId17" w:history="1">
              <w:r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Document 01987A0813(01) of 20/10/2022</w:t>
              </w:r>
            </w:hyperlink>
            <w:r w:rsidRPr="00522F19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defines that this </w:t>
            </w:r>
            <w:r w:rsidRPr="00522F19">
              <w:rPr>
                <w:rFonts w:asciiTheme="minorHAnsi" w:hAnsiTheme="minorHAnsi" w:cstheme="minorHAnsi"/>
                <w:sz w:val="22"/>
                <w:szCs w:val="22"/>
              </w:rPr>
              <w:t xml:space="preserve">data item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Pr="00B065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mandatory</w:t>
            </w:r>
            <w:r w:rsidR="000131CF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it must appear in one of the three levels</w:t>
            </w:r>
            <w:r w:rsidR="00063D52">
              <w:rPr>
                <w:rFonts w:asciiTheme="minorHAnsi" w:hAnsiTheme="minorHAnsi" w:cstheme="minorHAnsi"/>
                <w:sz w:val="22"/>
                <w:szCs w:val="22"/>
              </w:rPr>
              <w:t xml:space="preserve"> (Consignment</w:t>
            </w:r>
            <w:r w:rsidR="000131CF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="00063D52">
              <w:rPr>
                <w:rFonts w:asciiTheme="minorHAnsi" w:hAnsiTheme="minorHAnsi" w:cstheme="minorHAnsi"/>
                <w:sz w:val="22"/>
                <w:szCs w:val="22"/>
              </w:rPr>
              <w:t xml:space="preserve"> House Consignment or House Consignment Item).</w:t>
            </w:r>
          </w:p>
          <w:p w14:paraId="289525CD" w14:textId="61B909D1" w:rsidR="00063D52" w:rsidRDefault="00063D52" w:rsidP="00BA0D8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B01A26" w14:textId="55B766FA" w:rsidR="00063D52" w:rsidRDefault="00063D52" w:rsidP="00063D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 conclusion:</w:t>
            </w:r>
          </w:p>
          <w:p w14:paraId="77F661A7" w14:textId="77777777" w:rsidR="00933406" w:rsidRPr="00933406" w:rsidRDefault="00933406" w:rsidP="00063D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FAB46D" w14:textId="718C4E74" w:rsidR="00063D52" w:rsidRPr="00B065D8" w:rsidRDefault="00063D52" w:rsidP="00063D52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B065D8">
              <w:rPr>
                <w:rFonts w:asciiTheme="minorHAnsi" w:hAnsiTheme="minorHAnsi" w:cstheme="minorHAnsi"/>
                <w:sz w:val="22"/>
                <w:szCs w:val="22"/>
              </w:rPr>
              <w:t xml:space="preserve">oth the UCC DA Annex B and the DDNTA should be aligned to the </w:t>
            </w:r>
            <w:r w:rsidRPr="00B065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Convention on Common transit procedure</w:t>
            </w:r>
            <w:r w:rsidRPr="00B065D8">
              <w:rPr>
                <w:rFonts w:asciiTheme="minorHAnsi" w:hAnsiTheme="minorHAnsi" w:cstheme="minorHAnsi"/>
                <w:sz w:val="22"/>
                <w:szCs w:val="22"/>
              </w:rPr>
              <w:t xml:space="preserve"> for the data item ‘Country of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destination</w:t>
            </w:r>
            <w:r w:rsidRPr="00B065D8">
              <w:rPr>
                <w:rFonts w:asciiTheme="minorHAnsi" w:hAnsiTheme="minorHAnsi" w:cstheme="minorHAnsi"/>
                <w:sz w:val="22"/>
                <w:szCs w:val="22"/>
              </w:rPr>
              <w:t xml:space="preserve">’. A related change request for </w:t>
            </w:r>
            <w:r w:rsidRPr="00B065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UCC DA Annex B </w:t>
            </w:r>
            <w:r w:rsidRPr="00B065D8">
              <w:rPr>
                <w:rFonts w:asciiTheme="minorHAnsi" w:hAnsiTheme="minorHAnsi" w:cstheme="minorHAnsi"/>
                <w:sz w:val="22"/>
                <w:szCs w:val="22"/>
              </w:rPr>
              <w:t>has already been initiated by DG TAXUD/B1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1F259C">
              <w:rPr>
                <w:rFonts w:asciiTheme="minorHAnsi" w:hAnsiTheme="minorHAnsi" w:cstheme="minorHAnsi"/>
                <w:sz w:val="22"/>
                <w:szCs w:val="22"/>
              </w:rPr>
              <w:t>#465 in the Change register as discussed in the DIH Committee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B065D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EAAA0D1" w14:textId="77777777" w:rsidR="00063D52" w:rsidRPr="00933406" w:rsidRDefault="00063D52" w:rsidP="007F2CC6">
            <w:pPr>
              <w:pStyle w:val="ListParagraph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C33C06" w14:textId="068540BD" w:rsidR="001D3F45" w:rsidRPr="00933406" w:rsidRDefault="00200DBB" w:rsidP="0093340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 addition to 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</w:rPr>
              <w:t xml:space="preserve">the update 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</w:rPr>
              <w:t xml:space="preserve">structure of </w:t>
            </w:r>
            <w:r w:rsidR="00DE0CD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DE0CD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001</w:t>
            </w:r>
            <w:r w:rsidR="002C22F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2C22F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003</w:t>
            </w:r>
            <w:r w:rsidR="002C22F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F2358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013</w:t>
            </w:r>
            <w:r w:rsidR="0045409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813F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015</w:t>
            </w:r>
            <w:r w:rsidR="00813F3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1D1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017</w:t>
            </w:r>
            <w:r w:rsidR="001D1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F62B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CC029C, </w:t>
            </w:r>
            <w:r w:rsidR="00C865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038</w:t>
            </w:r>
            <w:r w:rsidR="00C865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91615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043</w:t>
            </w:r>
            <w:r w:rsidR="0091615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91615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050</w:t>
            </w:r>
            <w:r w:rsidR="009356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9356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115</w:t>
            </w:r>
            <w:r w:rsidR="009356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9356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160</w:t>
            </w:r>
            <w:r w:rsidR="009356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1B6400" w:rsidRPr="0093340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A76DE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165</w:t>
            </w:r>
            <w:r w:rsidR="00A76DE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="00BA0D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BA0D8F" w:rsidRPr="00200D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wording of </w:t>
            </w:r>
            <w:r w:rsidR="00155D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BA0D8F" w:rsidRPr="00200D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ondition C0343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="00933406" w:rsidRPr="00933406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933406" w:rsidRPr="009334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wording of</w:t>
            </w:r>
            <w:r w:rsidR="00933406" w:rsidRPr="009334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55D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BA0D8F" w:rsidRPr="00200D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ule</w:t>
            </w:r>
            <w:r w:rsidR="00E61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BA0D8F" w:rsidRPr="00200D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R0506</w:t>
            </w:r>
            <w:r w:rsidR="00E613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2F61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R3060 and R3062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</w:rPr>
              <w:t xml:space="preserve"> sh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ould</w:t>
            </w:r>
            <w:r w:rsidR="00BA0D8F" w:rsidRPr="001F259C">
              <w:rPr>
                <w:rFonts w:asciiTheme="minorHAnsi" w:hAnsiTheme="minorHAnsi" w:cstheme="minorHAnsi"/>
                <w:sz w:val="22"/>
                <w:szCs w:val="22"/>
              </w:rPr>
              <w:t xml:space="preserve"> also be updated</w:t>
            </w:r>
            <w:r w:rsidR="00D633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6336A" w:rsidRPr="0055006F">
              <w:rPr>
                <w:rFonts w:asciiTheme="minorHAnsi" w:hAnsiTheme="minorHAnsi" w:cstheme="minorHAnsi"/>
                <w:sz w:val="22"/>
                <w:szCs w:val="22"/>
              </w:rPr>
              <w:t xml:space="preserve">to define the optionality of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="00D6336A" w:rsidRPr="0055006F">
              <w:rPr>
                <w:rFonts w:asciiTheme="minorHAnsi" w:hAnsiTheme="minorHAnsi" w:cstheme="minorHAnsi"/>
                <w:sz w:val="22"/>
                <w:szCs w:val="22"/>
              </w:rPr>
              <w:t>Country of destination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D6336A" w:rsidRPr="005500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at </w:t>
            </w:r>
            <w:r w:rsidR="00D6336A" w:rsidRPr="0055006F">
              <w:rPr>
                <w:rFonts w:asciiTheme="minorHAnsi" w:hAnsiTheme="minorHAnsi" w:cstheme="minorHAnsi"/>
                <w:sz w:val="22"/>
                <w:szCs w:val="22"/>
              </w:rPr>
              <w:t>HC level</w:t>
            </w:r>
            <w:r w:rsidR="007115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1524" w:rsidRPr="006C6C4D">
              <w:rPr>
                <w:rFonts w:asciiTheme="minorHAnsi" w:hAnsiTheme="minorHAnsi" w:cstheme="minorHAnsi"/>
                <w:sz w:val="22"/>
                <w:szCs w:val="22"/>
              </w:rPr>
              <w:t>and the usage applicability of the Additional Information.code = ‘30600’</w:t>
            </w:r>
            <w:r w:rsidR="00D6336A" w:rsidRPr="0055006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55261E54" w14:textId="0C98116A" w:rsidR="003501A5" w:rsidRDefault="003501A5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6" w:name="_Hlk90467496"/>
    </w:p>
    <w:p w14:paraId="40E0D7AA" w14:textId="0CBE6B87" w:rsidR="004F024C" w:rsidRDefault="004F024C" w:rsidP="004E7A1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02FDA8F" w14:textId="3805C3E8" w:rsidR="004F024C" w:rsidRDefault="004F024C" w:rsidP="004E7A1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0395E1E" w14:textId="77777777" w:rsidR="000131CF" w:rsidRDefault="000131CF" w:rsidP="004E7A1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1A5E4A7" w14:textId="77777777" w:rsidR="004F024C" w:rsidRDefault="004F024C" w:rsidP="004E7A1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80CEB28" w14:textId="65284684" w:rsidR="004E7A18" w:rsidRPr="00074158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6608987E" w14:textId="144926CF" w:rsidR="00CD6FDA" w:rsidRDefault="00CD6FDA">
      <w:bookmarkStart w:id="7" w:name="_Hlk77615001"/>
      <w:bookmarkEnd w:id="6"/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923"/>
      </w:tblGrid>
      <w:tr w:rsidR="003D4A7A" w:rsidRPr="006B1220" w14:paraId="36098742" w14:textId="77777777" w:rsidTr="00B033CB">
        <w:tc>
          <w:tcPr>
            <w:tcW w:w="9923" w:type="dxa"/>
          </w:tcPr>
          <w:p w14:paraId="763A0C35" w14:textId="6A7D3F0F" w:rsidR="00780376" w:rsidRDefault="00F61431" w:rsidP="00780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>DDNTA-5.15.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1-v1.0.0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Q2) </w:t>
            </w:r>
            <w:r w:rsidRPr="00E857B0">
              <w:rPr>
                <w:rFonts w:asciiTheme="minorHAnsi" w:hAnsiTheme="minorHAnsi" w:cstheme="minorHAnsi"/>
                <w:bCs/>
                <w:sz w:val="22"/>
                <w:szCs w:val="22"/>
              </w:rPr>
              <w:t>and the</w:t>
            </w:r>
            <w:r w:rsidRPr="008009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CSE-v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51.8.2</w:t>
            </w:r>
            <w:r w:rsidRPr="007C593B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bookmarkEnd w:id="7"/>
            <w:r w:rsidR="008A7AC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6248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following changes shall be performed, </w:t>
            </w:r>
            <w:r w:rsidR="00780376" w:rsidRPr="002121F9">
              <w:rPr>
                <w:rFonts w:asciiTheme="minorHAnsi" w:hAnsiTheme="minorHAnsi" w:cstheme="minorHAnsi"/>
                <w:sz w:val="22"/>
                <w:szCs w:val="22"/>
              </w:rPr>
              <w:t>as</w:t>
            </w:r>
            <w:r w:rsidR="00780376">
              <w:rPr>
                <w:rFonts w:asciiTheme="minorHAnsi" w:hAnsiTheme="minorHAnsi" w:cstheme="minorHAnsi"/>
                <w:sz w:val="22"/>
                <w:szCs w:val="22"/>
              </w:rPr>
              <w:t xml:space="preserve"> illustrated below </w:t>
            </w:r>
            <w:r w:rsidR="00780376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(addition of </w:t>
            </w:r>
            <w:r w:rsidR="00780376" w:rsidRPr="008009B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780376" w:rsidRPr="008009B0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="00780376" w:rsidRPr="008009B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="00780376" w:rsidRPr="008009B0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34C6C28D" w14:textId="77777777" w:rsidR="00CD4BB0" w:rsidRDefault="00CD4BB0" w:rsidP="007803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05A7AA" w14:textId="01E2C1FC" w:rsidR="000F4CF1" w:rsidRPr="005D2E93" w:rsidRDefault="000F4CF1" w:rsidP="00AF14A6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D2E93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Message structure </w:t>
            </w:r>
            <w:r w:rsidRPr="005D2E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of CD001C, CD003C, CC013C, CC015C, CC017C, </w:t>
            </w:r>
            <w:r w:rsidR="00310B8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CC029C, </w:t>
            </w:r>
            <w:r w:rsidRPr="005D2E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CD038C, </w:t>
            </w:r>
            <w:r w:rsidR="006A69B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CC043C, </w:t>
            </w:r>
            <w:r w:rsidRPr="005D2E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CD050C, CD115C, CD160C and CD165C messages shall be updated</w:t>
            </w:r>
            <w:r w:rsidR="0055413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to include the </w:t>
            </w:r>
            <w:r w:rsidRPr="005D2E9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data item ‘Country of destination’ </w:t>
            </w:r>
            <w:r w:rsidR="0019408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at </w:t>
            </w:r>
            <w:r w:rsidR="009D178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HOUSE CONSIGNMENT level</w:t>
            </w:r>
            <w:r w:rsidRPr="00AF14A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69FE1705" w14:textId="77777777" w:rsidR="000F4CF1" w:rsidRDefault="000F4CF1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3C61B2B" w14:textId="367ADC30" w:rsidR="000F4CF1" w:rsidRDefault="000F4CF1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messages </w:t>
            </w:r>
            <w:r w:rsidR="00CC2104" w:rsidRPr="0017659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CD001C</w:t>
            </w:r>
            <w:r w:rsidR="00CC2104"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CC2104" w:rsidRPr="0017659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CD003C</w:t>
            </w:r>
            <w:r w:rsidR="00CC2104"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and </w:t>
            </w:r>
            <w:r w:rsidR="00CC2104" w:rsidRPr="0017659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CD038C</w:t>
            </w:r>
            <w:r w:rsidR="00290EE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structure will be updated as follows:</w:t>
            </w:r>
          </w:p>
          <w:p w14:paraId="720D203A" w14:textId="42C080A0" w:rsidR="000F4CF1" w:rsidRDefault="000F4CF1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46C94B6" w14:textId="77777777" w:rsidR="00AB3AD4" w:rsidRPr="002D1F0D" w:rsidRDefault="00AB3AD4" w:rsidP="00AB3AD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(…)</w:t>
            </w:r>
          </w:p>
          <w:p w14:paraId="2B1123C9" w14:textId="260E3BE8" w:rsidR="004F024C" w:rsidRPr="002615E4" w:rsidRDefault="004F024C" w:rsidP="004F024C">
            <w:pP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</w:pP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------HOUSE CONSIGNMENT</w:t>
            </w:r>
            <w:r w:rsidRPr="0024448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*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3C0A8E">
              <w:rPr>
                <w:rFonts w:asciiTheme="minorHAnsi" w:hAnsiTheme="minorHAnsi" w:cstheme="minorHAnsi"/>
                <w:b/>
                <w:bCs/>
                <w:color w:val="A6A6A6" w:themeColor="background1" w:themeShade="A6"/>
                <w:sz w:val="22"/>
                <w:szCs w:val="22"/>
                <w:highlight w:val="cyan"/>
                <w:lang w:val="en-US"/>
              </w:rPr>
              <w:t>19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>99x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  <w:t>R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  <w:t>E1406</w:t>
            </w:r>
          </w:p>
          <w:p w14:paraId="45DF4B2E" w14:textId="115C895C" w:rsidR="000F4CF1" w:rsidRPr="007F2CC6" w:rsidRDefault="000F4CF1" w:rsidP="004F024C">
            <w:pPr>
              <w:ind w:left="7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Sequence number</w:t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</w:t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n..5</w:t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R0987</w:t>
            </w:r>
          </w:p>
          <w:p w14:paraId="2253EF77" w14:textId="00E2BF08" w:rsidR="000F4CF1" w:rsidRPr="007F2CC6" w:rsidRDefault="000F4CF1" w:rsidP="004F024C">
            <w:pPr>
              <w:ind w:left="7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Country of dispatch</w:t>
            </w:r>
            <w:r w:rsidR="00063D52"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="00063D52"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="00063D52"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D</w:t>
            </w:r>
            <w:r w:rsidR="00063D52"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a2</w:t>
            </w:r>
            <w:r w:rsidR="00063D52"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CL008</w:t>
            </w:r>
            <w:r w:rsidR="00063D52"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 xml:space="preserve">B1032  </w:t>
            </w:r>
            <w:r w:rsidR="00520BB8"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 xml:space="preserve">B2104 </w:t>
            </w:r>
            <w:r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C09</w:t>
            </w:r>
            <w:r w:rsidR="00B51F82"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09</w:t>
            </w:r>
            <w:r w:rsidRPr="004F024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 xml:space="preserve"> G0062 G0988</w:t>
            </w:r>
          </w:p>
          <w:p w14:paraId="09167436" w14:textId="0669E285" w:rsidR="000F4CF1" w:rsidRPr="007F2CC6" w:rsidRDefault="000F4CF1" w:rsidP="004F024C">
            <w:pPr>
              <w:ind w:left="740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>Country of destination</w:t>
            </w:r>
            <w:r w:rsidR="00063D52"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="00063D52"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="00063D52"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>D</w:t>
            </w:r>
            <w:r w:rsidR="00063D52"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>a2</w:t>
            </w:r>
            <w:r w:rsidR="00063D52"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>CL008</w:t>
            </w:r>
            <w:r w:rsidR="00063D52"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>C0343 E1301 G0062</w:t>
            </w:r>
            <w:r w:rsidR="00426BC0" w:rsidRPr="004F024C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 xml:space="preserve"> G0113</w:t>
            </w:r>
          </w:p>
          <w:p w14:paraId="3D74F623" w14:textId="2723B906" w:rsidR="000F4CF1" w:rsidRPr="007F2CC6" w:rsidRDefault="000F4CF1" w:rsidP="004F024C">
            <w:pPr>
              <w:ind w:left="7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Gross mass</w:t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</w:t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n..16,6</w:t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063D5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B1912 R0983</w:t>
            </w:r>
          </w:p>
          <w:p w14:paraId="4B0E1A21" w14:textId="207DD135" w:rsidR="000F4CF1" w:rsidRDefault="00485569" w:rsidP="004F024C">
            <w:pPr>
              <w:ind w:left="7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63D5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(…)</w:t>
            </w:r>
          </w:p>
          <w:p w14:paraId="2B09354D" w14:textId="77777777" w:rsidR="006C7CCF" w:rsidRDefault="006C7CCF" w:rsidP="000F4C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48A924DF" w14:textId="3ABF0738" w:rsidR="004F024C" w:rsidRDefault="004F024C" w:rsidP="004F024C">
            <w:pPr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 w:rsidRPr="2863932B">
              <w:rPr>
                <w:rFonts w:asciiTheme="minorHAnsi" w:hAnsiTheme="minorHAnsi" w:cstheme="minorBidi"/>
                <w:b/>
                <w:bCs/>
                <w:sz w:val="20"/>
                <w:szCs w:val="20"/>
                <w:highlight w:val="cyan"/>
                <w:lang w:val="en-US"/>
              </w:rPr>
              <w:t>*NOTE: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 xml:space="preserve"> The changes in this Data Group also depict the changes for the ‘Country of 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dispatch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’ as per ‘RFC_NCTS_</w:t>
            </w:r>
            <w:r w:rsidRPr="00A27EAD">
              <w:rPr>
                <w:sz w:val="22"/>
                <w:szCs w:val="22"/>
                <w:highlight w:val="cyan"/>
              </w:rPr>
              <w:t xml:space="preserve"> 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02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19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_IAR-UCCNCTS-3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221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’ and for the multiplicity of House Consignment as per ‘RFC_NCTS_0223_IAR-UCCNCTS-3442’.</w:t>
            </w:r>
          </w:p>
          <w:p w14:paraId="0D08FB37" w14:textId="77777777" w:rsidR="00AB2110" w:rsidRDefault="00AB2110" w:rsidP="000F4CF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  <w:p w14:paraId="5F1EEB10" w14:textId="2C54759F" w:rsidR="00AB3AD4" w:rsidRDefault="00AB3AD4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F312250" w14:textId="77777777" w:rsidR="00577758" w:rsidRDefault="00577758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7D49F4" w14:textId="441E7297" w:rsidR="00AB2110" w:rsidRDefault="00E81DB5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messages </w:t>
            </w:r>
            <w:r w:rsidR="00117237" w:rsidRPr="0011723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CD050C</w:t>
            </w:r>
            <w:r w:rsidR="00117237"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117237" w:rsidRPr="0011723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CD115C</w:t>
            </w:r>
            <w:r w:rsidR="00117237"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117237" w:rsidRPr="006D33A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CD160C</w:t>
            </w:r>
            <w:r w:rsidR="00117237"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</w:t>
            </w:r>
            <w:r w:rsidR="00117237" w:rsidRPr="006D33A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CD165C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structure will be updated as follows:</w:t>
            </w:r>
          </w:p>
          <w:p w14:paraId="66C37E1A" w14:textId="1C04C3AF" w:rsidR="00CF6CA5" w:rsidRDefault="00CF6CA5" w:rsidP="000F4C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428A7C13" w14:textId="77777777" w:rsidR="00AB3AD4" w:rsidRPr="002D1F0D" w:rsidRDefault="00AB3AD4" w:rsidP="00AB3AD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(…)</w:t>
            </w:r>
          </w:p>
          <w:p w14:paraId="55C6AA36" w14:textId="77777777" w:rsidR="00AB3AD4" w:rsidRPr="002615E4" w:rsidRDefault="00AB3AD4" w:rsidP="00AB3AD4">
            <w:pP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</w:pP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------HOUSE CONSIGNMENT</w:t>
            </w:r>
            <w:r w:rsidRPr="0024448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*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3C0A8E">
              <w:rPr>
                <w:rFonts w:asciiTheme="minorHAnsi" w:hAnsiTheme="minorHAnsi" w:cstheme="minorHAnsi"/>
                <w:b/>
                <w:bCs/>
                <w:color w:val="A6A6A6" w:themeColor="background1" w:themeShade="A6"/>
                <w:sz w:val="22"/>
                <w:szCs w:val="22"/>
                <w:highlight w:val="cyan"/>
                <w:lang w:val="en-US"/>
              </w:rPr>
              <w:t>19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>99x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  <w:t>R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  <w:t>E1406</w:t>
            </w:r>
          </w:p>
          <w:p w14:paraId="417CB421" w14:textId="77777777" w:rsidR="00AB3AD4" w:rsidRPr="002D1F0D" w:rsidRDefault="00AB3AD4" w:rsidP="00AB3AD4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Sequence number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n..5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R0987</w:t>
            </w:r>
          </w:p>
          <w:p w14:paraId="68174002" w14:textId="77777777" w:rsidR="00AB3AD4" w:rsidRPr="00AB3AD4" w:rsidRDefault="00AB3AD4" w:rsidP="00AB3AD4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</w:pPr>
            <w:r w:rsidRPr="00AB3AD4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Country of dispatch</w:t>
            </w:r>
            <w:r w:rsidRPr="00AB3AD4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Pr="00AB3AD4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D</w:t>
            </w:r>
            <w:r w:rsidRPr="00AB3AD4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a2</w:t>
            </w:r>
            <w:r w:rsidRPr="00AB3AD4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CL008</w:t>
            </w:r>
            <w:r w:rsidRPr="00AB3AD4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C0910</w:t>
            </w:r>
            <w:r w:rsidRPr="00AB3AD4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 xml:space="preserve"> E1301 G0062 G0988</w:t>
            </w:r>
          </w:p>
          <w:p w14:paraId="5EFF8DC0" w14:textId="77777777" w:rsidR="00AB3AD4" w:rsidRPr="00AB3AD4" w:rsidRDefault="00AB3AD4" w:rsidP="00AB3AD4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>Country of destination</w:t>
            </w: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  <w:t xml:space="preserve">              D</w:t>
            </w: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  <w:t>a2</w:t>
            </w: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  <w:t>CL008</w:t>
            </w: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US"/>
              </w:rPr>
              <w:tab/>
              <w:t>C0343 E1301 G0062 G0113</w:t>
            </w:r>
          </w:p>
          <w:p w14:paraId="0CEDF6B7" w14:textId="77777777" w:rsidR="00AB3AD4" w:rsidRPr="002D1F0D" w:rsidRDefault="00AB3AD4" w:rsidP="00AB3AD4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Gross mass 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n..16,6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 xml:space="preserve">              B1912 R0983 </w:t>
            </w:r>
          </w:p>
          <w:p w14:paraId="201E768A" w14:textId="77777777" w:rsidR="00AB3AD4" w:rsidRPr="002D1F0D" w:rsidRDefault="00AB3AD4" w:rsidP="00AB3AD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(…) </w:t>
            </w:r>
          </w:p>
          <w:p w14:paraId="7DD3D475" w14:textId="614CDDCD" w:rsidR="00AB3AD4" w:rsidRDefault="00AB3AD4" w:rsidP="000F4C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6570CE08" w14:textId="77777777" w:rsidR="00AB3AD4" w:rsidRDefault="00AB3AD4" w:rsidP="00AB3AD4">
            <w:pPr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 w:rsidRPr="2863932B">
              <w:rPr>
                <w:rFonts w:asciiTheme="minorHAnsi" w:hAnsiTheme="minorHAnsi" w:cstheme="minorBidi"/>
                <w:b/>
                <w:bCs/>
                <w:sz w:val="20"/>
                <w:szCs w:val="20"/>
                <w:highlight w:val="cyan"/>
                <w:lang w:val="en-US"/>
              </w:rPr>
              <w:t>*NOTE: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 xml:space="preserve"> The changes in this Data Group also depict the changes for the ‘Country of 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dispatch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’ as per ‘RFC_NCTS_</w:t>
            </w:r>
            <w:r w:rsidRPr="00A27EAD">
              <w:rPr>
                <w:sz w:val="22"/>
                <w:szCs w:val="22"/>
                <w:highlight w:val="cyan"/>
              </w:rPr>
              <w:t xml:space="preserve"> 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02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19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_IAR-UCCNCTS-3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221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’ and for the multiplicity of House Consignment as per ‘RFC_NCTS_0223_IAR-UCCNCTS-3442’.</w:t>
            </w:r>
          </w:p>
          <w:p w14:paraId="1E6FA1AE" w14:textId="61894B33" w:rsidR="00CF6CA5" w:rsidRPr="006C7CCF" w:rsidRDefault="00CF6CA5" w:rsidP="004C01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64A3FFB8" w14:textId="77777777" w:rsidR="00577758" w:rsidRDefault="00577758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20F7F6E" w14:textId="63ED5ECD" w:rsidR="000F4CF1" w:rsidRDefault="000F4CF1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messages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CC</w:t>
            </w:r>
            <w:r w:rsidRPr="003E0C0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013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</w:t>
            </w:r>
            <w:r w:rsid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0131CF" w:rsidRPr="000131C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and</w:t>
            </w:r>
            <w:r w:rsidR="00D6639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CC</w:t>
            </w:r>
            <w:r w:rsidRPr="003E0C0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015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structure will be updated as follows</w:t>
            </w:r>
            <w:r w:rsidR="000131C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(the message </w:t>
            </w:r>
            <w:r w:rsidR="000131CF" w:rsidRP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CC029C</w:t>
            </w:r>
            <w:r w:rsidR="000131C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be modified in a similar way, but without the BRTs &amp; TRTs applied)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3798701C" w14:textId="25CB112B" w:rsidR="000F4CF1" w:rsidRDefault="000F4CF1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85408B8" w14:textId="77777777" w:rsidR="000131CF" w:rsidRPr="002615E4" w:rsidRDefault="000131CF" w:rsidP="000131CF">
            <w:pP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</w:pP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------HOUSE CONSIGNMENT</w:t>
            </w:r>
            <w:r w:rsidRPr="0024448C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*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3C0A8E">
              <w:rPr>
                <w:rFonts w:asciiTheme="minorHAnsi" w:hAnsiTheme="minorHAnsi" w:cstheme="minorHAnsi"/>
                <w:b/>
                <w:bCs/>
                <w:color w:val="A6A6A6" w:themeColor="background1" w:themeShade="A6"/>
                <w:sz w:val="22"/>
                <w:szCs w:val="22"/>
                <w:highlight w:val="cyan"/>
                <w:lang w:val="en-US"/>
              </w:rPr>
              <w:t>19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>99x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  <w:t>R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  <w:t>E1406</w:t>
            </w:r>
          </w:p>
          <w:p w14:paraId="43FBFDBC" w14:textId="32426BF5" w:rsidR="004C0E9E" w:rsidRPr="007F2CC6" w:rsidRDefault="008C0B71" w:rsidP="004C0E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Sequence number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n..5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R0987</w:t>
            </w:r>
          </w:p>
          <w:p w14:paraId="3541F85A" w14:textId="3934698D" w:rsidR="004C0E9E" w:rsidRPr="007F2CC6" w:rsidRDefault="008C0B71" w:rsidP="004C0E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Country of dispatch</w:t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D</w:t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a2</w:t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CL008</w:t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="00D209EA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 xml:space="preserve">B2104 </w:t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C09</w:t>
            </w:r>
            <w:r w:rsidR="00310B69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09</w:t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 xml:space="preserve"> </w:t>
            </w:r>
            <w:r w:rsidR="00336E05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 xml:space="preserve">E1301 </w:t>
            </w:r>
            <w:r w:rsidR="004C0E9E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 xml:space="preserve">G0988 </w:t>
            </w:r>
            <w:r w:rsidR="00EE545A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R0</w:t>
            </w:r>
            <w:r w:rsidR="00665628" w:rsidRPr="000131C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506</w:t>
            </w:r>
          </w:p>
          <w:p w14:paraId="4580D98F" w14:textId="2AC20E01" w:rsidR="00DA6110" w:rsidRPr="007F2CC6" w:rsidRDefault="008C0B71" w:rsidP="004C0E9E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8C0B7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 </w:t>
            </w:r>
            <w:r w:rsidR="004C0E9E" w:rsidRPr="007F2CC6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 xml:space="preserve">Country of </w:t>
            </w:r>
            <w:r w:rsidR="004C0E9E" w:rsidRPr="000131C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>destination</w:t>
            </w:r>
            <w:r w:rsidR="004C0E9E" w:rsidRPr="000131C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="004C0E9E" w:rsidRPr="000131C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="004C0E9E" w:rsidRPr="000131C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D</w:t>
            </w:r>
            <w:r w:rsidR="004C0E9E" w:rsidRPr="000131C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a2</w:t>
            </w:r>
            <w:r w:rsidR="004C0E9E" w:rsidRPr="000131C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CL008</w:t>
            </w:r>
            <w:r w:rsidR="004C0E9E" w:rsidRPr="000131C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C0343 E1301 R0506</w:t>
            </w:r>
            <w:r w:rsidR="00AA41B4" w:rsidRPr="000131CF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 xml:space="preserve"> G0062 G0113</w:t>
            </w:r>
          </w:p>
          <w:p w14:paraId="0252DC1D" w14:textId="3202D41F" w:rsidR="001E419E" w:rsidRDefault="008C0B71" w:rsidP="004C0E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Gross mass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n..16,6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R0983</w:t>
            </w:r>
          </w:p>
          <w:p w14:paraId="4CF031E6" w14:textId="6A5CFAAA" w:rsidR="004C0E9E" w:rsidRDefault="001E419E" w:rsidP="004C0E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="004C0E9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(…)</w:t>
            </w:r>
          </w:p>
          <w:p w14:paraId="57B362FC" w14:textId="77777777" w:rsidR="0014410C" w:rsidRDefault="0014410C" w:rsidP="000F4CF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  <w:p w14:paraId="402CA758" w14:textId="77777777" w:rsidR="00AB3AD4" w:rsidRDefault="00AB3AD4" w:rsidP="00AB3AD4">
            <w:pPr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 w:rsidRPr="2863932B">
              <w:rPr>
                <w:rFonts w:asciiTheme="minorHAnsi" w:hAnsiTheme="minorHAnsi" w:cstheme="minorBidi"/>
                <w:b/>
                <w:bCs/>
                <w:sz w:val="20"/>
                <w:szCs w:val="20"/>
                <w:highlight w:val="cyan"/>
                <w:lang w:val="en-US"/>
              </w:rPr>
              <w:t>*NOTE: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 xml:space="preserve"> The changes in this Data Group also depict the changes for the ‘Country of 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dispatch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’ as per ‘RFC_NCTS_</w:t>
            </w:r>
            <w:r w:rsidRPr="00A27EAD">
              <w:rPr>
                <w:sz w:val="22"/>
                <w:szCs w:val="22"/>
                <w:highlight w:val="cyan"/>
              </w:rPr>
              <w:t xml:space="preserve"> 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02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19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_IAR-UCCNCTS-3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221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’ and for the multiplicity of House Consignment as per ‘RFC_NCTS_0223_IAR-UCCNCTS-3442’.</w:t>
            </w:r>
          </w:p>
          <w:p w14:paraId="5A26F9BF" w14:textId="0296135C" w:rsidR="00572822" w:rsidRDefault="00572822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6942489" w14:textId="77777777" w:rsidR="000131CF" w:rsidRDefault="000131CF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B6ED7B6" w14:textId="07A6C39B" w:rsidR="000F4CF1" w:rsidRDefault="000F4CF1" w:rsidP="000F4CF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message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CC</w:t>
            </w:r>
            <w:r w:rsidRPr="003E0C0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017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structure will be updated as follows:</w:t>
            </w:r>
          </w:p>
          <w:p w14:paraId="065621C9" w14:textId="19CF7608" w:rsidR="000F4CF1" w:rsidRDefault="000F4CF1" w:rsidP="000F4CF1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</w:p>
          <w:p w14:paraId="76E5C7BA" w14:textId="76A0B626" w:rsidR="004C0E9E" w:rsidRPr="007F2CC6" w:rsidRDefault="00577758" w:rsidP="002A49B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------HOUSE CONSIGNMENT</w:t>
            </w:r>
            <w:r w:rsidRPr="00C14C2F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*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3C0A8E">
              <w:rPr>
                <w:rFonts w:asciiTheme="minorHAnsi" w:hAnsiTheme="minorHAnsi" w:cstheme="minorHAnsi"/>
                <w:b/>
                <w:bCs/>
                <w:color w:val="A6A6A6" w:themeColor="background1" w:themeShade="A6"/>
                <w:sz w:val="22"/>
                <w:szCs w:val="22"/>
                <w:highlight w:val="cyan"/>
                <w:lang w:val="en-US"/>
              </w:rPr>
              <w:t>19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>99x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>O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040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  <w:t>G0360</w:t>
            </w:r>
            <w:r w:rsidRPr="00040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</w:p>
          <w:p w14:paraId="6A7F8AD1" w14:textId="0E78D747" w:rsidR="0078589D" w:rsidRDefault="002A49BC" w:rsidP="004C0E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Sequence number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n..5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R0054</w:t>
            </w:r>
          </w:p>
          <w:p w14:paraId="012CC2C9" w14:textId="245ACD4B" w:rsidR="004C0E9E" w:rsidRPr="007F2CC6" w:rsidRDefault="0078589D" w:rsidP="004C0E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</w:t>
            </w:r>
            <w:r w:rsidR="004C0E9E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Country of dispatch</w:t>
            </w:r>
            <w:r w:rsidR="004C0E9E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="004C0E9E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</w:r>
            <w:r w:rsidR="004C0E9E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D</w:t>
            </w:r>
            <w:r w:rsidR="004C0E9E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a2</w:t>
            </w:r>
            <w:r w:rsidR="004C0E9E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CL008</w:t>
            </w:r>
            <w:r w:rsidR="004C0E9E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ab/>
              <w:t>C09</w:t>
            </w:r>
            <w:r w:rsidR="00D7494D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09</w:t>
            </w:r>
            <w:r w:rsidR="00836959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 xml:space="preserve"> </w:t>
            </w:r>
            <w:r w:rsidR="004C0E9E" w:rsidRPr="00577758">
              <w:rPr>
                <w:rFonts w:asciiTheme="minorHAnsi" w:hAnsiTheme="minorHAnsi" w:cstheme="minorHAnsi"/>
                <w:sz w:val="22"/>
                <w:szCs w:val="22"/>
                <w:highlight w:val="cyan"/>
                <w:lang w:val="en-US"/>
              </w:rPr>
              <w:t>G0042 G0988</w:t>
            </w:r>
          </w:p>
          <w:p w14:paraId="2D3942D5" w14:textId="686D77D6" w:rsidR="004C0E9E" w:rsidRPr="007F2CC6" w:rsidRDefault="0078589D" w:rsidP="004C0E9E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78589D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   </w:t>
            </w:r>
            <w:r w:rsidR="004C0E9E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>Country of destination</w:t>
            </w:r>
            <w:r w:rsidR="004C0E9E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="004C0E9E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D</w:t>
            </w:r>
            <w:r w:rsidR="004C0E9E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a2</w:t>
            </w:r>
            <w:r w:rsidR="004C0E9E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CL008</w:t>
            </w:r>
            <w:r w:rsidR="004C0E9E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C0343 G00</w:t>
            </w:r>
            <w:r w:rsidR="00194087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>42</w:t>
            </w:r>
            <w:r w:rsidR="00DA6110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 xml:space="preserve"> </w:t>
            </w:r>
            <w:r w:rsidR="004C0E9E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 xml:space="preserve"> </w:t>
            </w:r>
          </w:p>
          <w:p w14:paraId="08C5A67F" w14:textId="4A9B3F4F" w:rsidR="004C0E9E" w:rsidRPr="007F2CC6" w:rsidRDefault="0078589D" w:rsidP="004C0E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Gross mass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194087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n..16,6</w:t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4C0E9E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194087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G0360</w:t>
            </w:r>
          </w:p>
          <w:p w14:paraId="21910F32" w14:textId="55CDE5F2" w:rsidR="004C0E9E" w:rsidRDefault="0078589D" w:rsidP="004C0E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</w:t>
            </w:r>
            <w:r w:rsidR="004C0E9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(…)</w:t>
            </w:r>
          </w:p>
          <w:p w14:paraId="0B54B8D7" w14:textId="77777777" w:rsidR="008825F1" w:rsidRDefault="008825F1" w:rsidP="0063620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val="en-US"/>
              </w:rPr>
            </w:pPr>
          </w:p>
          <w:p w14:paraId="0C1CAF57" w14:textId="77777777" w:rsidR="00AB3AD4" w:rsidRDefault="00AB3AD4" w:rsidP="00AB3AD4">
            <w:pPr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 w:rsidRPr="2863932B">
              <w:rPr>
                <w:rFonts w:asciiTheme="minorHAnsi" w:hAnsiTheme="minorHAnsi" w:cstheme="minorBidi"/>
                <w:b/>
                <w:bCs/>
                <w:sz w:val="20"/>
                <w:szCs w:val="20"/>
                <w:highlight w:val="cyan"/>
                <w:lang w:val="en-US"/>
              </w:rPr>
              <w:t>*NOTE: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 xml:space="preserve"> The changes in this Data Group also depict the changes for the ‘Country of 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dispatch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’ as per ‘RFC_NCTS_</w:t>
            </w:r>
            <w:r w:rsidRPr="00A27EAD">
              <w:rPr>
                <w:sz w:val="22"/>
                <w:szCs w:val="22"/>
                <w:highlight w:val="cyan"/>
              </w:rPr>
              <w:t xml:space="preserve"> 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02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19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_IAR-UCCNCTS-3</w:t>
            </w:r>
            <w:r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221</w:t>
            </w:r>
            <w:r w:rsidRPr="00A27EAD">
              <w:rPr>
                <w:rFonts w:asciiTheme="minorHAnsi" w:hAnsiTheme="minorHAnsi" w:cstheme="minorBidi"/>
                <w:sz w:val="20"/>
                <w:szCs w:val="20"/>
                <w:highlight w:val="cyan"/>
                <w:lang w:val="en-US"/>
              </w:rPr>
              <w:t>’ and for the multiplicity of House Consignment as per ‘RFC_NCTS_0223_IAR-UCCNCTS-3442’.</w:t>
            </w:r>
          </w:p>
          <w:p w14:paraId="5765CC8A" w14:textId="614654EB" w:rsidR="000334DF" w:rsidRDefault="000334DF" w:rsidP="006362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234B2F4" w14:textId="77777777" w:rsidR="00577758" w:rsidRDefault="00577758" w:rsidP="006362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6392A48" w14:textId="7395B825" w:rsidR="00636204" w:rsidRDefault="00636204" w:rsidP="006362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message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CC</w:t>
            </w:r>
            <w:r w:rsidRPr="003E0C0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0</w:t>
            </w:r>
            <w:r w:rsidR="00CF7F1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43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structure will be updated as follows:</w:t>
            </w:r>
          </w:p>
          <w:p w14:paraId="1A17EC5E" w14:textId="77777777" w:rsidR="00636204" w:rsidRDefault="00636204" w:rsidP="00636204">
            <w:pPr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</w:pPr>
          </w:p>
          <w:p w14:paraId="22D38E51" w14:textId="0D3196EF" w:rsidR="00636204" w:rsidRPr="007F2CC6" w:rsidRDefault="00AB3AD4" w:rsidP="0078589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------HOUSE CONSIGNMENT</w:t>
            </w:r>
            <w:r w:rsidR="00577758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>99x</w:t>
            </w:r>
            <w:r w:rsidRPr="002615E4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>O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040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  <w:t>G0360</w:t>
            </w:r>
            <w:r w:rsidRPr="00040E8E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  <w:lang w:val="en-US"/>
              </w:rPr>
              <w:tab/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</w:p>
          <w:p w14:paraId="21D792D1" w14:textId="26960F0D" w:rsidR="00636204" w:rsidRPr="007F2CC6" w:rsidRDefault="0078589D" w:rsidP="006362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</w:t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Sequence number</w:t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</w:t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n..5</w:t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R0054</w:t>
            </w:r>
          </w:p>
          <w:p w14:paraId="66282F3E" w14:textId="65CC3179" w:rsidR="00636204" w:rsidRPr="007F2CC6" w:rsidRDefault="0078589D" w:rsidP="00636204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78589D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      </w:t>
            </w:r>
            <w:r w:rsidR="00636204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>Country of destination</w:t>
            </w:r>
            <w:r w:rsidR="00636204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</w:r>
            <w:r w:rsidR="00636204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D</w:t>
            </w:r>
            <w:r w:rsidR="00636204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a2</w:t>
            </w:r>
            <w:r w:rsidR="00636204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>CL008</w:t>
            </w:r>
            <w:r w:rsidR="00636204" w:rsidRPr="00577758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en-US"/>
              </w:rPr>
              <w:tab/>
              <w:t xml:space="preserve">C0343 G0042  </w:t>
            </w:r>
          </w:p>
          <w:p w14:paraId="2EA95D21" w14:textId="6592E14C" w:rsidR="00636204" w:rsidRPr="007F2CC6" w:rsidRDefault="0078589D" w:rsidP="006362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</w:t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Gross mass</w:t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9D691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</w:t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>n..16,6</w:t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636204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B5305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R0983</w:t>
            </w:r>
          </w:p>
          <w:p w14:paraId="4408D8D1" w14:textId="060215C1" w:rsidR="00031AB2" w:rsidRDefault="0078589D" w:rsidP="006362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</w:t>
            </w:r>
            <w:r w:rsidR="0063620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(…)</w:t>
            </w:r>
          </w:p>
          <w:p w14:paraId="5561F877" w14:textId="77777777" w:rsidR="00636204" w:rsidRDefault="00636204" w:rsidP="00006DC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93C4C81" w14:textId="1BF65D32" w:rsidR="00006DC5" w:rsidRDefault="00FC2072" w:rsidP="00006D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here the existing </w:t>
            </w:r>
            <w:r w:rsidR="00006DC5" w:rsidRPr="006944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C0343</w:t>
            </w:r>
            <w:r w:rsidR="00006DC5" w:rsidRPr="006944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55DF3">
              <w:rPr>
                <w:rFonts w:asciiTheme="minorHAnsi" w:hAnsiTheme="minorHAnsi" w:cstheme="minorHAnsi"/>
                <w:sz w:val="22"/>
                <w:szCs w:val="22"/>
              </w:rPr>
              <w:t>will</w:t>
            </w:r>
            <w:r w:rsidR="00006DC5" w:rsidRPr="006944EA">
              <w:rPr>
                <w:rFonts w:asciiTheme="minorHAnsi" w:hAnsiTheme="minorHAnsi" w:cstheme="minorHAnsi"/>
                <w:sz w:val="22"/>
                <w:szCs w:val="22"/>
              </w:rPr>
              <w:t xml:space="preserve"> be updated as follows:</w:t>
            </w:r>
          </w:p>
          <w:p w14:paraId="494FD80A" w14:textId="77777777" w:rsidR="00006DC5" w:rsidRPr="001F259C" w:rsidRDefault="00006DC5" w:rsidP="00006DC5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</w:p>
          <w:p w14:paraId="171FD60C" w14:textId="77777777" w:rsidR="00006DC5" w:rsidRPr="00155DF3" w:rsidRDefault="00006DC5" w:rsidP="00A55F0F">
            <w:pPr>
              <w:ind w:left="46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  <w:r w:rsidRPr="00155DF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Technical Description</w:t>
            </w:r>
          </w:p>
          <w:p w14:paraId="3B6338BE" w14:textId="77777777" w:rsidR="00006DC5" w:rsidRPr="001F259C" w:rsidRDefault="00006DC5" w:rsidP="00A55F0F">
            <w:pPr>
              <w:ind w:left="464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1F259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IF /*/Consignment/countryOfDestination is PRESENT</w:t>
            </w:r>
          </w:p>
          <w:p w14:paraId="68849535" w14:textId="77777777" w:rsidR="00006DC5" w:rsidRPr="00AB3AD4" w:rsidRDefault="00006DC5" w:rsidP="00A55F0F">
            <w:pPr>
              <w:ind w:left="464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1F259C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THEN </w:t>
            </w: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/*/Consignment/HouseConsignment/countryOfDestination = "N" AND</w:t>
            </w:r>
          </w:p>
          <w:p w14:paraId="415CF755" w14:textId="44C550FD" w:rsidR="00006DC5" w:rsidRPr="00C77B5D" w:rsidRDefault="00FC2072" w:rsidP="00A55F0F">
            <w:pPr>
              <w:ind w:left="464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  <w:t xml:space="preserve">      </w:t>
            </w:r>
            <w:r w:rsidR="00006DC5" w:rsidRPr="00C77B5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/*/Consignment/HouseConsignment/ConsignmentItem/countryOfDestination = "N"</w:t>
            </w:r>
          </w:p>
          <w:p w14:paraId="268952FE" w14:textId="15940C0F" w:rsidR="00006DC5" w:rsidRPr="00AB3AD4" w:rsidRDefault="00006DC5" w:rsidP="00A55F0F">
            <w:pPr>
              <w:ind w:left="464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</w:pP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 xml:space="preserve">ELSE </w:t>
            </w:r>
            <w:r w:rsidR="00FC2072"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ab/>
            </w: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IF /*/Consignment/HouseConsignment/countryOfDestination is PRESENT</w:t>
            </w:r>
          </w:p>
          <w:p w14:paraId="7D41AF50" w14:textId="2A4FB4C9" w:rsidR="00006DC5" w:rsidRPr="00AB3AD4" w:rsidRDefault="00FC2072" w:rsidP="00A55F0F">
            <w:pPr>
              <w:ind w:left="464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ab/>
            </w: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ab/>
            </w:r>
            <w:r w:rsidR="00006DC5"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THEN /*/Consignment/HouseConsignment/ConsignmentItem/countryOfDestination = "N"</w:t>
            </w:r>
          </w:p>
          <w:p w14:paraId="5BEF967C" w14:textId="100D417E" w:rsidR="00006DC5" w:rsidRPr="00C77B5D" w:rsidRDefault="00FC2072" w:rsidP="00A55F0F">
            <w:pPr>
              <w:ind w:left="464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006DC5" w:rsidRPr="00C77B5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ELSE /*/Consignment/HouseConsignment/ConsignmentItem/countryOfDestination = "R"</w:t>
            </w:r>
          </w:p>
          <w:p w14:paraId="116CE7CB" w14:textId="7E7BE685" w:rsidR="00006DC5" w:rsidRPr="00155DF3" w:rsidRDefault="00006DC5" w:rsidP="00A55F0F">
            <w:pPr>
              <w:ind w:left="46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  <w:r w:rsidRPr="00155DF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Functional Description</w:t>
            </w:r>
          </w:p>
          <w:p w14:paraId="1A051AEF" w14:textId="77777777" w:rsidR="00006DC5" w:rsidRDefault="00006DC5" w:rsidP="00A55F0F">
            <w:pPr>
              <w:ind w:left="464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F515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IF &lt;CONSIGNMENT.Country of destination&gt; is PRESENT</w:t>
            </w:r>
          </w:p>
          <w:p w14:paraId="50E7018A" w14:textId="77777777" w:rsidR="00006DC5" w:rsidRPr="00AB3AD4" w:rsidRDefault="00006DC5" w:rsidP="00A55F0F">
            <w:pPr>
              <w:ind w:left="464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</w:pP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THEN &lt;CONSIGNMENT-HOUSE CONSIGNMENT.Country of destination&gt; = "N" AND</w:t>
            </w:r>
          </w:p>
          <w:p w14:paraId="4932E63F" w14:textId="062DE6E9" w:rsidR="00006DC5" w:rsidRDefault="00AB3AD4" w:rsidP="00A55F0F">
            <w:pPr>
              <w:ind w:left="464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          </w:t>
            </w:r>
            <w:r w:rsidR="00006DC5" w:rsidRPr="00F515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&lt;CONSIGNMENT-HOUSE CONSIGNMENT-CONSIGNMENT ITEM.Country of destination&gt; =</w:t>
            </w:r>
            <w:r w:rsidR="00006DC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006DC5" w:rsidRPr="00F515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"N"</w:t>
            </w:r>
          </w:p>
          <w:p w14:paraId="40B7D3EE" w14:textId="77777777" w:rsidR="00006DC5" w:rsidRPr="00AB3AD4" w:rsidRDefault="00006DC5" w:rsidP="00A55F0F">
            <w:pPr>
              <w:ind w:left="464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</w:pP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ELSE IF &lt; CONSIGNMENT-HOUSE CONSIGNMENT.CountryOfDestination is PRESENT</w:t>
            </w:r>
          </w:p>
          <w:p w14:paraId="674A3184" w14:textId="3793B0A8" w:rsidR="00006DC5" w:rsidRPr="00AB3AD4" w:rsidRDefault="00AB3AD4" w:rsidP="00A55F0F">
            <w:pPr>
              <w:ind w:left="464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 </w:t>
            </w:r>
            <w:r w:rsidR="00006DC5"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THEN &lt;CONSIGNMENT-HOUSE CONSIGNMENT-CONSIGNMENT ITEM.Country of destination&gt; = "N"</w:t>
            </w:r>
            <w:r w:rsidR="00006DC5" w:rsidRPr="00AB3AD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</w:p>
          <w:p w14:paraId="245A8FEA" w14:textId="4F55401C" w:rsidR="00006DC5" w:rsidRDefault="009509A7" w:rsidP="00A55F0F">
            <w:pPr>
              <w:ind w:left="464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AB3AD4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  </w:t>
            </w:r>
            <w:r w:rsidR="00006DC5" w:rsidRPr="00F515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ELSE &lt;CONSIGNMENT-HOUSE CONSIGNMENT-CONSIGNMENT ITEM.Country of destination&gt; =</w:t>
            </w:r>
            <w:r w:rsidR="00006DC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006DC5" w:rsidRPr="00F515A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"R"</w:t>
            </w:r>
          </w:p>
          <w:p w14:paraId="1FEE054D" w14:textId="0091687A" w:rsidR="009538BC" w:rsidRPr="007F2CC6" w:rsidRDefault="009538BC" w:rsidP="0041630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1A8FB94" w14:textId="52371C4E" w:rsidR="00031AB2" w:rsidRPr="00B065D8" w:rsidRDefault="00031AB2" w:rsidP="00031AB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and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</w:t>
            </w:r>
            <w:r w:rsidRPr="00B671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existing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B065D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E1301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updated as follows:</w:t>
            </w:r>
          </w:p>
          <w:p w14:paraId="7AC859D1" w14:textId="77777777" w:rsidR="00031AB2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732AAD45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Technical Description:</w:t>
            </w:r>
          </w:p>
          <w:p w14:paraId="47462421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IF &lt;Decisive Date&gt; is LESS than or EQUAL to &lt;TPendDate&gt;</w:t>
            </w:r>
          </w:p>
          <w:p w14:paraId="68E4EDC3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THEN</w:t>
            </w:r>
          </w:p>
          <w:p w14:paraId="197B2F1E" w14:textId="054CB8AE" w:rsidR="002D231D" w:rsidRPr="002D231D" w:rsidRDefault="002D231D" w:rsidP="002D231D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F36DAC">
              <w:rPr>
                <w:rFonts w:asciiTheme="minorHAnsi" w:hAnsiTheme="minorHAnsi" w:cstheme="minorHAnsi"/>
                <w:sz w:val="22"/>
                <w:szCs w:val="22"/>
                <w:highlight w:val="cyan"/>
                <w:lang w:val="en-IE"/>
              </w:rPr>
              <w:t>/*/Consignment/countryOfDispatch AND</w:t>
            </w:r>
            <w:r w:rsidRPr="002D1F0D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</w:p>
          <w:p w14:paraId="6D1CBDFD" w14:textId="7A25DC23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/*/Consignment/PreviousDocument AND</w:t>
            </w:r>
          </w:p>
          <w:p w14:paraId="02B18076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/*/Consignment/SupportingDocument AND</w:t>
            </w:r>
          </w:p>
          <w:p w14:paraId="6E99D18E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/*/Consignment/TransportDocument AND</w:t>
            </w:r>
          </w:p>
          <w:p w14:paraId="1E09389D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/*/Consignment/AdditionalReference AND</w:t>
            </w:r>
          </w:p>
          <w:p w14:paraId="62CDAB89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/*/Consignment/AdditionalInformation AND</w:t>
            </w:r>
          </w:p>
          <w:p w14:paraId="32964FCF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/*/Consignment/HouseConsignment/countryOfDispatch AND</w:t>
            </w:r>
          </w:p>
          <w:p w14:paraId="073A9212" w14:textId="2A9ED59C" w:rsidR="00031AB2" w:rsidRPr="00AB3AD4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F36DA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lastRenderedPageBreak/>
              <w:t>/*/Consignment/HouseConsignment/countryOfDestination AND</w:t>
            </w:r>
          </w:p>
          <w:p w14:paraId="6D027435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/*/Consignment/HouseConsignment/referenceNumberUCR AND</w:t>
            </w:r>
          </w:p>
          <w:p w14:paraId="123113E3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/*/Consignment/HouseConsignment/Consignor AND</w:t>
            </w:r>
          </w:p>
          <w:p w14:paraId="7FD49E0A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/*/Consignment/HouseConsignment/Consignee AND</w:t>
            </w:r>
          </w:p>
          <w:p w14:paraId="1ABFD6C7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/*/Consignment/HouseConsignment/DepartureTransportMeans AND</w:t>
            </w:r>
          </w:p>
          <w:p w14:paraId="4C9F4E8F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/*/Consignment/HouseConsignment/PreviousDocument AND</w:t>
            </w:r>
          </w:p>
          <w:p w14:paraId="16959B9E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/*/Consignment/HouseConsignment/SupportingDocument AND</w:t>
            </w:r>
          </w:p>
          <w:p w14:paraId="047FC3CF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/*/Consignment/HouseConsignment/TransportDocument AND</w:t>
            </w:r>
          </w:p>
          <w:p w14:paraId="348793A6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/*/Consignment/HouseConsignment/AdditionalReference AND</w:t>
            </w:r>
          </w:p>
          <w:p w14:paraId="50380AAA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/*/Consignment/HouseConsignment/AdditionalInformation AND</w:t>
            </w:r>
          </w:p>
          <w:p w14:paraId="10FE00EA" w14:textId="77777777" w:rsidR="00031AB2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/*/Consignment/HouseConsignment/TransportCharges AND</w:t>
            </w:r>
          </w:p>
          <w:p w14:paraId="2102D687" w14:textId="269DEBE1" w:rsidR="001E6AB1" w:rsidRPr="00C712E4" w:rsidRDefault="001E6AB1" w:rsidP="001E6AB1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36DAC">
              <w:rPr>
                <w:rFonts w:asciiTheme="minorHAnsi" w:hAnsiTheme="minorHAnsi" w:cstheme="minorHAnsi"/>
                <w:sz w:val="22"/>
                <w:szCs w:val="22"/>
                <w:highlight w:val="cyan"/>
                <w:lang w:val="en-IE"/>
              </w:rPr>
              <w:t>/*/Consignment/HouseConsignment/ConsignmentItem/countryOfDispatch AND</w:t>
            </w:r>
          </w:p>
          <w:p w14:paraId="713BCC7D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/*/GuaranteeReference/Guarantor/AgentInCountryOfCompetentAuthority</w:t>
            </w:r>
          </w:p>
          <w:p w14:paraId="1E20DE35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shall not be used</w:t>
            </w:r>
          </w:p>
          <w:p w14:paraId="6DF96866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4270665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Functional Description:</w:t>
            </w:r>
          </w:p>
          <w:p w14:paraId="382D158D" w14:textId="77777777" w:rsidR="00031AB2" w:rsidRPr="007F2CC6" w:rsidRDefault="00031AB2" w:rsidP="00031AB2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N/A</w:t>
            </w:r>
          </w:p>
          <w:p w14:paraId="64DA3440" w14:textId="77777777" w:rsidR="00031AB2" w:rsidRDefault="00031AB2" w:rsidP="00155D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D247F8" w14:textId="3CA27021" w:rsidR="00031AB2" w:rsidRPr="00B065D8" w:rsidRDefault="00031AB2" w:rsidP="00031AB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and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</w:t>
            </w:r>
            <w:r w:rsidRPr="00B065D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existing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R3</w:t>
            </w:r>
            <w:r w:rsidR="00905E9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60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updated as follows:</w:t>
            </w:r>
          </w:p>
          <w:p w14:paraId="4F1D0592" w14:textId="77777777" w:rsidR="00DC7EF9" w:rsidRPr="007F2CC6" w:rsidRDefault="00DC7EF9" w:rsidP="009764D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D5C997E" w14:textId="1ADDA255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Technical Description:</w:t>
            </w:r>
          </w:p>
          <w:p w14:paraId="6C678271" w14:textId="77777777" w:rsidR="008406CA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/*/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Consignment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/countryOfDestination </w:t>
            </w:r>
            <w:r w:rsidR="008406CA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is in SET CL009 </w:t>
            </w:r>
          </w:p>
          <w:p w14:paraId="747959C0" w14:textId="0C63D177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OR </w:t>
            </w:r>
            <w:r w:rsidR="00417523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at least one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/*/Consignment/HouseConsignment/countryOfDestination is in SET CL009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434BAF7B" w14:textId="495EA69E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</w:t>
            </w:r>
            <w:r w:rsidR="00031AB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at least one /*/Consignment/HouseConsignment/ConsignmentItem/countryOfDestination is in SET</w:t>
            </w:r>
            <w:r w:rsidR="00DF37ED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CL009</w:t>
            </w:r>
          </w:p>
          <w:p w14:paraId="4997CCC3" w14:textId="77777777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THEN /*/Consignment/AdditionalInformation/code shall not be EQUAL to '30600'</w:t>
            </w:r>
          </w:p>
          <w:p w14:paraId="5F972ED4" w14:textId="77777777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5EC5AA0" w14:textId="77777777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Functional Description:</w:t>
            </w:r>
          </w:p>
          <w:p w14:paraId="0606DD6D" w14:textId="77777777" w:rsidR="00AE2DE3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&lt;CONSIGNMENT.Country Of Destination&gt; </w:t>
            </w:r>
            <w:r w:rsidR="00AE2DE3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is in SET CL009 </w:t>
            </w:r>
          </w:p>
          <w:p w14:paraId="175D7D46" w14:textId="35151D03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OR </w:t>
            </w:r>
            <w:r w:rsidR="00417523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at least one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&lt;CONSIGNMENT-HOUSE CONSIGNMENT.Country of Destination&gt; is in SET CL009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(CountryCodesCommonTransit)</w:t>
            </w:r>
          </w:p>
          <w:p w14:paraId="088B1B7F" w14:textId="678FD8E6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</w:t>
            </w:r>
            <w:r w:rsidR="00AE2DE3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at least one &lt; CONSIGNMENT-HOUSE CONSIGNMENT-CONSIGNMENT ITEM.Country Of</w:t>
            </w:r>
          </w:p>
          <w:p w14:paraId="5BAA79FA" w14:textId="77777777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Destination&gt; are in SET CL009</w:t>
            </w:r>
          </w:p>
          <w:p w14:paraId="3616576B" w14:textId="77777777" w:rsidR="00FF004F" w:rsidRPr="007F2CC6" w:rsidRDefault="00FF004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THEN &lt;CONSIGNMENT-ADDITIONAL INFORMATION.Code&gt; shall not be EQUAL to '30600'</w:t>
            </w:r>
          </w:p>
          <w:p w14:paraId="70B91027" w14:textId="77777777" w:rsidR="00106C10" w:rsidRPr="007F2CC6" w:rsidRDefault="00106C10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C7BB35C" w14:textId="470BF122" w:rsidR="00031AB2" w:rsidRPr="00B065D8" w:rsidRDefault="00031AB2" w:rsidP="00031AB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and 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</w:t>
            </w:r>
            <w:r w:rsidRPr="00B065D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existing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R3</w:t>
            </w:r>
            <w:r w:rsidR="00905E9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62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updated as follows:</w:t>
            </w:r>
          </w:p>
          <w:p w14:paraId="2555D677" w14:textId="564FFD59" w:rsidR="00AE3D72" w:rsidRPr="007F2CC6" w:rsidRDefault="00AE3D72" w:rsidP="00A55F0F">
            <w:pPr>
              <w:ind w:left="322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Technical Description:</w:t>
            </w:r>
          </w:p>
          <w:p w14:paraId="1F6AE789" w14:textId="77777777" w:rsidR="005E0725" w:rsidRPr="007F2CC6" w:rsidRDefault="00AE3D72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/*/Consignment/countryOfDestination </w:t>
            </w:r>
            <w:r w:rsidR="0005784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is in SET CL009 </w:t>
            </w:r>
          </w:p>
          <w:p w14:paraId="69115F21" w14:textId="34CC5F25" w:rsidR="00AE3D72" w:rsidRPr="007F2CC6" w:rsidRDefault="00FE600F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OR </w:t>
            </w:r>
            <w:r w:rsidR="008F2475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at least one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/*/Consignment/HouseConsignment/</w:t>
            </w:r>
            <w:r w:rsidR="00F14B57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countryOfDestination </w:t>
            </w:r>
            <w:r w:rsidR="00AE3D72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is in SET CL009</w:t>
            </w:r>
          </w:p>
          <w:p w14:paraId="591E273C" w14:textId="51DC861A" w:rsidR="00AE3D72" w:rsidRPr="007F2CC6" w:rsidRDefault="00AE3D72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</w:t>
            </w:r>
            <w:r w:rsidR="005E0725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at least one /*/Consignment/HouseConsignment/ConsignmentItem/countryOfDestination is in SET</w:t>
            </w:r>
            <w:r w:rsidR="000221B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CL009</w:t>
            </w:r>
          </w:p>
          <w:p w14:paraId="74D41DC2" w14:textId="77777777" w:rsidR="00AE3D72" w:rsidRPr="007F2CC6" w:rsidRDefault="00AE3D72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THEN /*/Consignment/HouseConsignment/AdditionalInformation/code shall not be EQUAL to '30600'</w:t>
            </w:r>
          </w:p>
          <w:p w14:paraId="08868A13" w14:textId="77777777" w:rsidR="00AE3D72" w:rsidRPr="007F2CC6" w:rsidRDefault="00AE3D72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C6BB247" w14:textId="77777777" w:rsidR="00AE3D72" w:rsidRPr="007F2CC6" w:rsidRDefault="00AE3D72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Functional Description:</w:t>
            </w:r>
          </w:p>
          <w:p w14:paraId="3AE5CDA1" w14:textId="77777777" w:rsidR="00330EDD" w:rsidRPr="007F2CC6" w:rsidRDefault="00AE3D72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&lt;CONSIGNMENT.Country Of Destination&gt;</w:t>
            </w:r>
            <w:r w:rsidR="00330EDD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in SET CL009</w:t>
            </w:r>
            <w:r w:rsidR="001B2230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3AA30A30" w14:textId="65A30AE5" w:rsidR="00AE3D72" w:rsidRPr="007F2CC6" w:rsidRDefault="001B2230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OR </w:t>
            </w:r>
            <w:r w:rsidR="008F2475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at least one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&lt;CONSIGNMENT-HOUSE CONSIGNMENT</w:t>
            </w:r>
            <w:r w:rsidR="00041118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.</w:t>
            </w:r>
            <w:r w:rsidR="004F1BF3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Country Of Destination</w:t>
            </w:r>
            <w:r w:rsidR="00B90F9E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&gt;</w:t>
            </w:r>
            <w:r w:rsidR="00AE3D72"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 is in SET CL009</w:t>
            </w:r>
            <w:r w:rsidR="00AE3D7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(CountryCodesCommonTransit)</w:t>
            </w:r>
          </w:p>
          <w:p w14:paraId="45F6B60A" w14:textId="71C99222" w:rsidR="00AE3D72" w:rsidRPr="007F2CC6" w:rsidRDefault="00AE3D72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</w:t>
            </w:r>
            <w:r w:rsidR="00BC358A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at least one &lt;CONSIGNMENT-HOUSE CONSIGNMENT-CONSIGNMENT ITEM.Country Of</w:t>
            </w:r>
          </w:p>
          <w:p w14:paraId="24B27214" w14:textId="77777777" w:rsidR="00AE3D72" w:rsidRPr="007F2CC6" w:rsidRDefault="00AE3D72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Destination&gt; are in SET CL009</w:t>
            </w:r>
          </w:p>
          <w:p w14:paraId="28292ACC" w14:textId="6F062AAB" w:rsidR="00AE3D72" w:rsidRPr="007F2CC6" w:rsidRDefault="00AE3D72" w:rsidP="00A55F0F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THEN &lt;CONSIGNMENT-HOUSE CONSIGNMENT- ADDITIONAL INFORMATION.Code&gt; shall not be</w:t>
            </w:r>
            <w:r w:rsidR="00031AB2"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EQUAL to '30600'</w:t>
            </w:r>
          </w:p>
          <w:p w14:paraId="147BE18B" w14:textId="1D75F5C8" w:rsidR="00FC2072" w:rsidRDefault="00FC2072" w:rsidP="00FC207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5162C901" w14:textId="77777777" w:rsidR="00577758" w:rsidRPr="007F2CC6" w:rsidRDefault="00577758" w:rsidP="00FC207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F885AEC" w14:textId="77777777" w:rsidR="00FC2072" w:rsidRPr="00B065D8" w:rsidRDefault="00FC2072" w:rsidP="00FC2072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and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the </w:t>
            </w:r>
            <w:r w:rsidRPr="00B065D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existing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R0506</w:t>
            </w:r>
            <w:r w:rsidRPr="00B065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updated as follows:</w:t>
            </w:r>
          </w:p>
          <w:p w14:paraId="5D15103C" w14:textId="77777777" w:rsidR="00FC2072" w:rsidRDefault="00FC2072" w:rsidP="00FC20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1CBB6C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Technical Description:</w:t>
            </w:r>
          </w:p>
          <w:p w14:paraId="454EC7BF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IF /*/Consignment/HouseConsignment/Consignor is PRESENT for all /*/Consignment/HouseConsignment/</w:t>
            </w:r>
          </w:p>
          <w:p w14:paraId="2BBF8F51" w14:textId="31EF0EBC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THEN at least one occurrence of /*/Consignment/HouseConsignment/Consignor must be different from the others;</w:t>
            </w:r>
          </w:p>
          <w:p w14:paraId="6EE9D92F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(…)</w:t>
            </w:r>
          </w:p>
          <w:p w14:paraId="1C3DDA36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IF /*/Consignment/HouseConsignment/countryOfDestination is PRESENT for all /*/Consignment/HouseConsignment/</w:t>
            </w:r>
          </w:p>
          <w:p w14:paraId="0BE90018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THEN at least one occurrence of /*/Consignment/HouseConsignment/countryOfDestination must be different from the others;</w:t>
            </w:r>
          </w:p>
          <w:p w14:paraId="04B54E39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IF /*/Consignment/HouseConsignment/countryOfDispatch is PRESENT for all /*/Consignment/HouseConsignment/</w:t>
            </w:r>
          </w:p>
          <w:p w14:paraId="3A868858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THEN at least one occurrence of /*/Consignment/HouseConsignment/countryOfDispatch must be</w:t>
            </w:r>
          </w:p>
          <w:p w14:paraId="5629752E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different from the others.</w:t>
            </w:r>
          </w:p>
          <w:p w14:paraId="0F813E0E" w14:textId="77777777" w:rsidR="00FC2072" w:rsidRPr="007F2CC6" w:rsidRDefault="00FC2072" w:rsidP="00D404D7">
            <w:pPr>
              <w:ind w:left="322" w:hanging="708"/>
              <w:rPr>
                <w:rFonts w:asciiTheme="minorHAnsi" w:hAnsiTheme="minorHAnsi" w:cstheme="minorHAnsi"/>
                <w:color w:val="C00000"/>
                <w:sz w:val="22"/>
                <w:szCs w:val="22"/>
                <w:lang w:val="en-IE"/>
              </w:rPr>
            </w:pPr>
          </w:p>
          <w:p w14:paraId="6C36587B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Functional Description:</w:t>
            </w:r>
          </w:p>
          <w:p w14:paraId="589A5D5F" w14:textId="71C6DD01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IF &lt;CONSIGNMENT-HOUSE CONSIGNMENT-CONSIGNOR&gt; is PRESENT for all &lt;CONSIGNMENT- HOUSE CONSIGNMENT&gt;</w:t>
            </w:r>
          </w:p>
          <w:p w14:paraId="67D1662C" w14:textId="2E64CFA1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THEN at least one occurrence of &lt;CONSIGNMENT-HOUSE CONSIGNMENT-CONSIGNOR&gt; must be different from the others;</w:t>
            </w:r>
          </w:p>
          <w:p w14:paraId="67498404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(…)</w:t>
            </w:r>
          </w:p>
          <w:p w14:paraId="0A5A8C16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IF &lt;CONSIGNMENT-HOUSE CONSIGNMENT.Country of destination&gt; is PRESENT for all</w:t>
            </w:r>
          </w:p>
          <w:p w14:paraId="4EBCDA6B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&lt;CONSIGNMENT-HOUSE CONSIGNMENT&gt;</w:t>
            </w:r>
          </w:p>
          <w:p w14:paraId="3E141E14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THEN at least one occurrence of &lt;CONSIGNMENT-HOUSE CONSIGNMENT.Country of destination&gt;</w:t>
            </w:r>
          </w:p>
          <w:p w14:paraId="24D2ABA0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IE"/>
              </w:rPr>
              <w:t>must be different from the others;</w:t>
            </w:r>
          </w:p>
          <w:p w14:paraId="410EE21B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IF &lt;CONSIGNMENT-HOUSE CONSIGNMENT.Country of dispatch&gt; is PRESENT for all</w:t>
            </w:r>
          </w:p>
          <w:p w14:paraId="7304FC7F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&lt;CONSIGNMENT-HOUSE CONSIGNMENT&gt;</w:t>
            </w:r>
          </w:p>
          <w:p w14:paraId="21579A69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THEN at least one occurrence of &lt;CONSIGNMENT-HOUSE CONSIGNMENT.Country of dispatch&gt;</w:t>
            </w:r>
          </w:p>
          <w:p w14:paraId="38CB74CD" w14:textId="77777777" w:rsidR="00FC2072" w:rsidRPr="007F2CC6" w:rsidRDefault="00FC2072" w:rsidP="00D404D7">
            <w:pPr>
              <w:ind w:left="322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must be different from the others.</w:t>
            </w:r>
          </w:p>
          <w:p w14:paraId="7654FB1C" w14:textId="77777777" w:rsidR="00B509B7" w:rsidRPr="007F2CC6" w:rsidRDefault="00B509B7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F64589C" w14:textId="306333F4" w:rsidR="00DE5420" w:rsidRPr="007F2CC6" w:rsidRDefault="00DE5420" w:rsidP="00DE542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</w:rPr>
              <w:t>Also, a new guideline will be added at D.I ‘Country of destination’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in both External and Common Domain messages (</w:t>
            </w:r>
            <w:r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CC013C, CC015C, CC029C, CD001C, CD003C, CD038C, CD050C, CD0115C, CD0160C, CD0165C)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at </w:t>
            </w:r>
            <w:r w:rsidR="0057775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all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levels:</w:t>
            </w:r>
          </w:p>
          <w:p w14:paraId="388D1572" w14:textId="46409879" w:rsidR="00DE5420" w:rsidRPr="007F2CC6" w:rsidRDefault="00DE5420" w:rsidP="00DE542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</w:t>
            </w:r>
            <w:r w:rsidRPr="007F2CC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/CONSIGNMENT.Country of destination</w:t>
            </w:r>
          </w:p>
          <w:p w14:paraId="37262B41" w14:textId="4E563986" w:rsidR="001B6400" w:rsidRPr="007F2CC6" w:rsidRDefault="001B6400" w:rsidP="00DE542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/*/Consignment/HouseConsignment/countryOfDestination</w:t>
            </w:r>
          </w:p>
          <w:p w14:paraId="177C932E" w14:textId="77777777" w:rsidR="00DE5420" w:rsidRPr="007F2CC6" w:rsidRDefault="00DE5420" w:rsidP="00DE542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/*/CONSIGNMENT/HOUSE CONSIGNMENT/CONSIGNMENT ITEM.Country of destination </w:t>
            </w:r>
          </w:p>
          <w:p w14:paraId="2126FA3E" w14:textId="77777777" w:rsidR="00DE5420" w:rsidRPr="007F2CC6" w:rsidRDefault="00DE5420" w:rsidP="00DE542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F5AEEA4" w14:textId="3C746C05" w:rsidR="00DE5420" w:rsidRPr="007F2CC6" w:rsidRDefault="00DE5420" w:rsidP="00DE542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with the following wording</w:t>
            </w:r>
            <w:r w:rsidR="00930CE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for the new </w:t>
            </w:r>
            <w:r w:rsidR="00930CE3" w:rsidRPr="00930CE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G0113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0E820CC8" w14:textId="77777777" w:rsidR="00DE5420" w:rsidRPr="007F2CC6" w:rsidRDefault="00DE5420" w:rsidP="00DE5420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2A624E67" w14:textId="77777777" w:rsidR="00DE5420" w:rsidRPr="007F2CC6" w:rsidRDefault="00DE5420" w:rsidP="00930CE3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930CE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Technical Description: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br/>
              <w:t>N/A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br/>
            </w:r>
            <w:r w:rsidRPr="00930CE3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Functional Description:</w:t>
            </w:r>
            <w:r w:rsidRPr="007F2CC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br/>
              <w:t>The country code used to define the ‘Country of destination’ can be different from the country code used in the data item ‘Country’ included in the address of the ‘Consignee’.</w:t>
            </w:r>
          </w:p>
          <w:p w14:paraId="17B5E3AB" w14:textId="55C612EA" w:rsidR="00DE5420" w:rsidRDefault="00DE5420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4D0D3D66" w14:textId="19CB4158" w:rsidR="00F62B2B" w:rsidRPr="00F62B2B" w:rsidRDefault="00F62B2B" w:rsidP="00F62B2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62B2B">
              <w:rPr>
                <w:rFonts w:asciiTheme="minorHAnsi" w:hAnsiTheme="minorHAnsi" w:cs="Arial"/>
                <w:sz w:val="22"/>
                <w:szCs w:val="22"/>
                <w:lang w:val="en-IE"/>
              </w:rPr>
              <w:t>Indeed, the guideline G0988 explains that:</w:t>
            </w:r>
          </w:p>
          <w:p w14:paraId="0FF95005" w14:textId="77777777" w:rsidR="00F62B2B" w:rsidRPr="001248D9" w:rsidRDefault="00F62B2B" w:rsidP="00F62B2B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‘</w:t>
            </w:r>
            <w:r w:rsidRPr="001248D9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The Country of dispatch can be different from the Country defined in the address of the Consignor.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’</w:t>
            </w:r>
          </w:p>
          <w:p w14:paraId="2AD075E6" w14:textId="178EEADC" w:rsidR="00577758" w:rsidRPr="00F62B2B" w:rsidRDefault="00F62B2B" w:rsidP="00F62B2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>b</w:t>
            </w:r>
            <w:r w:rsidRPr="00F62B2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ut there was no similar guideline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related to</w:t>
            </w:r>
            <w:r w:rsidRPr="00F62B2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‘</w:t>
            </w:r>
            <w:r w:rsidRPr="00F62B2B">
              <w:rPr>
                <w:rFonts w:asciiTheme="minorHAnsi" w:hAnsiTheme="minorHAnsi" w:cs="Arial"/>
                <w:sz w:val="22"/>
                <w:szCs w:val="22"/>
                <w:lang w:val="en-IE"/>
              </w:rPr>
              <w:t>Country of destination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’ &amp; ‘Consignee’.</w:t>
            </w:r>
          </w:p>
          <w:p w14:paraId="2FF2CA06" w14:textId="77777777" w:rsidR="00577758" w:rsidRDefault="00577758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D3145C6" w14:textId="640D7907" w:rsidR="00B140D0" w:rsidRDefault="00B140D0" w:rsidP="00B140D0">
            <w:pPr>
              <w:ind w:left="21" w:hanging="21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validation of the existing condition </w:t>
            </w:r>
            <w:r w:rsidRP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C0343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in messages </w:t>
            </w:r>
            <w:r w:rsidRP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CD003C, </w:t>
            </w:r>
            <w:r w:rsidR="00577758" w:rsidRP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CD038C, </w:t>
            </w:r>
            <w:r w:rsidRP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CD115</w:t>
            </w:r>
            <w:r w:rsidR="002217D5" w:rsidRP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</w:t>
            </w:r>
            <w:r w:rsidRP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and CD165</w:t>
            </w:r>
            <w:r w:rsidR="007123C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updated in the </w:t>
            </w:r>
            <w:r w:rsidRPr="002D1F0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 5.15.1-v1.00, Appendix K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Pr="00E4059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as follows:</w:t>
            </w:r>
          </w:p>
          <w:p w14:paraId="064E7BA6" w14:textId="77777777" w:rsidR="00B140D0" w:rsidRDefault="00B140D0" w:rsidP="00B140D0">
            <w:pPr>
              <w:ind w:left="21" w:hanging="21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tbl>
            <w:tblPr>
              <w:tblW w:w="4531" w:type="pct"/>
              <w:jc w:val="center"/>
              <w:tblBorders>
                <w:top w:val="single" w:sz="4" w:space="0" w:color="8EA9DB"/>
                <w:left w:val="single" w:sz="4" w:space="0" w:color="8EA9DB"/>
                <w:bottom w:val="single" w:sz="4" w:space="0" w:color="8EA9DB"/>
                <w:right w:val="single" w:sz="4" w:space="0" w:color="8EA9DB"/>
                <w:insideH w:val="single" w:sz="4" w:space="0" w:color="8EA9DB"/>
              </w:tblBorders>
              <w:tblLook w:val="04A0" w:firstRow="1" w:lastRow="0" w:firstColumn="1" w:lastColumn="0" w:noHBand="0" w:noVBand="1"/>
            </w:tblPr>
            <w:tblGrid>
              <w:gridCol w:w="5530"/>
              <w:gridCol w:w="1559"/>
              <w:gridCol w:w="1698"/>
            </w:tblGrid>
            <w:tr w:rsidR="00B140D0" w:rsidRPr="002D1F0D" w14:paraId="38D61CF4" w14:textId="77777777" w:rsidTr="00577758">
              <w:trPr>
                <w:trHeight w:val="528"/>
                <w:jc w:val="center"/>
              </w:trPr>
              <w:tc>
                <w:tcPr>
                  <w:tcW w:w="3147" w:type="pct"/>
                  <w:tcBorders>
                    <w:right w:val="single" w:sz="4" w:space="0" w:color="8EA9DB"/>
                  </w:tcBorders>
                  <w:shd w:val="clear" w:color="auto" w:fill="8DB3E2" w:themeFill="text2" w:themeFillTint="66"/>
                </w:tcPr>
                <w:p w14:paraId="0BEA440F" w14:textId="77777777" w:rsidR="00B140D0" w:rsidRPr="002D1F0D" w:rsidRDefault="00B140D0" w:rsidP="00B140D0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TMS Path</w:t>
                  </w:r>
                </w:p>
              </w:tc>
              <w:tc>
                <w:tcPr>
                  <w:tcW w:w="887" w:type="pct"/>
                  <w:tcBorders>
                    <w:left w:val="single" w:sz="4" w:space="0" w:color="8EA9DB"/>
                    <w:right w:val="single" w:sz="4" w:space="0" w:color="8EA9DB"/>
                  </w:tcBorders>
                  <w:shd w:val="clear" w:color="auto" w:fill="8DB3E2" w:themeFill="text2" w:themeFillTint="66"/>
                </w:tcPr>
                <w:p w14:paraId="3541A221" w14:textId="77777777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Validated by Sender</w:t>
                  </w:r>
                </w:p>
              </w:tc>
              <w:tc>
                <w:tcPr>
                  <w:tcW w:w="966" w:type="pct"/>
                  <w:tcBorders>
                    <w:left w:val="single" w:sz="4" w:space="0" w:color="8EA9DB"/>
                  </w:tcBorders>
                  <w:shd w:val="clear" w:color="auto" w:fill="8DB3E2" w:themeFill="text2" w:themeFillTint="66"/>
                </w:tcPr>
                <w:p w14:paraId="31F5AC0C" w14:textId="77777777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Validated by Recipient</w:t>
                  </w:r>
                </w:p>
              </w:tc>
            </w:tr>
            <w:tr w:rsidR="00B140D0" w:rsidRPr="002D1F0D" w14:paraId="06CDDB82" w14:textId="77777777" w:rsidTr="00577758">
              <w:trPr>
                <w:trHeight w:val="528"/>
                <w:jc w:val="center"/>
              </w:trPr>
              <w:tc>
                <w:tcPr>
                  <w:tcW w:w="3147" w:type="pct"/>
                  <w:tcBorders>
                    <w:bottom w:val="single" w:sz="4" w:space="0" w:color="8EA9DB"/>
                  </w:tcBorders>
                  <w:shd w:val="clear" w:color="auto" w:fill="auto"/>
                  <w:vAlign w:val="center"/>
                  <w:hideMark/>
                </w:tcPr>
                <w:p w14:paraId="09219941" w14:textId="59306C7B" w:rsidR="00B140D0" w:rsidRPr="002D1F0D" w:rsidRDefault="00B140D0" w:rsidP="00B140D0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MESSAGE / CONSIGNMENT.Country of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destination</w:t>
                  </w: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 (a2)</w:t>
                  </w:r>
                </w:p>
              </w:tc>
              <w:tc>
                <w:tcPr>
                  <w:tcW w:w="887" w:type="pct"/>
                  <w:tcBorders>
                    <w:bottom w:val="single" w:sz="4" w:space="0" w:color="8EA9DB"/>
                  </w:tcBorders>
                  <w:shd w:val="clear" w:color="auto" w:fill="auto"/>
                  <w:vAlign w:val="center"/>
                  <w:hideMark/>
                </w:tcPr>
                <w:p w14:paraId="69011991" w14:textId="77777777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R</w:t>
                  </w:r>
                </w:p>
              </w:tc>
              <w:tc>
                <w:tcPr>
                  <w:tcW w:w="966" w:type="pct"/>
                  <w:tcBorders>
                    <w:bottom w:val="single" w:sz="4" w:space="0" w:color="8EA9DB"/>
                  </w:tcBorders>
                  <w:shd w:val="clear" w:color="auto" w:fill="auto"/>
                  <w:vAlign w:val="center"/>
                  <w:hideMark/>
                </w:tcPr>
                <w:p w14:paraId="6A3ED066" w14:textId="12D50FF6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B140D0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  <w:lang w:val="en-IE"/>
                    </w:rPr>
                    <w:t>SR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 </w:t>
                  </w:r>
                  <w:r w:rsidR="00577758" w:rsidRPr="0057775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IE"/>
                    </w:rPr>
                    <w:t>N</w:t>
                  </w:r>
                </w:p>
              </w:tc>
            </w:tr>
            <w:tr w:rsidR="00B140D0" w:rsidRPr="00AB6D9B" w14:paraId="40E578CD" w14:textId="77777777" w:rsidTr="00577758">
              <w:trPr>
                <w:trHeight w:val="528"/>
                <w:jc w:val="center"/>
              </w:trPr>
              <w:tc>
                <w:tcPr>
                  <w:tcW w:w="3147" w:type="pct"/>
                  <w:shd w:val="clear" w:color="D9E1F2" w:fill="FFFF00"/>
                  <w:vAlign w:val="center"/>
                  <w:hideMark/>
                </w:tcPr>
                <w:p w14:paraId="226AC6C5" w14:textId="70C3AFF6" w:rsidR="00B140D0" w:rsidRPr="00AB6D9B" w:rsidRDefault="00B140D0" w:rsidP="00B140D0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AB6D9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MESSAGE / CONSIGNMENT / HOUSE CONSIGNMENT.Country of destination (a2)</w:t>
                  </w:r>
                </w:p>
              </w:tc>
              <w:tc>
                <w:tcPr>
                  <w:tcW w:w="887" w:type="pct"/>
                  <w:shd w:val="clear" w:color="D9E1F2" w:fill="FFFF00"/>
                  <w:vAlign w:val="center"/>
                  <w:hideMark/>
                </w:tcPr>
                <w:p w14:paraId="75584469" w14:textId="77777777" w:rsidR="00B140D0" w:rsidRPr="00AB6D9B" w:rsidRDefault="00B140D0" w:rsidP="00B140D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AB6D9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R</w:t>
                  </w:r>
                </w:p>
              </w:tc>
              <w:tc>
                <w:tcPr>
                  <w:tcW w:w="966" w:type="pct"/>
                  <w:shd w:val="clear" w:color="D9E1F2" w:fill="FFFF00"/>
                  <w:vAlign w:val="center"/>
                  <w:hideMark/>
                </w:tcPr>
                <w:p w14:paraId="56456FF9" w14:textId="1E8B3FE7" w:rsidR="00B140D0" w:rsidRPr="00AB6D9B" w:rsidRDefault="00577758" w:rsidP="00B140D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  <w:lang w:val="en-IE"/>
                    </w:rPr>
                    <w:t>N</w:t>
                  </w:r>
                </w:p>
              </w:tc>
            </w:tr>
            <w:tr w:rsidR="00B140D0" w:rsidRPr="002D1F0D" w14:paraId="52E6B39B" w14:textId="77777777" w:rsidTr="00577758">
              <w:trPr>
                <w:trHeight w:val="528"/>
                <w:jc w:val="center"/>
              </w:trPr>
              <w:tc>
                <w:tcPr>
                  <w:tcW w:w="3147" w:type="pct"/>
                  <w:shd w:val="clear" w:color="auto" w:fill="auto"/>
                  <w:vAlign w:val="center"/>
                  <w:hideMark/>
                </w:tcPr>
                <w:p w14:paraId="3E58260B" w14:textId="188D780D" w:rsidR="00B140D0" w:rsidRPr="002D1F0D" w:rsidRDefault="00B140D0" w:rsidP="00B140D0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MESSAGE / CONSIGNMENT / HOUSE CONSIGNMENT / CONSIGNMENT ITEM.Country of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destination</w:t>
                  </w: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 (a2)</w:t>
                  </w:r>
                </w:p>
              </w:tc>
              <w:tc>
                <w:tcPr>
                  <w:tcW w:w="887" w:type="pct"/>
                  <w:shd w:val="clear" w:color="auto" w:fill="auto"/>
                  <w:vAlign w:val="center"/>
                  <w:hideMark/>
                </w:tcPr>
                <w:p w14:paraId="56B8381B" w14:textId="77777777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R</w:t>
                  </w:r>
                </w:p>
              </w:tc>
              <w:tc>
                <w:tcPr>
                  <w:tcW w:w="966" w:type="pct"/>
                  <w:shd w:val="clear" w:color="auto" w:fill="auto"/>
                  <w:vAlign w:val="center"/>
                  <w:hideMark/>
                </w:tcPr>
                <w:p w14:paraId="744D41EA" w14:textId="4B019A2C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B140D0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  <w:lang w:val="en-IE"/>
                    </w:rPr>
                    <w:t>SR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 </w:t>
                  </w:r>
                  <w:r w:rsidR="00577758" w:rsidRPr="0057775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IE"/>
                    </w:rPr>
                    <w:t>N</w:t>
                  </w:r>
                </w:p>
              </w:tc>
            </w:tr>
          </w:tbl>
          <w:p w14:paraId="5C7BA25A" w14:textId="77777777" w:rsidR="008A6CA7" w:rsidRDefault="008A6CA7" w:rsidP="00490795">
            <w:pPr>
              <w:pStyle w:val="paragraph"/>
              <w:spacing w:before="0" w:beforeAutospacing="0" w:after="0" w:afterAutospacing="0"/>
              <w:textAlignment w:val="baseline"/>
              <w:rPr>
                <w:bCs/>
                <w:sz w:val="18"/>
                <w:szCs w:val="18"/>
                <w:lang w:val="en-IE"/>
              </w:rPr>
            </w:pPr>
          </w:p>
          <w:p w14:paraId="20E48FF4" w14:textId="18FF26B0" w:rsidR="00B140D0" w:rsidRDefault="00B140D0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The validation of the existing condition </w:t>
            </w:r>
            <w:r w:rsidRP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C0343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in messages </w:t>
            </w:r>
            <w:r w:rsidRPr="000131C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CD001C, CD050C and CD160</w:t>
            </w:r>
            <w:r w:rsidR="00A27FD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updated in the </w:t>
            </w:r>
            <w:r w:rsidRPr="002D1F0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 5.15.1-v1.00, Appendix K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 xml:space="preserve"> </w:t>
            </w:r>
            <w:r w:rsidRPr="00E4059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as follows:</w:t>
            </w:r>
          </w:p>
          <w:p w14:paraId="1238B906" w14:textId="77777777" w:rsidR="00B140D0" w:rsidRDefault="00B140D0" w:rsidP="00490795">
            <w:pPr>
              <w:pStyle w:val="paragraph"/>
              <w:spacing w:before="0" w:beforeAutospacing="0" w:after="0" w:afterAutospacing="0"/>
              <w:textAlignment w:val="baseline"/>
              <w:rPr>
                <w:bCs/>
                <w:sz w:val="18"/>
                <w:szCs w:val="18"/>
                <w:lang w:val="en-IE"/>
              </w:rPr>
            </w:pPr>
          </w:p>
          <w:tbl>
            <w:tblPr>
              <w:tblW w:w="4491" w:type="pct"/>
              <w:jc w:val="center"/>
              <w:tblBorders>
                <w:top w:val="single" w:sz="4" w:space="0" w:color="8EA9DB"/>
                <w:left w:val="single" w:sz="4" w:space="0" w:color="8EA9DB"/>
                <w:bottom w:val="single" w:sz="4" w:space="0" w:color="8EA9DB"/>
                <w:right w:val="single" w:sz="4" w:space="0" w:color="8EA9DB"/>
                <w:insideH w:val="single" w:sz="4" w:space="0" w:color="8EA9DB"/>
              </w:tblBorders>
              <w:tblLook w:val="04A0" w:firstRow="1" w:lastRow="0" w:firstColumn="1" w:lastColumn="0" w:noHBand="0" w:noVBand="1"/>
            </w:tblPr>
            <w:tblGrid>
              <w:gridCol w:w="5545"/>
              <w:gridCol w:w="1641"/>
              <w:gridCol w:w="1524"/>
            </w:tblGrid>
            <w:tr w:rsidR="00B140D0" w:rsidRPr="002D1F0D" w14:paraId="2D3A3AD7" w14:textId="77777777" w:rsidTr="00577758">
              <w:trPr>
                <w:trHeight w:val="528"/>
                <w:jc w:val="center"/>
              </w:trPr>
              <w:tc>
                <w:tcPr>
                  <w:tcW w:w="3183" w:type="pct"/>
                  <w:tcBorders>
                    <w:right w:val="single" w:sz="4" w:space="0" w:color="8EA9DB"/>
                  </w:tcBorders>
                  <w:shd w:val="clear" w:color="auto" w:fill="8DB3E2" w:themeFill="text2" w:themeFillTint="66"/>
                </w:tcPr>
                <w:p w14:paraId="476BA7D6" w14:textId="77777777" w:rsidR="00B140D0" w:rsidRPr="002D1F0D" w:rsidRDefault="00B140D0" w:rsidP="00B140D0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TMS Path</w:t>
                  </w:r>
                </w:p>
              </w:tc>
              <w:tc>
                <w:tcPr>
                  <w:tcW w:w="942" w:type="pct"/>
                  <w:tcBorders>
                    <w:left w:val="single" w:sz="4" w:space="0" w:color="8EA9DB"/>
                    <w:right w:val="single" w:sz="4" w:space="0" w:color="8EA9DB"/>
                  </w:tcBorders>
                  <w:shd w:val="clear" w:color="auto" w:fill="8DB3E2" w:themeFill="text2" w:themeFillTint="66"/>
                </w:tcPr>
                <w:p w14:paraId="0812A86B" w14:textId="77777777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Validated by Sender</w:t>
                  </w:r>
                </w:p>
              </w:tc>
              <w:tc>
                <w:tcPr>
                  <w:tcW w:w="875" w:type="pct"/>
                  <w:tcBorders>
                    <w:left w:val="single" w:sz="4" w:space="0" w:color="8EA9DB"/>
                  </w:tcBorders>
                  <w:shd w:val="clear" w:color="auto" w:fill="8DB3E2" w:themeFill="text2" w:themeFillTint="66"/>
                </w:tcPr>
                <w:p w14:paraId="4ED3C505" w14:textId="77777777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Validated by Recipient</w:t>
                  </w:r>
                </w:p>
              </w:tc>
            </w:tr>
            <w:tr w:rsidR="00B140D0" w:rsidRPr="002D1F0D" w14:paraId="74B0718E" w14:textId="77777777" w:rsidTr="00577758">
              <w:trPr>
                <w:trHeight w:val="528"/>
                <w:jc w:val="center"/>
              </w:trPr>
              <w:tc>
                <w:tcPr>
                  <w:tcW w:w="3183" w:type="pct"/>
                  <w:tcBorders>
                    <w:bottom w:val="single" w:sz="4" w:space="0" w:color="8EA9DB"/>
                  </w:tcBorders>
                  <w:shd w:val="clear" w:color="auto" w:fill="auto"/>
                  <w:vAlign w:val="center"/>
                  <w:hideMark/>
                </w:tcPr>
                <w:p w14:paraId="2DF024C5" w14:textId="77777777" w:rsidR="00B140D0" w:rsidRPr="002D1F0D" w:rsidRDefault="00B140D0" w:rsidP="00B140D0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MESSAGE / CONSIGNMENT.Country of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destination</w:t>
                  </w: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 (a2)</w:t>
                  </w:r>
                </w:p>
              </w:tc>
              <w:tc>
                <w:tcPr>
                  <w:tcW w:w="942" w:type="pct"/>
                  <w:tcBorders>
                    <w:bottom w:val="single" w:sz="4" w:space="0" w:color="8EA9DB"/>
                  </w:tcBorders>
                  <w:shd w:val="clear" w:color="auto" w:fill="auto"/>
                  <w:vAlign w:val="center"/>
                  <w:hideMark/>
                </w:tcPr>
                <w:p w14:paraId="70BF6B29" w14:textId="77777777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R</w:t>
                  </w:r>
                </w:p>
              </w:tc>
              <w:tc>
                <w:tcPr>
                  <w:tcW w:w="875" w:type="pct"/>
                  <w:tcBorders>
                    <w:bottom w:val="single" w:sz="4" w:space="0" w:color="8EA9DB"/>
                  </w:tcBorders>
                  <w:shd w:val="clear" w:color="auto" w:fill="auto"/>
                  <w:vAlign w:val="center"/>
                  <w:hideMark/>
                </w:tcPr>
                <w:p w14:paraId="7A7EFCAD" w14:textId="66F60144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B140D0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SR</w:t>
                  </w:r>
                </w:p>
              </w:tc>
            </w:tr>
            <w:tr w:rsidR="00B140D0" w:rsidRPr="00B140D0" w14:paraId="1FF9F682" w14:textId="77777777" w:rsidTr="00577758">
              <w:trPr>
                <w:trHeight w:val="528"/>
                <w:jc w:val="center"/>
              </w:trPr>
              <w:tc>
                <w:tcPr>
                  <w:tcW w:w="3183" w:type="pct"/>
                  <w:shd w:val="clear" w:color="D9E1F2" w:fill="FFFF00"/>
                  <w:vAlign w:val="center"/>
                  <w:hideMark/>
                </w:tcPr>
                <w:p w14:paraId="30014667" w14:textId="77777777" w:rsidR="00B140D0" w:rsidRPr="00B140D0" w:rsidRDefault="00B140D0" w:rsidP="00B140D0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B140D0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MESSAGE / CONSIGNMENT / HOUSE CONSIGNMENT.Country of destination (a2)</w:t>
                  </w:r>
                </w:p>
              </w:tc>
              <w:tc>
                <w:tcPr>
                  <w:tcW w:w="942" w:type="pct"/>
                  <w:shd w:val="clear" w:color="D9E1F2" w:fill="FFFF00"/>
                  <w:vAlign w:val="center"/>
                  <w:hideMark/>
                </w:tcPr>
                <w:p w14:paraId="3BF6B3F6" w14:textId="77777777" w:rsidR="00B140D0" w:rsidRPr="00B140D0" w:rsidRDefault="00B140D0" w:rsidP="00B140D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B140D0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R</w:t>
                  </w:r>
                </w:p>
              </w:tc>
              <w:tc>
                <w:tcPr>
                  <w:tcW w:w="875" w:type="pct"/>
                  <w:shd w:val="clear" w:color="D9E1F2" w:fill="FFFF00"/>
                  <w:vAlign w:val="center"/>
                  <w:hideMark/>
                </w:tcPr>
                <w:p w14:paraId="0262B658" w14:textId="5527A8EC" w:rsidR="00B140D0" w:rsidRPr="00B140D0" w:rsidRDefault="00B140D0" w:rsidP="00B140D0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B140D0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IE"/>
                    </w:rPr>
                    <w:t>SR</w:t>
                  </w:r>
                </w:p>
              </w:tc>
            </w:tr>
            <w:tr w:rsidR="00B140D0" w:rsidRPr="002D1F0D" w14:paraId="5FFA8367" w14:textId="77777777" w:rsidTr="00577758">
              <w:trPr>
                <w:trHeight w:val="528"/>
                <w:jc w:val="center"/>
              </w:trPr>
              <w:tc>
                <w:tcPr>
                  <w:tcW w:w="3183" w:type="pct"/>
                  <w:shd w:val="clear" w:color="auto" w:fill="auto"/>
                  <w:vAlign w:val="center"/>
                  <w:hideMark/>
                </w:tcPr>
                <w:p w14:paraId="537296F8" w14:textId="77777777" w:rsidR="00B140D0" w:rsidRPr="002D1F0D" w:rsidRDefault="00B140D0" w:rsidP="00B140D0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MESSAGE / CONSIGNMENT / HOUSE CONSIGNMENT / CONSIGNMENT ITEM.Country of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destination</w:t>
                  </w: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 xml:space="preserve"> (a2)</w:t>
                  </w:r>
                </w:p>
              </w:tc>
              <w:tc>
                <w:tcPr>
                  <w:tcW w:w="942" w:type="pct"/>
                  <w:shd w:val="clear" w:color="auto" w:fill="auto"/>
                  <w:vAlign w:val="center"/>
                  <w:hideMark/>
                </w:tcPr>
                <w:p w14:paraId="6E168C58" w14:textId="77777777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2D1F0D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R</w:t>
                  </w:r>
                </w:p>
              </w:tc>
              <w:tc>
                <w:tcPr>
                  <w:tcW w:w="875" w:type="pct"/>
                  <w:shd w:val="clear" w:color="auto" w:fill="auto"/>
                  <w:vAlign w:val="center"/>
                  <w:hideMark/>
                </w:tcPr>
                <w:p w14:paraId="72130D84" w14:textId="2F89902F" w:rsidR="00B140D0" w:rsidRPr="002D1F0D" w:rsidRDefault="00B140D0" w:rsidP="00B140D0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</w:pPr>
                  <w:r w:rsidRPr="00B140D0">
                    <w:rPr>
                      <w:rFonts w:asciiTheme="minorHAnsi" w:hAnsiTheme="minorHAnsi" w:cstheme="minorHAnsi"/>
                      <w:sz w:val="22"/>
                      <w:szCs w:val="22"/>
                      <w:lang w:val="en-IE"/>
                    </w:rPr>
                    <w:t>SR</w:t>
                  </w:r>
                </w:p>
              </w:tc>
            </w:tr>
          </w:tbl>
          <w:p w14:paraId="43CF37BF" w14:textId="77777777" w:rsidR="00B140D0" w:rsidRDefault="00B140D0" w:rsidP="00490795">
            <w:pPr>
              <w:pStyle w:val="paragraph"/>
              <w:spacing w:before="0" w:beforeAutospacing="0" w:after="0" w:afterAutospacing="0"/>
              <w:textAlignment w:val="baseline"/>
              <w:rPr>
                <w:bCs/>
                <w:sz w:val="18"/>
                <w:szCs w:val="18"/>
                <w:lang w:val="en-IE"/>
              </w:rPr>
            </w:pPr>
          </w:p>
          <w:p w14:paraId="1F7F2B44" w14:textId="189D234A" w:rsidR="00F839CB" w:rsidRDefault="00EC1664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5B470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Finally, t</w:t>
            </w:r>
            <w:r w:rsidR="00F839CB" w:rsidRPr="005B470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he following </w:t>
            </w:r>
            <w:r w:rsidRPr="005B4706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updates will be implemented in Appendix </w:t>
            </w:r>
            <w:r w:rsidR="007868D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57234C3C" w14:textId="77777777" w:rsidR="007868DB" w:rsidRDefault="007868DB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tbl>
            <w:tblPr>
              <w:tblW w:w="7635" w:type="dxa"/>
              <w:tblLook w:val="04A0" w:firstRow="1" w:lastRow="0" w:firstColumn="1" w:lastColumn="0" w:noHBand="0" w:noVBand="1"/>
            </w:tblPr>
            <w:tblGrid>
              <w:gridCol w:w="717"/>
              <w:gridCol w:w="689"/>
              <w:gridCol w:w="976"/>
              <w:gridCol w:w="2376"/>
              <w:gridCol w:w="1257"/>
              <w:gridCol w:w="3098"/>
            </w:tblGrid>
            <w:tr w:rsidR="00006FE6" w14:paraId="6C859E62" w14:textId="3527B6F8" w:rsidTr="005B4706">
              <w:trPr>
                <w:trHeight w:val="547"/>
              </w:trPr>
              <w:tc>
                <w:tcPr>
                  <w:tcW w:w="7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0080"/>
                  <w:vAlign w:val="bottom"/>
                  <w:hideMark/>
                </w:tcPr>
                <w:p w14:paraId="7A281261" w14:textId="77777777" w:rsidR="00006FE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IE</w:t>
                  </w:r>
                </w:p>
              </w:tc>
              <w:tc>
                <w:tcPr>
                  <w:tcW w:w="6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0080"/>
                  <w:vAlign w:val="bottom"/>
                  <w:hideMark/>
                </w:tcPr>
                <w:p w14:paraId="6E56019B" w14:textId="77777777" w:rsidR="00006FE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Level</w:t>
                  </w:r>
                </w:p>
              </w:tc>
              <w:tc>
                <w:tcPr>
                  <w:tcW w:w="9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0080"/>
                  <w:vAlign w:val="bottom"/>
                  <w:hideMark/>
                </w:tcPr>
                <w:p w14:paraId="74888693" w14:textId="77777777" w:rsidR="00006FE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Annex B</w:t>
                  </w:r>
                </w:p>
              </w:tc>
              <w:tc>
                <w:tcPr>
                  <w:tcW w:w="23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0080"/>
                  <w:vAlign w:val="bottom"/>
                  <w:hideMark/>
                </w:tcPr>
                <w:p w14:paraId="349FAB91" w14:textId="77777777" w:rsidR="00006FE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DG Name</w:t>
                  </w:r>
                </w:p>
              </w:tc>
              <w:tc>
                <w:tcPr>
                  <w:tcW w:w="14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0080"/>
                </w:tcPr>
                <w:p w14:paraId="1948C7EC" w14:textId="761370A6" w:rsidR="00006FE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</w:pPr>
                  <w:r w:rsidRPr="005219D2"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DI Name</w:t>
                  </w:r>
                </w:p>
              </w:tc>
              <w:tc>
                <w:tcPr>
                  <w:tcW w:w="14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0080"/>
                </w:tcPr>
                <w:p w14:paraId="4FA32946" w14:textId="5D4BE7A6" w:rsidR="00006FE6" w:rsidRPr="005219D2" w:rsidRDefault="00D024CC" w:rsidP="000C6B69">
                  <w:pP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US"/>
                    </w:rPr>
                    <w:t>P</w:t>
                  </w:r>
                  <w:r w:rsidR="00006FE6">
                    <w:rPr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US"/>
                    </w:rPr>
                    <w:t>ath</w:t>
                  </w:r>
                </w:p>
              </w:tc>
            </w:tr>
            <w:tr w:rsidR="00006FE6" w14:paraId="4C0A62AA" w14:textId="46135124" w:rsidTr="005B4706">
              <w:trPr>
                <w:trHeight w:val="291"/>
              </w:trPr>
              <w:tc>
                <w:tcPr>
                  <w:tcW w:w="714" w:type="dxa"/>
                  <w:tcBorders>
                    <w:top w:val="single" w:sz="4" w:space="0" w:color="A9D08E"/>
                    <w:left w:val="single" w:sz="4" w:space="0" w:color="A9D08E"/>
                    <w:bottom w:val="single" w:sz="4" w:space="0" w:color="A9D08E"/>
                    <w:right w:val="nil"/>
                  </w:tcBorders>
                  <w:shd w:val="clear" w:color="E2EFDA" w:fill="E2EFDA"/>
                  <w:noWrap/>
                  <w:hideMark/>
                </w:tcPr>
                <w:p w14:paraId="5D1A0518" w14:textId="77777777" w:rsidR="00006FE6" w:rsidRPr="005B470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IE013</w:t>
                  </w:r>
                </w:p>
              </w:tc>
              <w:tc>
                <w:tcPr>
                  <w:tcW w:w="689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  <w:noWrap/>
                  <w:hideMark/>
                </w:tcPr>
                <w:p w14:paraId="4A424E59" w14:textId="77777777" w:rsidR="00006FE6" w:rsidRPr="005B4706" w:rsidRDefault="00006FE6" w:rsidP="000C6B69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976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  <w:noWrap/>
                  <w:hideMark/>
                </w:tcPr>
                <w:p w14:paraId="6CC483FF" w14:textId="77777777" w:rsidR="00006FE6" w:rsidRPr="005B4706" w:rsidRDefault="00006FE6" w:rsidP="000C6B69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  <w:noWrap/>
                  <w:hideMark/>
                </w:tcPr>
                <w:p w14:paraId="4A08BB68" w14:textId="77777777" w:rsidR="00006FE6" w:rsidRPr="005B470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---HOUSE CONSIGNMENT</w:t>
                  </w:r>
                </w:p>
              </w:tc>
              <w:tc>
                <w:tcPr>
                  <w:tcW w:w="1440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</w:tcPr>
                <w:p w14:paraId="28138B59" w14:textId="385993EA" w:rsidR="00006FE6" w:rsidRPr="005B470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Country of destination</w:t>
                  </w:r>
                </w:p>
              </w:tc>
              <w:tc>
                <w:tcPr>
                  <w:tcW w:w="1440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</w:tcPr>
                <w:p w14:paraId="6E1C9DFB" w14:textId="4FCC78C8" w:rsidR="00006FE6" w:rsidRPr="005B4706" w:rsidRDefault="0091647F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IE013.CONSIGNMENT.HOUSE CONSIGNMENT.Country of destination</w:t>
                  </w:r>
                </w:p>
              </w:tc>
            </w:tr>
            <w:tr w:rsidR="00006FE6" w14:paraId="55166F27" w14:textId="691A547B" w:rsidTr="005B4706">
              <w:trPr>
                <w:trHeight w:val="291"/>
              </w:trPr>
              <w:tc>
                <w:tcPr>
                  <w:tcW w:w="714" w:type="dxa"/>
                  <w:tcBorders>
                    <w:top w:val="single" w:sz="4" w:space="0" w:color="A9D08E"/>
                    <w:left w:val="single" w:sz="4" w:space="0" w:color="A9D08E"/>
                    <w:bottom w:val="single" w:sz="4" w:space="0" w:color="A9D08E"/>
                    <w:right w:val="nil"/>
                  </w:tcBorders>
                  <w:shd w:val="clear" w:color="auto" w:fill="auto"/>
                  <w:noWrap/>
                  <w:hideMark/>
                </w:tcPr>
                <w:p w14:paraId="45780473" w14:textId="77777777" w:rsidR="00006FE6" w:rsidRPr="005B470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IE015</w:t>
                  </w:r>
                </w:p>
              </w:tc>
              <w:tc>
                <w:tcPr>
                  <w:tcW w:w="689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auto" w:fill="auto"/>
                  <w:noWrap/>
                  <w:hideMark/>
                </w:tcPr>
                <w:p w14:paraId="284F90D0" w14:textId="77777777" w:rsidR="00006FE6" w:rsidRPr="005B4706" w:rsidRDefault="00006FE6" w:rsidP="000C6B69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976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auto" w:fill="auto"/>
                  <w:noWrap/>
                  <w:hideMark/>
                </w:tcPr>
                <w:p w14:paraId="0F7337A9" w14:textId="77777777" w:rsidR="00006FE6" w:rsidRPr="005B4706" w:rsidRDefault="00006FE6" w:rsidP="000C6B69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auto" w:fill="auto"/>
                  <w:noWrap/>
                  <w:hideMark/>
                </w:tcPr>
                <w:p w14:paraId="522AF56E" w14:textId="77777777" w:rsidR="00006FE6" w:rsidRPr="005B470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---HOUSE CONSIGNMENT</w:t>
                  </w:r>
                </w:p>
              </w:tc>
              <w:tc>
                <w:tcPr>
                  <w:tcW w:w="1440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</w:tcPr>
                <w:p w14:paraId="762D46AF" w14:textId="29D6C04A" w:rsidR="00006FE6" w:rsidRPr="005B4706" w:rsidRDefault="009F1AD4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Country of destination</w:t>
                  </w:r>
                </w:p>
              </w:tc>
              <w:tc>
                <w:tcPr>
                  <w:tcW w:w="1440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</w:tcPr>
                <w:p w14:paraId="3227E2DA" w14:textId="6385C0B7" w:rsidR="00006FE6" w:rsidRPr="005B4706" w:rsidRDefault="00D5730E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IE015.CONSIGNMENT.HOUSE CONSIGNMENT.CONSIGNMENT ITEM.Country of destination</w:t>
                  </w:r>
                </w:p>
              </w:tc>
            </w:tr>
            <w:tr w:rsidR="00006FE6" w14:paraId="00F1CD63" w14:textId="1A0446A5" w:rsidTr="005B4706">
              <w:trPr>
                <w:trHeight w:val="291"/>
              </w:trPr>
              <w:tc>
                <w:tcPr>
                  <w:tcW w:w="714" w:type="dxa"/>
                  <w:tcBorders>
                    <w:top w:val="single" w:sz="4" w:space="0" w:color="A9D08E"/>
                    <w:left w:val="single" w:sz="4" w:space="0" w:color="A9D08E"/>
                    <w:bottom w:val="single" w:sz="4" w:space="0" w:color="A9D08E"/>
                    <w:right w:val="nil"/>
                  </w:tcBorders>
                  <w:shd w:val="clear" w:color="E2EFDA" w:fill="E2EFDA"/>
                  <w:noWrap/>
                  <w:hideMark/>
                </w:tcPr>
                <w:p w14:paraId="58B2FE1D" w14:textId="35C09DC9" w:rsidR="00006FE6" w:rsidRPr="005B470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  <w:t>IE0</w:t>
                  </w:r>
                  <w:r w:rsidRPr="005B4706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  <w:lang w:val="el-GR"/>
                    </w:rPr>
                    <w:t>17</w:t>
                  </w:r>
                </w:p>
              </w:tc>
              <w:tc>
                <w:tcPr>
                  <w:tcW w:w="689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  <w:noWrap/>
                  <w:hideMark/>
                </w:tcPr>
                <w:p w14:paraId="65CB7B4B" w14:textId="77777777" w:rsidR="00006FE6" w:rsidRPr="005B4706" w:rsidRDefault="00006FE6" w:rsidP="000C6B69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976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  <w:noWrap/>
                  <w:hideMark/>
                </w:tcPr>
                <w:p w14:paraId="4A45E781" w14:textId="77777777" w:rsidR="00006FE6" w:rsidRPr="005B4706" w:rsidRDefault="00006FE6" w:rsidP="000C6B69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  <w:noWrap/>
                  <w:hideMark/>
                </w:tcPr>
                <w:p w14:paraId="76CF11FB" w14:textId="77777777" w:rsidR="00006FE6" w:rsidRPr="005B470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  <w:t>---HOUSE CONSIGNMENT</w:t>
                  </w:r>
                </w:p>
              </w:tc>
              <w:tc>
                <w:tcPr>
                  <w:tcW w:w="1440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</w:tcPr>
                <w:p w14:paraId="31C85DA0" w14:textId="63150A63" w:rsidR="00006FE6" w:rsidRPr="005B4706" w:rsidRDefault="009F1AD4" w:rsidP="000C6B69">
                  <w:pP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Country of destination</w:t>
                  </w:r>
                </w:p>
              </w:tc>
              <w:tc>
                <w:tcPr>
                  <w:tcW w:w="1440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E2EFDA" w:fill="E2EFDA"/>
                </w:tcPr>
                <w:p w14:paraId="3116E60F" w14:textId="2069A20F" w:rsidR="00006FE6" w:rsidRPr="005B4706" w:rsidRDefault="00102069" w:rsidP="000C6B69">
                  <w:pPr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 w:themeColor="text1"/>
                      <w:sz w:val="22"/>
                      <w:szCs w:val="22"/>
                      <w:highlight w:val="yellow"/>
                    </w:rPr>
                    <w:t>IE017.CONSIGNMENT.HOUSE CONSIGNMENT.Country of destination</w:t>
                  </w:r>
                </w:p>
              </w:tc>
            </w:tr>
            <w:tr w:rsidR="00006FE6" w14:paraId="3ECF9B8E" w14:textId="5890997B" w:rsidTr="005B4706">
              <w:trPr>
                <w:trHeight w:val="291"/>
              </w:trPr>
              <w:tc>
                <w:tcPr>
                  <w:tcW w:w="714" w:type="dxa"/>
                  <w:tcBorders>
                    <w:top w:val="single" w:sz="4" w:space="0" w:color="A9D08E"/>
                    <w:left w:val="single" w:sz="4" w:space="0" w:color="A9D08E"/>
                    <w:bottom w:val="single" w:sz="4" w:space="0" w:color="A9D08E"/>
                    <w:right w:val="nil"/>
                  </w:tcBorders>
                  <w:shd w:val="clear" w:color="auto" w:fill="auto"/>
                  <w:noWrap/>
                  <w:hideMark/>
                </w:tcPr>
                <w:p w14:paraId="5761048A" w14:textId="77777777" w:rsidR="00006FE6" w:rsidRPr="005B470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IE043</w:t>
                  </w:r>
                </w:p>
              </w:tc>
              <w:tc>
                <w:tcPr>
                  <w:tcW w:w="689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auto" w:fill="auto"/>
                  <w:noWrap/>
                  <w:hideMark/>
                </w:tcPr>
                <w:p w14:paraId="3FF7F71A" w14:textId="77777777" w:rsidR="00006FE6" w:rsidRPr="005B4706" w:rsidRDefault="00006FE6" w:rsidP="000C6B69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976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auto" w:fill="auto"/>
                  <w:noWrap/>
                  <w:hideMark/>
                </w:tcPr>
                <w:p w14:paraId="26CF8500" w14:textId="77777777" w:rsidR="00006FE6" w:rsidRPr="005B4706" w:rsidRDefault="00006FE6" w:rsidP="000C6B69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  <w:shd w:val="clear" w:color="auto" w:fill="auto"/>
                  <w:noWrap/>
                  <w:hideMark/>
                </w:tcPr>
                <w:p w14:paraId="022E21B4" w14:textId="77777777" w:rsidR="00006FE6" w:rsidRPr="005B4706" w:rsidRDefault="00006FE6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---HOUSE CONSIGNMENT</w:t>
                  </w:r>
                </w:p>
              </w:tc>
              <w:tc>
                <w:tcPr>
                  <w:tcW w:w="1440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</w:tcPr>
                <w:p w14:paraId="0E55F94B" w14:textId="74D06A81" w:rsidR="00006FE6" w:rsidRPr="005B4706" w:rsidRDefault="009F1AD4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Country of destination</w:t>
                  </w:r>
                </w:p>
              </w:tc>
              <w:tc>
                <w:tcPr>
                  <w:tcW w:w="1440" w:type="dxa"/>
                  <w:tcBorders>
                    <w:top w:val="single" w:sz="4" w:space="0" w:color="A9D08E"/>
                    <w:left w:val="nil"/>
                    <w:bottom w:val="single" w:sz="4" w:space="0" w:color="A9D08E"/>
                    <w:right w:val="nil"/>
                  </w:tcBorders>
                </w:tcPr>
                <w:p w14:paraId="3E5CF473" w14:textId="1D6F6CDC" w:rsidR="00006FE6" w:rsidRPr="005B4706" w:rsidRDefault="00D5730E" w:rsidP="000C6B6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B4706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highlight w:val="yellow"/>
                    </w:rPr>
                    <w:t>IE043.CONSIGNMENT.HOUSE CONSIGNMENT.Country of destination</w:t>
                  </w:r>
                </w:p>
              </w:tc>
            </w:tr>
          </w:tbl>
          <w:p w14:paraId="35387334" w14:textId="77777777" w:rsidR="00EC1664" w:rsidRDefault="00EC1664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7219944" w14:textId="77777777" w:rsidR="00F839CB" w:rsidRDefault="00F839CB" w:rsidP="00490795">
            <w:pPr>
              <w:pStyle w:val="paragraph"/>
              <w:spacing w:before="0" w:beforeAutospacing="0" w:after="0" w:afterAutospacing="0"/>
              <w:textAlignment w:val="baseline"/>
              <w:rPr>
                <w:bCs/>
                <w:sz w:val="18"/>
                <w:szCs w:val="18"/>
              </w:rPr>
            </w:pPr>
          </w:p>
          <w:p w14:paraId="057260ED" w14:textId="77777777" w:rsidR="00325F75" w:rsidRPr="005B4706" w:rsidRDefault="00325F75" w:rsidP="00490795">
            <w:pPr>
              <w:pStyle w:val="paragraph"/>
              <w:spacing w:before="0" w:beforeAutospacing="0" w:after="0" w:afterAutospacing="0"/>
              <w:textAlignment w:val="baseline"/>
              <w:rPr>
                <w:bCs/>
                <w:sz w:val="18"/>
                <w:szCs w:val="18"/>
              </w:rPr>
            </w:pPr>
          </w:p>
          <w:p w14:paraId="43D61CA9" w14:textId="3B9B12F8" w:rsidR="00490795" w:rsidRPr="007F2CC6" w:rsidRDefault="00490795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</w:t>
            </w:r>
            <w:r w:rsidR="00CF7BDF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mpact</w:t>
            </w:r>
            <w:r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</w:t>
            </w:r>
            <w:r w:rsidR="00CF7BDF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ssessment</w:t>
            </w:r>
            <w:r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:</w:t>
            </w:r>
            <w:r w:rsidRPr="007F2CC6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8165424" w14:textId="63D14A13" w:rsidR="00490795" w:rsidRPr="007F2CC6" w:rsidRDefault="00490795" w:rsidP="004907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This RFC-Proposal</w:t>
            </w:r>
            <w:r w:rsidR="007266B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updates the structure of several core messages exchanged over the External and Common Domains</w:t>
            </w:r>
            <w:r w:rsidR="001535F1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</w:t>
            </w:r>
            <w:r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55DF3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I</w:t>
            </w:r>
            <w:r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 is </w:t>
            </w:r>
            <w:r w:rsidR="00155DF3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necessary to enforce compatibility between all National Transit Application,</w:t>
            </w:r>
            <w:r w:rsidR="00155DF3" w:rsidRPr="007F2CC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taking advantage of the BRT E1301. </w:t>
            </w:r>
            <w:r w:rsidR="00155DF3" w:rsidRPr="00577758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It must </w:t>
            </w:r>
            <w:r w:rsidRPr="00577758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be deployed </w:t>
            </w:r>
            <w:r w:rsidR="00155DF3" w:rsidRPr="00577758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(at any time) </w:t>
            </w:r>
            <w:r w:rsidR="00155DF3" w:rsidRPr="00577758">
              <w:rPr>
                <w:rStyle w:val="normaltextrun"/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u w:val="single"/>
                <w:shd w:val="clear" w:color="auto" w:fill="FFFFFF"/>
              </w:rPr>
              <w:t>before</w:t>
            </w:r>
            <w:r w:rsidR="00155DF3" w:rsidRPr="00577758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r w:rsidR="00FC2072" w:rsidRPr="00577758">
              <w:rPr>
                <w:rStyle w:val="normaltextrun"/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u w:val="single"/>
                <w:shd w:val="clear" w:color="auto" w:fill="FFFFFF"/>
              </w:rPr>
              <w:t>or on</w:t>
            </w:r>
            <w:r w:rsidR="00FC2072" w:rsidRPr="00577758">
              <w:rPr>
                <w:rStyle w:val="normaltextrun"/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r w:rsidR="00155DF3" w:rsidRPr="00577758">
              <w:rPr>
                <w:rStyle w:val="normaltextrun"/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>TPendDate</w:t>
            </w:r>
            <w:r w:rsidR="00155DF3" w:rsidRPr="007F2CC6">
              <w:rPr>
                <w:rStyle w:val="normaltextrun"/>
                <w:rFonts w:asciiTheme="minorHAns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55DF3" w:rsidRPr="007F2CC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(</w:t>
            </w:r>
            <w:r w:rsidR="004A71E0" w:rsidRPr="007F2CC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defined in CS/RD2-PROD CL990</w:t>
            </w:r>
            <w:r w:rsidR="00FC2072" w:rsidRPr="007F2CC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, expected to be defined based on the next version of UCC WP as ‘21.01.2025’</w:t>
            </w:r>
            <w:r w:rsidR="00155DF3" w:rsidRPr="007F2CC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="004A71E0" w:rsidRPr="007F2CC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2632FB4C" w14:textId="77777777" w:rsidR="00490795" w:rsidRPr="007F2CC6" w:rsidRDefault="00490795" w:rsidP="00C922B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A28861C" w14:textId="4185217F" w:rsidR="0037298C" w:rsidRPr="007F2CC6" w:rsidRDefault="0037298C" w:rsidP="0053402E">
            <w:pPr>
              <w:ind w:left="4860" w:hanging="48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F2CC6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</w:t>
            </w:r>
            <w:r w:rsidR="009F78E2"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155DF3" w:rsidRPr="005C5B3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TPendDate</w:t>
            </w:r>
            <w:r w:rsidR="00155DF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, as defined in CS/RD2-CL990</w:t>
            </w:r>
            <w:r w:rsidR="00155DF3" w:rsidRPr="00FC72CC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14:paraId="3FADC4CD" w14:textId="2E8BD7EA" w:rsidR="0037298C" w:rsidRPr="007F2CC6" w:rsidRDefault="0037298C" w:rsidP="0037298C">
            <w:pPr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7F2CC6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  <w:lang w:val="en-IE"/>
              </w:rPr>
              <w:lastRenderedPageBreak/>
              <w:t>Proposed</w:t>
            </w:r>
            <w:r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</w:t>
            </w:r>
            <w:r w:rsidR="005C7A7A"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="00447D2F"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="00155DF3" w:rsidRPr="007574F8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202</w:t>
            </w:r>
            <w:r w:rsidR="00155DF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4Q2 (precise date to be confirmed)</w:t>
            </w:r>
          </w:p>
          <w:p w14:paraId="0863C424" w14:textId="1F0DF7E6" w:rsidR="0037298C" w:rsidRPr="00AE06CE" w:rsidRDefault="0037298C" w:rsidP="003729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2CC6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IE"/>
              </w:rPr>
              <w:t xml:space="preserve"> date of approval by </w:t>
            </w:r>
            <w:r w:rsidR="00A1068F"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IE"/>
              </w:rPr>
              <w:t>NPMs</w:t>
            </w:r>
            <w:r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IE"/>
              </w:rPr>
              <w:t xml:space="preserve"> (T-CAB):               </w:t>
            </w:r>
            <w:r w:rsidR="0074564F"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="00292C96" w:rsidRPr="007F2CC6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="00155DF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T</w:t>
            </w:r>
            <w:r w:rsidR="00155DF3" w:rsidRPr="004D588F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ogether with DDNTA-5.15.2</w:t>
            </w:r>
            <w:r w:rsidR="00155DF3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063E0515" w14:textId="77777777" w:rsidR="006A20F3" w:rsidRPr="00AE06CE" w:rsidRDefault="006A20F3" w:rsidP="003729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A967BA" w14:textId="77777777" w:rsidR="00CD60A9" w:rsidRDefault="00171200" w:rsidP="003729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 w:rsidR="0037298C" w:rsidRPr="00AE06C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6E902775" w14:textId="088666AB" w:rsidR="000A39E9" w:rsidRPr="0070053F" w:rsidRDefault="00292C96" w:rsidP="00A05ED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Movements will be blocked and manual BCP would be required </w:t>
            </w:r>
            <w:r w:rsidR="0050394D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CD60A9">
              <w:rPr>
                <w:rFonts w:asciiTheme="minorHAnsi" w:hAnsiTheme="minorHAnsi" w:cstheme="minorHAnsi"/>
                <w:sz w:val="22"/>
                <w:szCs w:val="22"/>
              </w:rPr>
              <w:t>Common Domain messages will be rejected</w:t>
            </w:r>
            <w:r w:rsidR="0050394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CD60A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97F9B34" w14:textId="3C56C2AF" w:rsidR="00155DF3" w:rsidRPr="007F2CC6" w:rsidRDefault="00577758" w:rsidP="00155DF3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758">
              <w:rPr>
                <w:rFonts w:asciiTheme="minorHAnsi" w:eastAsia="Wingdings" w:hAnsiTheme="minorHAnsi" w:cstheme="minorHAnsi"/>
                <w:b/>
                <w:sz w:val="22"/>
                <w:szCs w:val="22"/>
                <w:highlight w:val="cyan"/>
              </w:rPr>
              <w:sym w:font="Wingdings" w:char="F0E8"/>
            </w:r>
            <w:r w:rsidR="00155DF3" w:rsidRPr="007F2CC6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</w:rPr>
              <w:t xml:space="preserve"> This change </w:t>
            </w:r>
            <w:r w:rsidR="00155DF3" w:rsidRPr="007F2CC6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u w:val="single"/>
              </w:rPr>
              <w:t>MUST</w:t>
            </w:r>
            <w:r w:rsidR="00155DF3" w:rsidRPr="007F2CC6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</w:rPr>
              <w:t xml:space="preserve"> be applied by </w:t>
            </w:r>
            <w:r w:rsidR="00155DF3" w:rsidRPr="007F2CC6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u w:val="single"/>
              </w:rPr>
              <w:t>all NAs</w:t>
            </w:r>
            <w:r w:rsidR="00155DF3" w:rsidRPr="007F2CC6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</w:rPr>
              <w:t xml:space="preserve"> and </w:t>
            </w:r>
            <w:r w:rsidR="00155DF3" w:rsidRPr="007F2CC6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u w:val="single"/>
              </w:rPr>
              <w:t>all traders</w:t>
            </w:r>
            <w:r w:rsidR="00155DF3" w:rsidRPr="007F2CC6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</w:rPr>
              <w:t xml:space="preserve"> </w:t>
            </w:r>
            <w:r w:rsidR="00155DF3" w:rsidRPr="00D25641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cyan"/>
              </w:rPr>
              <w:t xml:space="preserve">at the latest </w:t>
            </w:r>
            <w:r w:rsidR="00155DF3" w:rsidRPr="007F2CC6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</w:rPr>
              <w:t>on TPendDate.</w:t>
            </w:r>
          </w:p>
          <w:p w14:paraId="2C308633" w14:textId="3A779B27" w:rsidR="00C922B4" w:rsidRPr="007F2CC6" w:rsidRDefault="00C922B4" w:rsidP="005C7A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A776C" w14:textId="6D9454B9" w:rsidR="004E7A18" w:rsidRPr="007F2CC6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  <w:lang w:val="en-GB"/>
              </w:rPr>
              <w:t>Impacted Messages:</w:t>
            </w:r>
            <w:r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074EBC91" w14:textId="0B3A01EA" w:rsidR="008B5D34" w:rsidRPr="007F2CC6" w:rsidRDefault="00A20065" w:rsidP="00A05ED4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Bidi"/>
                <w:sz w:val="22"/>
                <w:szCs w:val="22"/>
                <w:lang w:val="en-IE"/>
              </w:rPr>
            </w:pPr>
            <w:r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IE"/>
              </w:rPr>
              <w:t>External Domain:</w:t>
            </w:r>
            <w:r w:rsidRPr="56CF3827">
              <w:rPr>
                <w:rStyle w:val="normaltextrun"/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</w:t>
            </w:r>
            <w:r w:rsidR="005C7A7A" w:rsidRPr="56CF3827">
              <w:rPr>
                <w:rStyle w:val="normaltextrun"/>
                <w:rFonts w:asciiTheme="minorHAnsi" w:hAnsiTheme="minorHAnsi" w:cstheme="minorBidi"/>
                <w:sz w:val="22"/>
                <w:szCs w:val="22"/>
                <w:lang w:val="en-IE"/>
              </w:rPr>
              <w:t>CC013C, CC015C</w:t>
            </w:r>
            <w:r w:rsidR="00CD60A9" w:rsidRPr="56CF3827">
              <w:rPr>
                <w:rStyle w:val="normaltextrun"/>
                <w:rFonts w:asciiTheme="minorHAnsi" w:hAnsiTheme="minorHAnsi" w:cstheme="minorBidi"/>
                <w:sz w:val="22"/>
                <w:szCs w:val="22"/>
                <w:lang w:val="en-IE"/>
              </w:rPr>
              <w:t>,</w:t>
            </w:r>
            <w:r w:rsidR="00D87D6D" w:rsidRPr="56CF3827">
              <w:rPr>
                <w:rStyle w:val="normaltextrun"/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CC017C,</w:t>
            </w:r>
            <w:r w:rsidR="00D87D6D" w:rsidRPr="56CF3827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70C2CB7D" w:rsidRPr="56CF3827">
              <w:rPr>
                <w:rFonts w:asciiTheme="minorHAnsi" w:hAnsiTheme="minorHAnsi" w:cstheme="minorBidi"/>
                <w:sz w:val="22"/>
                <w:szCs w:val="22"/>
              </w:rPr>
              <w:t>CC029C,</w:t>
            </w:r>
            <w:r w:rsidR="00D87D6D" w:rsidRPr="56CF3827">
              <w:rPr>
                <w:rStyle w:val="normaltextrun"/>
                <w:rFonts w:asciiTheme="minorHAnsi" w:hAnsiTheme="minorHAnsi" w:cstheme="minorBidi"/>
                <w:sz w:val="22"/>
                <w:szCs w:val="22"/>
                <w:lang w:val="en-IE"/>
              </w:rPr>
              <w:t xml:space="preserve"> CC043C</w:t>
            </w:r>
            <w:r w:rsidR="00CD60A9" w:rsidRPr="56CF3827">
              <w:rPr>
                <w:rStyle w:val="normaltextrun"/>
                <w:rFonts w:asciiTheme="minorHAnsi" w:hAnsiTheme="minorHAnsi" w:cstheme="minorBidi"/>
                <w:sz w:val="22"/>
                <w:szCs w:val="22"/>
                <w:lang w:val="en-IE"/>
              </w:rPr>
              <w:t>.</w:t>
            </w:r>
          </w:p>
          <w:p w14:paraId="4E279738" w14:textId="30F26221" w:rsidR="00A05ED4" w:rsidRPr="007F2CC6" w:rsidRDefault="00A20065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>Common Domain:</w:t>
            </w:r>
            <w:r w:rsidR="00B34E57"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lang w:val="en-IE"/>
              </w:rPr>
              <w:t xml:space="preserve"> </w:t>
            </w:r>
            <w:r w:rsidR="00DA5F7D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CD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001</w:t>
            </w:r>
            <w:r w:rsidR="00DA5F7D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DA5F7D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CD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003</w:t>
            </w:r>
            <w:r w:rsidR="00DA5F7D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B34E5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CD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038</w:t>
            </w:r>
            <w:r w:rsidR="00B34E5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B34E5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CD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050</w:t>
            </w:r>
            <w:r w:rsidR="00B34E5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B34E5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CD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115</w:t>
            </w:r>
            <w:r w:rsidR="00B34E5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B34E5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CD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160</w:t>
            </w:r>
            <w:r w:rsidR="00B34E5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05ED4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, CD165</w:t>
            </w:r>
            <w:r w:rsidR="00B34E57" w:rsidRPr="007F2CC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  <w:t>C.</w:t>
            </w:r>
          </w:p>
          <w:p w14:paraId="200B4ACC" w14:textId="77777777" w:rsidR="00D10C34" w:rsidRPr="007F2CC6" w:rsidRDefault="00D10C34" w:rsidP="00C922B4">
            <w:pP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19608C21" w14:textId="20197729" w:rsidR="00C922B4" w:rsidRPr="007F2CC6" w:rsidRDefault="00C922B4" w:rsidP="00C922B4">
            <w:pPr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0CC9A9B6" w14:textId="0118AAE0" w:rsidR="00241BC6" w:rsidRPr="007F2CC6" w:rsidRDefault="00615F1B" w:rsidP="00A05ED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F2CC6">
              <w:rPr>
                <w:rFonts w:asciiTheme="minorHAnsi" w:hAnsiTheme="minorHAnsi" w:cstheme="minorHAnsi"/>
                <w:sz w:val="22"/>
                <w:szCs w:val="22"/>
              </w:rPr>
              <w:t xml:space="preserve">C0343, </w:t>
            </w:r>
            <w:r w:rsidR="00FC2072" w:rsidRPr="007F2CC6">
              <w:rPr>
                <w:rFonts w:asciiTheme="minorHAnsi" w:hAnsiTheme="minorHAnsi" w:cstheme="minorHAnsi"/>
                <w:sz w:val="22"/>
                <w:szCs w:val="22"/>
              </w:rPr>
              <w:t xml:space="preserve">E1301, </w:t>
            </w:r>
            <w:r w:rsidR="002206BB" w:rsidRPr="007F2CC6">
              <w:rPr>
                <w:rFonts w:asciiTheme="minorHAnsi" w:hAnsiTheme="minorHAnsi" w:cstheme="minorHAnsi"/>
                <w:sz w:val="22"/>
                <w:szCs w:val="22"/>
              </w:rPr>
              <w:t>R0506</w:t>
            </w:r>
            <w:r w:rsidR="00FC2072" w:rsidRPr="007F2CC6">
              <w:rPr>
                <w:rFonts w:asciiTheme="minorHAnsi" w:hAnsiTheme="minorHAnsi" w:cstheme="minorHAnsi"/>
                <w:sz w:val="22"/>
                <w:szCs w:val="22"/>
              </w:rPr>
              <w:t>, R3060, R3062</w:t>
            </w:r>
            <w:r w:rsidR="001B5112" w:rsidRPr="007F2CC6">
              <w:rPr>
                <w:rFonts w:asciiTheme="minorHAnsi" w:hAnsiTheme="minorHAnsi" w:cstheme="minorHAnsi"/>
                <w:sz w:val="22"/>
                <w:szCs w:val="22"/>
              </w:rPr>
              <w:t>, G0113</w:t>
            </w:r>
            <w:r w:rsidR="00DD466A" w:rsidRPr="007F2C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E3D7332" w14:textId="48B89B49" w:rsidR="00C922B4" w:rsidRPr="007F2CC6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7F2CC6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476A3950" w14:textId="0237B1FF" w:rsidR="00C922B4" w:rsidRDefault="00C922B4" w:rsidP="006E1D66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Impacted CI</w:t>
            </w:r>
            <w:r w:rsidR="002A1F1D"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Artefacts</w:t>
            </w:r>
            <w:r w:rsidRPr="007F2CC6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: 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2666E642" w14:textId="3A9DC0C1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CSE-v51.8.</w:t>
            </w:r>
            <w:r w:rsidR="00B446B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4A034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.</w:t>
            </w:r>
          </w:p>
          <w:p w14:paraId="549C3E41" w14:textId="004198CA" w:rsidR="00AE06CE" w:rsidRPr="00AE06CE" w:rsidRDefault="00AE06CE" w:rsidP="00A05ED4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</w:pPr>
            <w:r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DDNTA-5.15.</w:t>
            </w:r>
            <w:r w:rsidR="00B446B7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1</w:t>
            </w:r>
            <w:r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-v1.00 (</w:t>
            </w:r>
            <w:r w:rsidR="00C85AE9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</w:rPr>
              <w:t>Main Document and</w:t>
            </w:r>
            <w:r w:rsidR="006E1D66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Appendi</w:t>
            </w:r>
            <w:r w:rsidR="00CD60A9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ces </w:t>
            </w:r>
            <w:r w:rsidR="1DB9538B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S, </w:t>
            </w:r>
            <w:r w:rsidR="0050394D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D, </w:t>
            </w:r>
            <w:r w:rsidR="00293FFB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J</w:t>
            </w:r>
            <w:r w:rsidR="00293FFB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, </w:t>
            </w:r>
            <w:r w:rsidR="00CD60A9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K,</w:t>
            </w:r>
            <w:r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Q2</w:t>
            </w:r>
            <w:r w:rsidR="00CD60A9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,</w:t>
            </w:r>
            <w:r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Q2_R_C</w:t>
            </w:r>
            <w:r w:rsidR="00B72C97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,</w:t>
            </w:r>
            <w:r w:rsidR="00B72C97"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R</w:t>
            </w:r>
            <w:r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): </w:t>
            </w:r>
            <w:r w:rsidRPr="56CF3827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</w:p>
          <w:p w14:paraId="090D1A02" w14:textId="77777777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NCTS-P5 (FSS/BPM): 5.30.2: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6AB82C3" w14:textId="77777777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DDCOM-20.4.0-v1.00: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CC449FC" w14:textId="2E65D05B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DDNTA-5.15.</w:t>
            </w:r>
            <w:r w:rsidR="00B446B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 (Main Document):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607E0BA" w14:textId="5DAFC620" w:rsidR="00AE06CE" w:rsidRPr="00B033CB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033C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DMP Package-v5.</w:t>
            </w:r>
            <w:r w:rsidR="00B446B7" w:rsidRPr="00B033C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8</w:t>
            </w:r>
            <w:r w:rsidRPr="00B033C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.0-v1.00: </w:t>
            </w:r>
            <w:r w:rsidR="00B033CB" w:rsidRPr="00B033C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B033C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  </w:t>
            </w:r>
          </w:p>
          <w:p w14:paraId="627C536D" w14:textId="112C81AF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CTS-5.</w:t>
            </w:r>
            <w:r w:rsidR="00C5785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8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B033C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4</w:t>
            </w: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69963B3" w14:textId="77777777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ACS Main Document: v5.8.0-v1.00 &amp; ACS Annex for NCTS: 5.8.0-v1.00: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592A178" w14:textId="271AB49D" w:rsidR="00AE06CE" w:rsidRPr="00E871E9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E871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CTP-5.10.0-v1.00: </w:t>
            </w:r>
            <w:r w:rsidR="006B3BA6" w:rsidRPr="00E871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Yes</w:t>
            </w:r>
            <w:r w:rsidRPr="00E871E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75495175" w14:textId="58E4DFFC" w:rsidR="00AE06CE" w:rsidRPr="00AE06CE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TRP-5.1</w:t>
            </w:r>
            <w:r w:rsidR="00C578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3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="00B033C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5</w:t>
            </w:r>
            <w:r w:rsidR="00C578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-v1.01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</w:t>
            </w:r>
            <w:r w:rsidRPr="00AE06C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  <w:p w14:paraId="18C6DFAE" w14:textId="37C37422" w:rsidR="00AE06CE" w:rsidRPr="00165894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CRP-5.</w:t>
            </w:r>
            <w:r w:rsidR="00C578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8</w:t>
            </w:r>
            <w:r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="00B033C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3</w:t>
            </w:r>
            <w:r w:rsidR="00C87D8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CD60A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(DROOLS)</w:t>
            </w:r>
            <w:r w:rsidR="00165894"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="00165894"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</w:t>
            </w:r>
            <w:r w:rsidR="00165894" w:rsidRPr="0016589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es.</w:t>
            </w:r>
            <w:r w:rsidR="00FC2072" w:rsidRPr="00B065D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(only to keep the latest version of rules.drl </w:t>
            </w:r>
            <w:r w:rsidR="00FC207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(</w:t>
            </w:r>
            <w:r w:rsidR="00FC2072" w:rsidRPr="00B065D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DROOLS) synchronized with TRP)</w:t>
            </w:r>
          </w:p>
          <w:p w14:paraId="207FD886" w14:textId="1DBC74D4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 1.0.4.1: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3A25D00" w14:textId="61DAA242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AES-P1 and NCTS-P5 Long-Lived “Legacy” (L3) Movements Study v1.50-v1.00: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66D6BE69" w14:textId="77777777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5753B42F" w14:textId="1B8FB57D" w:rsidR="00AE06CE" w:rsidRPr="004A034A" w:rsidRDefault="00AE06CE" w:rsidP="00A05ED4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41345A72" w14:textId="77777777" w:rsidR="00AE06CE" w:rsidRPr="007F2CC6" w:rsidRDefault="00AE06CE" w:rsidP="00A05ED4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A034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UCC IA/DA Annex B: No</w:t>
            </w:r>
            <w: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107EAC6C" w14:textId="77777777" w:rsidR="00AE06CE" w:rsidRPr="004A034A" w:rsidRDefault="00AE06CE" w:rsidP="00AE06C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</w:p>
          <w:p w14:paraId="4D5E4F00" w14:textId="31A2F145" w:rsidR="00FC2072" w:rsidRPr="002F7177" w:rsidRDefault="00FC2072" w:rsidP="002F7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2EE6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NCTS</w:t>
            </w:r>
            <w:r w:rsidRPr="00AE4D6E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-P6: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033CB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B065D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(a dedicated RFC is created to ensure consistency 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a</w:t>
            </w:r>
            <w:r w:rsidRPr="00B065D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nd 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o</w:t>
            </w:r>
            <w:r w:rsidRPr="00B065D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perational continuity).</w:t>
            </w:r>
          </w:p>
        </w:tc>
      </w:tr>
    </w:tbl>
    <w:p w14:paraId="39BE941F" w14:textId="0EEA683F" w:rsidR="00320A8C" w:rsidRDefault="00320A8C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2C02782D" w14:textId="6B42CCFE" w:rsidR="00483E6C" w:rsidRPr="00320A8C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489838A6">
        <w:trPr>
          <w:trHeight w:val="403"/>
        </w:trPr>
        <w:tc>
          <w:tcPr>
            <w:tcW w:w="2802" w:type="dxa"/>
          </w:tcPr>
          <w:p w14:paraId="6497EA4C" w14:textId="74070043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8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</w:t>
            </w:r>
            <w:r w:rsidR="00AD7A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67421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446B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804" w:type="dxa"/>
          </w:tcPr>
          <w:p w14:paraId="33044871" w14:textId="030377FC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7298C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7298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ImpSMART"/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92D7E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9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C0374CA" w:rsidR="00F42063" w:rsidRPr="00CD1279" w:rsidRDefault="00D1738F" w:rsidP="00890A95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US"/>
                    </w:rPr>
                    <w:t>D.I.</w:t>
                  </w:r>
                  <w:r w:rsidRPr="000E69BF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US"/>
                    </w:rPr>
                    <w:t>‘</w:t>
                  </w:r>
                  <w:r w:rsidRPr="000E69B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Country of destination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’</w:t>
                  </w:r>
                  <w:r w:rsidRPr="000E69B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will be added under the D.G.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‘</w:t>
                  </w:r>
                  <w:r w:rsidRPr="000E69B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House Consignment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’</w:t>
                  </w:r>
                  <w:r w:rsidR="00890A95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 w:rsidRPr="00F94ED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as described in </w:t>
                  </w: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section 3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74B78" w:rsidRPr="006B1220" w14:paraId="19F3907F" w14:textId="77777777" w:rsidTr="00F45AA3">
        <w:trPr>
          <w:trHeight w:val="1833"/>
        </w:trPr>
        <w:tc>
          <w:tcPr>
            <w:tcW w:w="2802" w:type="dxa"/>
          </w:tcPr>
          <w:p w14:paraId="0B5374DE" w14:textId="77777777" w:rsidR="00674B78" w:rsidRPr="006B1220" w:rsidRDefault="00674B78" w:rsidP="00674B7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5.15.1-v1.00 (Appendices)</w:t>
            </w:r>
          </w:p>
        </w:tc>
        <w:tc>
          <w:tcPr>
            <w:tcW w:w="6804" w:type="dxa"/>
          </w:tcPr>
          <w:p w14:paraId="1BB712B0" w14:textId="77777777" w:rsidR="00674B78" w:rsidRDefault="00674B78" w:rsidP="00674B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Low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59549997" w14:textId="77777777" w:rsidR="00674B78" w:rsidRDefault="00674B78" w:rsidP="00674B7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674B78" w14:paraId="7D8A4EAC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9523C7" w14:textId="0E230479" w:rsidR="00674B78" w:rsidRPr="001328DB" w:rsidRDefault="00674B78" w:rsidP="00890A95">
                  <w:pPr>
                    <w:spacing w:before="120"/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56CF382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See section 3.  PDF of Appendix ‘Q2’ generated by SpecsManager. Manual update of Appendices ‘D’, </w:t>
                  </w:r>
                  <w:r w:rsidR="3F0407A2" w:rsidRPr="56CF382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'S', </w:t>
                  </w:r>
                  <w:r w:rsidRPr="56CF382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‘K’ and ‘Q2_R_C’ for wording of </w:t>
                  </w:r>
                  <w:r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 xml:space="preserve">C0343, R0506, </w:t>
                  </w:r>
                  <w:r w:rsidR="00C64130"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>R</w:t>
                  </w:r>
                  <w:r w:rsidR="00274D5A"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>3060, R</w:t>
                  </w:r>
                  <w:r w:rsidR="004315A5"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>3</w:t>
                  </w:r>
                  <w:r w:rsidR="00274D5A"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>0</w:t>
                  </w:r>
                  <w:r w:rsidR="004315A5"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>6</w:t>
                  </w:r>
                  <w:r w:rsidR="00274D5A"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>2</w:t>
                  </w:r>
                  <w:r w:rsidR="00C64130"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>,</w:t>
                  </w:r>
                  <w:r w:rsidR="002C3815"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56CF3827">
                    <w:rPr>
                      <w:rFonts w:asciiTheme="minorHAnsi" w:hAnsiTheme="minorHAnsi" w:cstheme="minorBidi"/>
                      <w:b/>
                      <w:bCs/>
                      <w:sz w:val="22"/>
                      <w:szCs w:val="22"/>
                    </w:rPr>
                    <w:t xml:space="preserve">E1301. </w:t>
                  </w:r>
                </w:p>
              </w:tc>
            </w:tr>
          </w:tbl>
          <w:p w14:paraId="3DF92454" w14:textId="77777777" w:rsidR="00674B78" w:rsidRPr="00B62BD3" w:rsidRDefault="00674B78" w:rsidP="00674B7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310D7" w:rsidRPr="006B1220" w14:paraId="5D368D9E" w14:textId="77777777" w:rsidTr="00EB0EB2">
        <w:trPr>
          <w:trHeight w:val="1223"/>
        </w:trPr>
        <w:tc>
          <w:tcPr>
            <w:tcW w:w="2802" w:type="dxa"/>
          </w:tcPr>
          <w:p w14:paraId="13AF594D" w14:textId="1A92BB65" w:rsidR="008310D7" w:rsidRDefault="008310D7" w:rsidP="008310D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94E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94E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0894E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00894E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CTP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5.10.0-v1.00 (Appendices)</w:t>
            </w:r>
          </w:p>
        </w:tc>
        <w:tc>
          <w:tcPr>
            <w:tcW w:w="6804" w:type="dxa"/>
          </w:tcPr>
          <w:p w14:paraId="1D4F23EF" w14:textId="77777777" w:rsidR="008310D7" w:rsidRDefault="008310D7" w:rsidP="008310D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Low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224C76" w14:textId="77777777" w:rsidR="008310D7" w:rsidRDefault="008310D7" w:rsidP="008310D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8310D7" w14:paraId="1AECAE4C" w14:textId="77777777" w:rsidTr="00F30A1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C0D07" w14:textId="17E0B259" w:rsidR="008310D7" w:rsidRPr="001328DB" w:rsidRDefault="00EB0EB2" w:rsidP="008310D7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Addition of a new test case.</w:t>
                  </w:r>
                  <w:r w:rsidR="008310D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9019825" w14:textId="77777777" w:rsidR="008310D7" w:rsidRPr="00B62BD3" w:rsidRDefault="008310D7" w:rsidP="008310D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8310D7" w:rsidRPr="006B1220" w14:paraId="2BD00560" w14:textId="77777777" w:rsidTr="00F45AA3">
        <w:trPr>
          <w:trHeight w:val="3106"/>
        </w:trPr>
        <w:tc>
          <w:tcPr>
            <w:tcW w:w="2802" w:type="dxa"/>
          </w:tcPr>
          <w:p w14:paraId="4CFFECC2" w14:textId="25A141F3" w:rsidR="008310D7" w:rsidRPr="00AC69CC" w:rsidRDefault="008310D7" w:rsidP="008310D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t xml:space="preserve"> TRP-5.1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5-v1.01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t xml:space="preserve"> (and related version of CTP-Explorer) (CONF only)</w:t>
            </w:r>
          </w:p>
        </w:tc>
        <w:tc>
          <w:tcPr>
            <w:tcW w:w="6804" w:type="dxa"/>
          </w:tcPr>
          <w:p w14:paraId="38945179" w14:textId="77777777" w:rsidR="008310D7" w:rsidRPr="00AC69CC" w:rsidRDefault="008310D7" w:rsidP="008310D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AC69C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AC69CC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D0665A7" w14:textId="3FFF2F1C" w:rsidR="008310D7" w:rsidRPr="00AC69CC" w:rsidRDefault="008310D7" w:rsidP="008310D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AC69CC">
              <w:rPr>
                <w:rFonts w:asciiTheme="minorHAnsi" w:hAnsiTheme="minorHAnsi" w:cs="Arial"/>
                <w:sz w:val="22"/>
                <w:szCs w:val="22"/>
              </w:rPr>
              <w:t>Draft impact on CTP/TRP identified at this stage:</w:t>
            </w:r>
          </w:p>
          <w:tbl>
            <w:tblPr>
              <w:tblW w:w="6578" w:type="dxa"/>
              <w:tblLook w:val="04A0" w:firstRow="1" w:lastRow="0" w:firstColumn="1" w:lastColumn="0" w:noHBand="0" w:noVBand="1"/>
            </w:tblPr>
            <w:tblGrid>
              <w:gridCol w:w="2192"/>
              <w:gridCol w:w="837"/>
              <w:gridCol w:w="3549"/>
            </w:tblGrid>
            <w:tr w:rsidR="008310D7" w:rsidRPr="00AC69CC" w14:paraId="24B7C360" w14:textId="77777777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589E4" w14:textId="1AD01CFC" w:rsidR="008310D7" w:rsidRPr="00AC69CC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Update TC: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7E35E" w14:textId="40DA50B6" w:rsidR="008310D7" w:rsidRPr="00AC69CC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n/a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A6A96" w14:textId="0B114F4D" w:rsidR="008310D7" w:rsidRPr="00282FD4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1E65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TFE-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</w:t>
                  </w:r>
                  <w:r w:rsidRPr="001E65B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0343</w:t>
                  </w:r>
                  <w:r w:rsidRPr="006C6C04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TFE-R0506, TFE-R3060, TFE-R3062</w:t>
                  </w:r>
                </w:p>
              </w:tc>
            </w:tr>
            <w:tr w:rsidR="008310D7" w:rsidRPr="00AC69CC" w14:paraId="406BD82F" w14:textId="77777777" w:rsidTr="00AC69CC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C8E3E" w14:textId="77777777" w:rsidR="008310D7" w:rsidRPr="00AC69CC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New Test Cases: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98983" w14:textId="43C0805C" w:rsidR="008310D7" w:rsidRPr="00AC69CC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7D27C7" w14:textId="34C2193F" w:rsidR="008310D7" w:rsidRPr="002F78D4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F78D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 new test case </w:t>
                  </w:r>
                  <w:r w:rsidRPr="001A3C6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(TBD) </w:t>
                  </w:r>
                  <w:r w:rsidRPr="002F78D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will be introduced </w:t>
                  </w:r>
                </w:p>
              </w:tc>
            </w:tr>
            <w:tr w:rsidR="008310D7" w:rsidRPr="00AC69CC" w14:paraId="211848CE" w14:textId="77777777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14EB8" w14:textId="77777777" w:rsidR="008310D7" w:rsidRPr="00AC69CC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  <w:t>Updated Drools: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59726" w14:textId="77777777" w:rsidR="008310D7" w:rsidRPr="00AC69CC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47063" w14:textId="2153BE81" w:rsidR="008310D7" w:rsidRPr="00AC69CC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Correction in file </w:t>
                  </w:r>
                  <w:r w:rsidRPr="00AC69CC">
                    <w:rPr>
                      <w:rFonts w:ascii="Courier New" w:hAnsi="Courier New" w:cs="Courier New"/>
                      <w:bCs/>
                      <w:sz w:val="22"/>
                      <w:szCs w:val="22"/>
                    </w:rPr>
                    <w:t>Rules.drl</w:t>
                  </w: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for </w:t>
                  </w:r>
                  <w:r w:rsidRPr="006944EA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C0343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, </w:t>
                  </w:r>
                  <w:r w:rsidRPr="002160F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R0506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, R3060, R3062 and E1301.</w:t>
                  </w:r>
                </w:p>
              </w:tc>
            </w:tr>
            <w:tr w:rsidR="008310D7" w:rsidRPr="00587645" w14:paraId="31A42199" w14:textId="77777777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DBB36" w14:textId="77777777" w:rsidR="008310D7" w:rsidRPr="00AC69CC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Other: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3DF2F" w14:textId="3CFAD9B7" w:rsidR="008310D7" w:rsidRPr="00AC69CC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n/a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5DC60" w14:textId="06966589" w:rsidR="008310D7" w:rsidRPr="00587645" w:rsidRDefault="008310D7" w:rsidP="008310D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69C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n/a</w:t>
                  </w:r>
                </w:p>
              </w:tc>
            </w:tr>
          </w:tbl>
          <w:p w14:paraId="112AA386" w14:textId="07A8BD17" w:rsidR="008310D7" w:rsidRPr="00F00F11" w:rsidRDefault="008310D7" w:rsidP="008310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10D7" w:rsidRPr="006B1220" w14:paraId="2073CA89" w14:textId="77777777" w:rsidTr="489838A6">
        <w:trPr>
          <w:trHeight w:val="1286"/>
        </w:trPr>
        <w:tc>
          <w:tcPr>
            <w:tcW w:w="2802" w:type="dxa"/>
          </w:tcPr>
          <w:p w14:paraId="34708B94" w14:textId="5F697E74" w:rsidR="008310D7" w:rsidRDefault="008310D7" w:rsidP="008310D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CRP-5.8.3 (CONF &amp; PROD)</w:t>
            </w:r>
          </w:p>
        </w:tc>
        <w:tc>
          <w:tcPr>
            <w:tcW w:w="6804" w:type="dxa"/>
          </w:tcPr>
          <w:p w14:paraId="6958AB6F" w14:textId="77777777" w:rsidR="008310D7" w:rsidRDefault="008310D7" w:rsidP="008310D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9B5BB76" w14:textId="77777777" w:rsidR="008310D7" w:rsidRDefault="008310D7" w:rsidP="008310D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310D7" w14:paraId="47DBA9BA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E55431" w14:textId="35D18A22" w:rsidR="008310D7" w:rsidRPr="00F80FC8" w:rsidRDefault="008310D7" w:rsidP="008310D7">
                  <w:pP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Update to take into account the change in </w:t>
                  </w:r>
                  <w:r w:rsidRPr="009F006B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Rules.drl</w:t>
                  </w:r>
                  <w:r w:rsidRPr="009F006B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5CA77D03" w14:textId="77777777" w:rsidR="008310D7" w:rsidRPr="00B62BD3" w:rsidRDefault="008310D7" w:rsidP="008310D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48701B6" w14:textId="038002BE" w:rsidR="00BA0C0A" w:rsidRDefault="00BA0C0A" w:rsidP="00684A1D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60F5F52F" w14:textId="56CBF4D3" w:rsidR="00EB0EB2" w:rsidRDefault="00EB0EB2" w:rsidP="00684A1D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697C19F1" w14:textId="77777777" w:rsidR="00EB0EB2" w:rsidRDefault="00EB0EB2" w:rsidP="00684A1D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60437335" w14:textId="0ABCFE87" w:rsidR="00684A1D" w:rsidRPr="00A32D3E" w:rsidRDefault="00684A1D" w:rsidP="00684A1D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90A95" w:rsidRPr="006B1220" w14:paraId="74B31B27" w14:textId="77777777" w:rsidTr="00F30A1E">
        <w:trPr>
          <w:trHeight w:val="2016"/>
        </w:trPr>
        <w:tc>
          <w:tcPr>
            <w:tcW w:w="9634" w:type="dxa"/>
          </w:tcPr>
          <w:p w14:paraId="684BA049" w14:textId="77777777" w:rsidR="00890A95" w:rsidRDefault="00890A95" w:rsidP="00F30A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 </w:t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5B4706">
              <w:rPr>
                <w:rFonts w:asciiTheme="minorHAnsi" w:hAnsiTheme="minorHAnsi" w:cs="Arial"/>
                <w:sz w:val="22"/>
                <w:szCs w:val="22"/>
              </w:rPr>
            </w:r>
            <w:r w:rsidR="005B4706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B17E96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8510735" w14:textId="77777777" w:rsidR="00890A95" w:rsidRDefault="00890A95" w:rsidP="00F30A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890A95" w:rsidRPr="00B17E96" w14:paraId="16724D77" w14:textId="77777777" w:rsidTr="00F30A1E">
              <w:trPr>
                <w:trHeight w:val="980"/>
              </w:trPr>
              <w:tc>
                <w:tcPr>
                  <w:tcW w:w="9380" w:type="dxa"/>
                </w:tcPr>
                <w:p w14:paraId="178E4B4E" w14:textId="77777777" w:rsidR="00890A95" w:rsidRDefault="00890A95" w:rsidP="00F30A1E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875AC7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To be assessed precisely by each NA.</w:t>
                  </w:r>
                </w:p>
                <w:p w14:paraId="48EBBB03" w14:textId="77777777" w:rsidR="00890A95" w:rsidRPr="00B17E96" w:rsidRDefault="00890A95" w:rsidP="00F30A1E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Proposed </w:t>
                  </w:r>
                  <w:r w:rsidRPr="00B065D8">
                    <w:rPr>
                      <w:rFonts w:asciiTheme="minorHAnsi" w:hAnsiTheme="minorHAnsi" w:cs="Arial"/>
                      <w:bCs/>
                      <w:i/>
                      <w:iCs/>
                      <w:sz w:val="22"/>
                      <w:szCs w:val="22"/>
                    </w:rPr>
                    <w:t>Medium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because it affects the External Domain and some Common Domain messages also.</w:t>
                  </w:r>
                </w:p>
              </w:tc>
            </w:tr>
          </w:tbl>
          <w:p w14:paraId="3A128CDF" w14:textId="77777777" w:rsidR="00890A95" w:rsidRPr="00B17E96" w:rsidRDefault="00890A95" w:rsidP="00F30A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361"/>
        <w:gridCol w:w="5073"/>
      </w:tblGrid>
      <w:tr w:rsidR="007B5941" w:rsidRPr="00074158" w14:paraId="411E99B1" w14:textId="77777777">
        <w:tc>
          <w:tcPr>
            <w:tcW w:w="9605" w:type="dxa"/>
            <w:gridSpan w:val="4"/>
            <w:shd w:val="clear" w:color="auto" w:fill="D9D9D9"/>
          </w:tcPr>
          <w:p w14:paraId="70A6913C" w14:textId="42E461C8" w:rsidR="007B5941" w:rsidRPr="00074158" w:rsidRDefault="007B594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08B5EFB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361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5073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8B5EFB">
        <w:trPr>
          <w:trHeight w:val="284"/>
        </w:trPr>
        <w:tc>
          <w:tcPr>
            <w:tcW w:w="1049" w:type="dxa"/>
          </w:tcPr>
          <w:p w14:paraId="485B9278" w14:textId="533B351B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E1629A">
              <w:rPr>
                <w:rFonts w:asciiTheme="minorHAnsi" w:hAnsiTheme="minorHAnsi" w:cs="Arial"/>
                <w:sz w:val="22"/>
                <w:szCs w:val="22"/>
                <w:lang w:val="de-DE"/>
              </w:rPr>
              <w:t>0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</w:tcPr>
          <w:p w14:paraId="7C0EEEB7" w14:textId="6AE2C5D7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CE3EA7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361" w:type="dxa"/>
          </w:tcPr>
          <w:p w14:paraId="63E8DC9D" w14:textId="1119D98F" w:rsidR="001F32C0" w:rsidRDefault="009D6071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E8041A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6F60E7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E26F18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E8041A">
              <w:rPr>
                <w:rFonts w:asciiTheme="minorHAnsi" w:hAnsiTheme="minorHAnsi" w:cs="Arial"/>
                <w:sz w:val="22"/>
                <w:szCs w:val="22"/>
              </w:rPr>
              <w:t>8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7D1C8D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5073" w:type="dxa"/>
          </w:tcPr>
          <w:p w14:paraId="77644FDE" w14:textId="258F12C0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CE3EA7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B033CB" w:rsidRPr="00074158" w14:paraId="45BA2E21" w14:textId="77777777" w:rsidTr="008B5EFB">
        <w:trPr>
          <w:trHeight w:val="284"/>
        </w:trPr>
        <w:tc>
          <w:tcPr>
            <w:tcW w:w="1049" w:type="dxa"/>
          </w:tcPr>
          <w:p w14:paraId="1FC37D93" w14:textId="157E6BE9" w:rsidR="00B033CB" w:rsidRPr="006B1220" w:rsidRDefault="00B033C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v0.10</w:t>
            </w:r>
          </w:p>
        </w:tc>
        <w:tc>
          <w:tcPr>
            <w:tcW w:w="2122" w:type="dxa"/>
          </w:tcPr>
          <w:p w14:paraId="29B53257" w14:textId="3725FC36" w:rsidR="00B033CB" w:rsidRPr="006B1220" w:rsidRDefault="00B033C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 by TAXUD</w:t>
            </w:r>
          </w:p>
        </w:tc>
        <w:tc>
          <w:tcPr>
            <w:tcW w:w="1361" w:type="dxa"/>
          </w:tcPr>
          <w:p w14:paraId="27590774" w14:textId="019F7306" w:rsidR="00B033CB" w:rsidRDefault="00B033CB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13/09/2023</w:t>
            </w:r>
          </w:p>
        </w:tc>
        <w:tc>
          <w:tcPr>
            <w:tcW w:w="5073" w:type="dxa"/>
          </w:tcPr>
          <w:p w14:paraId="1D7FAA6F" w14:textId="69B7847F" w:rsidR="00B033CB" w:rsidRDefault="00B033C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Major corrections applied.</w:t>
            </w:r>
          </w:p>
        </w:tc>
      </w:tr>
      <w:tr w:rsidR="00B033CB" w:rsidRPr="00074158" w14:paraId="59E733EA" w14:textId="77777777" w:rsidTr="008B5EFB">
        <w:trPr>
          <w:trHeight w:val="284"/>
        </w:trPr>
        <w:tc>
          <w:tcPr>
            <w:tcW w:w="1049" w:type="dxa"/>
          </w:tcPr>
          <w:p w14:paraId="0080B6AE" w14:textId="39BC48EB" w:rsidR="00B033CB" w:rsidRDefault="004F7CFF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672FBC">
              <w:rPr>
                <w:rFonts w:asciiTheme="minorHAnsi" w:hAnsiTheme="minorHAnsi" w:cs="Arial"/>
                <w:sz w:val="22"/>
                <w:szCs w:val="22"/>
                <w:lang w:val="de-DE"/>
              </w:rPr>
              <w:t>0.20</w:t>
            </w:r>
          </w:p>
        </w:tc>
        <w:tc>
          <w:tcPr>
            <w:tcW w:w="2122" w:type="dxa"/>
          </w:tcPr>
          <w:p w14:paraId="64ECCEBB" w14:textId="7A74E2DD" w:rsidR="00B033CB" w:rsidRDefault="00B62DA1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 by </w:t>
            </w:r>
            <w:r w:rsidR="00E76631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361" w:type="dxa"/>
          </w:tcPr>
          <w:p w14:paraId="6BC3CB80" w14:textId="4BD43B00" w:rsidR="00B033CB" w:rsidRDefault="00E76631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15/09/2023</w:t>
            </w:r>
          </w:p>
        </w:tc>
        <w:tc>
          <w:tcPr>
            <w:tcW w:w="5073" w:type="dxa"/>
          </w:tcPr>
          <w:p w14:paraId="5162E48F" w14:textId="3F711BD0" w:rsidR="00B033CB" w:rsidRDefault="00A6454D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Implemented</w:t>
            </w:r>
            <w:r w:rsidR="00F04327">
              <w:rPr>
                <w:rFonts w:asciiTheme="minorHAnsi" w:hAnsiTheme="minorHAnsi" w:cs="Arial"/>
                <w:i/>
                <w:sz w:val="22"/>
                <w:szCs w:val="22"/>
              </w:rPr>
              <w:t xml:space="preserve"> comments</w:t>
            </w:r>
            <w:r w:rsidR="0066645A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provided</w:t>
            </w:r>
            <w:r w:rsidR="00F04327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  <w:r w:rsidR="00F0058F">
              <w:rPr>
                <w:rFonts w:asciiTheme="minorHAnsi" w:hAnsiTheme="minorHAnsi" w:cs="Arial"/>
                <w:i/>
                <w:sz w:val="22"/>
                <w:szCs w:val="22"/>
              </w:rPr>
              <w:t>by DG TAXUD</w:t>
            </w:r>
          </w:p>
        </w:tc>
      </w:tr>
      <w:tr w:rsidR="00DB76C2" w:rsidRPr="00074158" w14:paraId="0C5295AA" w14:textId="77777777" w:rsidTr="008B5EFB">
        <w:trPr>
          <w:trHeight w:val="284"/>
        </w:trPr>
        <w:tc>
          <w:tcPr>
            <w:tcW w:w="1049" w:type="dxa"/>
          </w:tcPr>
          <w:p w14:paraId="2F33313F" w14:textId="5618BC9C" w:rsidR="00DB76C2" w:rsidRPr="00DB76C2" w:rsidRDefault="00DB76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v1.00</w:t>
            </w:r>
          </w:p>
        </w:tc>
        <w:tc>
          <w:tcPr>
            <w:tcW w:w="2122" w:type="dxa"/>
          </w:tcPr>
          <w:p w14:paraId="59F51314" w14:textId="2783AE9B" w:rsidR="00DB76C2" w:rsidRDefault="00DB76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 by SOFTDEV</w:t>
            </w:r>
          </w:p>
        </w:tc>
        <w:tc>
          <w:tcPr>
            <w:tcW w:w="1361" w:type="dxa"/>
          </w:tcPr>
          <w:p w14:paraId="29E9D443" w14:textId="3EDC6386" w:rsidR="00DB76C2" w:rsidRPr="00AD0A24" w:rsidRDefault="00AD0A24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18/0</w:t>
            </w:r>
            <w:r w:rsidR="00B57128">
              <w:rPr>
                <w:rFonts w:asciiTheme="minorHAnsi" w:hAnsiTheme="minorHAnsi" w:cs="Arial"/>
                <w:sz w:val="22"/>
                <w:szCs w:val="22"/>
                <w:lang w:val="el-GR"/>
              </w:rPr>
              <w:t>9/2023</w:t>
            </w:r>
          </w:p>
        </w:tc>
        <w:tc>
          <w:tcPr>
            <w:tcW w:w="5073" w:type="dxa"/>
          </w:tcPr>
          <w:p w14:paraId="0A80DAB2" w14:textId="47D40514" w:rsidR="00DB76C2" w:rsidRPr="00DB7F23" w:rsidRDefault="00DB7F23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  <w:t xml:space="preserve">Added </w:t>
            </w:r>
            <w:r w:rsidR="00986AEA"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  <w:t xml:space="preserve">updates to </w:t>
            </w:r>
            <w:r w:rsidR="00B36F32"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  <w:t>R</w:t>
            </w:r>
            <w:r w:rsidR="00986AEA"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  <w:t xml:space="preserve">3060, R3062 and </w:t>
            </w:r>
            <w:r w:rsidR="00F410C5"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  <w:t>the impact on Main Document</w:t>
            </w:r>
          </w:p>
        </w:tc>
      </w:tr>
      <w:tr w:rsidR="00890A95" w:rsidRPr="00074158" w14:paraId="02762FBF" w14:textId="77777777" w:rsidTr="008B5EFB">
        <w:trPr>
          <w:trHeight w:val="284"/>
        </w:trPr>
        <w:tc>
          <w:tcPr>
            <w:tcW w:w="1049" w:type="dxa"/>
          </w:tcPr>
          <w:p w14:paraId="7D9B0C6F" w14:textId="1949D8D6" w:rsidR="00890A95" w:rsidRDefault="00890A95" w:rsidP="00F30A1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v1.01</w:t>
            </w:r>
          </w:p>
        </w:tc>
        <w:tc>
          <w:tcPr>
            <w:tcW w:w="2122" w:type="dxa"/>
          </w:tcPr>
          <w:p w14:paraId="4038E6C6" w14:textId="77777777" w:rsidR="00890A95" w:rsidRDefault="00890A95" w:rsidP="00F30A1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Commented by DG TAXUD </w:t>
            </w:r>
          </w:p>
        </w:tc>
        <w:tc>
          <w:tcPr>
            <w:tcW w:w="1361" w:type="dxa"/>
          </w:tcPr>
          <w:p w14:paraId="61FA1BDC" w14:textId="77777777" w:rsidR="00890A95" w:rsidRDefault="00890A95" w:rsidP="00F30A1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22/09/2023</w:t>
            </w:r>
          </w:p>
        </w:tc>
        <w:tc>
          <w:tcPr>
            <w:tcW w:w="5073" w:type="dxa"/>
          </w:tcPr>
          <w:p w14:paraId="530BB045" w14:textId="2635A29D" w:rsidR="00890A95" w:rsidRDefault="00890A95" w:rsidP="00F30A1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Comments with (partial) track changes – Version 1.02 expected.</w:t>
            </w:r>
          </w:p>
        </w:tc>
      </w:tr>
      <w:tr w:rsidR="00F758DD" w:rsidRPr="00074158" w14:paraId="7D5B2B1A" w14:textId="77777777" w:rsidTr="008B5EFB">
        <w:trPr>
          <w:trHeight w:val="284"/>
        </w:trPr>
        <w:tc>
          <w:tcPr>
            <w:tcW w:w="1049" w:type="dxa"/>
          </w:tcPr>
          <w:p w14:paraId="39D8FC36" w14:textId="01439C7B" w:rsidR="00F758DD" w:rsidRDefault="00F758DD" w:rsidP="00F30A1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v1.02</w:t>
            </w:r>
          </w:p>
        </w:tc>
        <w:tc>
          <w:tcPr>
            <w:tcW w:w="2122" w:type="dxa"/>
          </w:tcPr>
          <w:p w14:paraId="54507331" w14:textId="2346EA59" w:rsidR="00F758DD" w:rsidRDefault="00F758DD" w:rsidP="00F30A1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 by SOFTDEV</w:t>
            </w:r>
          </w:p>
        </w:tc>
        <w:tc>
          <w:tcPr>
            <w:tcW w:w="1361" w:type="dxa"/>
          </w:tcPr>
          <w:p w14:paraId="2D5FF4E5" w14:textId="4BC561A8" w:rsidR="00F758DD" w:rsidRDefault="00F758DD" w:rsidP="00F30A1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25/09/2023</w:t>
            </w:r>
          </w:p>
        </w:tc>
        <w:tc>
          <w:tcPr>
            <w:tcW w:w="5073" w:type="dxa"/>
          </w:tcPr>
          <w:p w14:paraId="5542C3B7" w14:textId="15DF6E80" w:rsidR="00F758DD" w:rsidRDefault="00F758DD" w:rsidP="00F30A1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Implemented comments provided by DG TAXUD</w:t>
            </w:r>
          </w:p>
        </w:tc>
      </w:tr>
      <w:tr w:rsidR="008B5EFB" w:rsidRPr="00074158" w14:paraId="02F6E1DB" w14:textId="77777777" w:rsidTr="008B5EFB">
        <w:trPr>
          <w:trHeight w:val="284"/>
        </w:trPr>
        <w:tc>
          <w:tcPr>
            <w:tcW w:w="1049" w:type="dxa"/>
          </w:tcPr>
          <w:p w14:paraId="26B86C68" w14:textId="2FF8774A" w:rsidR="008B5EFB" w:rsidRDefault="008B5EFB" w:rsidP="008B5EFB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v1.03</w:t>
            </w:r>
          </w:p>
        </w:tc>
        <w:tc>
          <w:tcPr>
            <w:tcW w:w="2122" w:type="dxa"/>
          </w:tcPr>
          <w:p w14:paraId="0C2389AE" w14:textId="6A0515C4" w:rsidR="008B5EFB" w:rsidRDefault="008B5EFB" w:rsidP="008B5EF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Commented by DG TAXUD </w:t>
            </w:r>
          </w:p>
        </w:tc>
        <w:tc>
          <w:tcPr>
            <w:tcW w:w="1361" w:type="dxa"/>
          </w:tcPr>
          <w:p w14:paraId="4A659F05" w14:textId="6020EFC5" w:rsidR="008B5EFB" w:rsidRDefault="008B5EFB" w:rsidP="008B5EF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26/09/2023</w:t>
            </w:r>
          </w:p>
        </w:tc>
        <w:tc>
          <w:tcPr>
            <w:tcW w:w="5073" w:type="dxa"/>
          </w:tcPr>
          <w:p w14:paraId="37924F3E" w14:textId="6A9B4429" w:rsidR="008B5EFB" w:rsidRDefault="008B5EFB" w:rsidP="008B5EFB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Comments with (partial) track changes – Version 1.04 expected.</w:t>
            </w:r>
          </w:p>
        </w:tc>
      </w:tr>
      <w:tr w:rsidR="008B5EFB" w:rsidRPr="00074158" w14:paraId="5D72A852" w14:textId="77777777" w:rsidTr="008B5EFB">
        <w:trPr>
          <w:trHeight w:val="284"/>
        </w:trPr>
        <w:tc>
          <w:tcPr>
            <w:tcW w:w="1049" w:type="dxa"/>
          </w:tcPr>
          <w:p w14:paraId="1F385CE6" w14:textId="104BFF92" w:rsidR="008B5EFB" w:rsidRDefault="008B5EFB" w:rsidP="008B5EFB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v1.04</w:t>
            </w:r>
          </w:p>
        </w:tc>
        <w:tc>
          <w:tcPr>
            <w:tcW w:w="2122" w:type="dxa"/>
          </w:tcPr>
          <w:p w14:paraId="5050A664" w14:textId="23035B04" w:rsidR="008B5EFB" w:rsidRDefault="008B5EFB" w:rsidP="008B5EF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 by SOFTDEV</w:t>
            </w:r>
          </w:p>
        </w:tc>
        <w:tc>
          <w:tcPr>
            <w:tcW w:w="1361" w:type="dxa"/>
          </w:tcPr>
          <w:p w14:paraId="410C2511" w14:textId="15EC1B74" w:rsidR="008B5EFB" w:rsidRDefault="008B5EFB" w:rsidP="008B5EF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26/09/2023</w:t>
            </w:r>
          </w:p>
        </w:tc>
        <w:tc>
          <w:tcPr>
            <w:tcW w:w="5073" w:type="dxa"/>
          </w:tcPr>
          <w:p w14:paraId="09F6D5BF" w14:textId="2AC7AF32" w:rsidR="008B5EFB" w:rsidRDefault="008B5EFB" w:rsidP="008B5EFB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Implemented comments provided by DG TAXUD</w:t>
            </w:r>
          </w:p>
        </w:tc>
      </w:tr>
      <w:tr w:rsidR="004F024C" w:rsidRPr="00074158" w14:paraId="0078F09B" w14:textId="77777777" w:rsidTr="008B5EFB">
        <w:trPr>
          <w:trHeight w:val="284"/>
        </w:trPr>
        <w:tc>
          <w:tcPr>
            <w:tcW w:w="1049" w:type="dxa"/>
          </w:tcPr>
          <w:p w14:paraId="6DCC997A" w14:textId="6EA12AC7" w:rsidR="004F024C" w:rsidRDefault="004F024C" w:rsidP="004F024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lastRenderedPageBreak/>
              <w:t>v1.05</w:t>
            </w:r>
          </w:p>
        </w:tc>
        <w:tc>
          <w:tcPr>
            <w:tcW w:w="2122" w:type="dxa"/>
          </w:tcPr>
          <w:p w14:paraId="5D28D235" w14:textId="12777E7E" w:rsidR="004F024C" w:rsidRDefault="004F024C" w:rsidP="004F024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SfR-NPM version</w:t>
            </w:r>
          </w:p>
        </w:tc>
        <w:tc>
          <w:tcPr>
            <w:tcW w:w="1361" w:type="dxa"/>
          </w:tcPr>
          <w:p w14:paraId="021522E2" w14:textId="0D3C69A4" w:rsidR="004F024C" w:rsidRDefault="004F024C" w:rsidP="004F024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02/10/2023</w:t>
            </w:r>
          </w:p>
        </w:tc>
        <w:tc>
          <w:tcPr>
            <w:tcW w:w="5073" w:type="dxa"/>
          </w:tcPr>
          <w:p w14:paraId="7FE7F397" w14:textId="61AD5F17" w:rsidR="004F024C" w:rsidRDefault="004F024C" w:rsidP="004F024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Implementing some extra corrections, expected also to be applied in DDNTA-5.15.2-v1.10.</w:t>
            </w:r>
          </w:p>
        </w:tc>
      </w:tr>
      <w:tr w:rsidR="00A27FD5" w:rsidRPr="00074158" w14:paraId="31D696F6" w14:textId="77777777" w:rsidTr="008B5EFB">
        <w:trPr>
          <w:trHeight w:val="284"/>
        </w:trPr>
        <w:tc>
          <w:tcPr>
            <w:tcW w:w="1049" w:type="dxa"/>
          </w:tcPr>
          <w:p w14:paraId="359DB65C" w14:textId="47D7D930" w:rsidR="00A27FD5" w:rsidRDefault="00A27FD5" w:rsidP="004F024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V1.06</w:t>
            </w:r>
          </w:p>
        </w:tc>
        <w:tc>
          <w:tcPr>
            <w:tcW w:w="2122" w:type="dxa"/>
          </w:tcPr>
          <w:p w14:paraId="7E69C621" w14:textId="21E6C88A" w:rsidR="00A27FD5" w:rsidRDefault="00A27FD5" w:rsidP="004F024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DG TAXUD after external review</w:t>
            </w:r>
          </w:p>
        </w:tc>
        <w:tc>
          <w:tcPr>
            <w:tcW w:w="1361" w:type="dxa"/>
          </w:tcPr>
          <w:p w14:paraId="3AE2D09B" w14:textId="3990B722" w:rsidR="00A27FD5" w:rsidRDefault="00A27FD5" w:rsidP="004F024C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06/11/2023</w:t>
            </w:r>
          </w:p>
        </w:tc>
        <w:tc>
          <w:tcPr>
            <w:tcW w:w="5073" w:type="dxa"/>
          </w:tcPr>
          <w:p w14:paraId="2A69A473" w14:textId="731B2614" w:rsidR="00A27FD5" w:rsidRDefault="00A27FD5" w:rsidP="004F024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NA comments implemented by SOFTDEV.</w:t>
            </w:r>
          </w:p>
        </w:tc>
      </w:tr>
      <w:bookmarkEnd w:id="0"/>
    </w:tbl>
    <w:p w14:paraId="500206EC" w14:textId="78D06DBD" w:rsidR="00F62B2B" w:rsidRDefault="00F62B2B" w:rsidP="00F62B2B">
      <w:pPr>
        <w:rPr>
          <w:rFonts w:asciiTheme="minorHAnsi" w:hAnsiTheme="minorHAnsi" w:cs="Calibri"/>
          <w:lang w:val="en-US"/>
        </w:rPr>
      </w:pPr>
    </w:p>
    <w:p w14:paraId="6F0EDBFA" w14:textId="2819EA73" w:rsidR="00F62B2B" w:rsidRPr="00F62B2B" w:rsidRDefault="00F62B2B" w:rsidP="00F62B2B">
      <w:pPr>
        <w:tabs>
          <w:tab w:val="left" w:pos="6348"/>
        </w:tabs>
        <w:rPr>
          <w:rFonts w:asciiTheme="minorHAnsi" w:hAnsiTheme="minorHAnsi" w:cs="Calibri"/>
          <w:lang w:val="en-US"/>
        </w:rPr>
      </w:pPr>
      <w:r>
        <w:rPr>
          <w:rFonts w:asciiTheme="minorHAnsi" w:hAnsiTheme="minorHAnsi" w:cs="Calibri"/>
          <w:lang w:val="en-US"/>
        </w:rPr>
        <w:tab/>
      </w:r>
    </w:p>
    <w:sectPr w:rsidR="00F62B2B" w:rsidRPr="00F62B2B" w:rsidSect="002C0097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76414" w14:textId="77777777" w:rsidR="00C572A0" w:rsidRDefault="00C572A0" w:rsidP="004D5D73">
      <w:r>
        <w:separator/>
      </w:r>
    </w:p>
  </w:endnote>
  <w:endnote w:type="continuationSeparator" w:id="0">
    <w:p w14:paraId="18AE8116" w14:textId="77777777" w:rsidR="00C572A0" w:rsidRDefault="00C572A0" w:rsidP="004D5D73">
      <w:r>
        <w:continuationSeparator/>
      </w:r>
    </w:p>
  </w:endnote>
  <w:endnote w:type="continuationNotice" w:id="1">
    <w:p w14:paraId="499D8480" w14:textId="77777777" w:rsidR="00C572A0" w:rsidRDefault="00C57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-apple-system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F00F11" w:rsidRPr="00C80B22" w14:paraId="1DED4144" w14:textId="77777777">
      <w:tc>
        <w:tcPr>
          <w:tcW w:w="8188" w:type="dxa"/>
        </w:tcPr>
        <w:p w14:paraId="6EDB5B11" w14:textId="33B369D8" w:rsidR="00F00F11" w:rsidRPr="00F53722" w:rsidRDefault="00F00F11" w:rsidP="00F00F11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4F024C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RFC_NCTS_0220_IAR-UCCNCTS-3912-v1.0</w:t>
          </w:r>
          <w:r w:rsidR="00A27FD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6</w:t>
          </w:r>
          <w:r w:rsidR="004F024C">
            <w:rPr>
              <w:rFonts w:ascii="Arial" w:hAnsi="Arial" w:cs="Arial"/>
              <w:noProof/>
              <w:sz w:val="18"/>
              <w:szCs w:val="22"/>
              <w:lang w:eastAsia="en-US"/>
            </w:rPr>
            <w:t>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70418DE3" w14:textId="77777777" w:rsidR="00F00F11" w:rsidRPr="00C80B22" w:rsidRDefault="00F00F11" w:rsidP="00F00F11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sz w:val="18"/>
              <w:szCs w:val="22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sz w:val="18"/>
              <w:szCs w:val="22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10" w:name="_Ref175030069"/>
          <w:bookmarkStart w:id="11" w:name="_Toc176256264"/>
          <w:bookmarkStart w:id="12" w:name="_Toc268771938"/>
          <w:bookmarkStart w:id="13" w:name="_Ref175030083"/>
        </w:p>
      </w:tc>
    </w:tr>
    <w:bookmarkEnd w:id="10"/>
    <w:bookmarkEnd w:id="11"/>
    <w:bookmarkEnd w:id="12"/>
    <w:bookmarkEnd w:id="13"/>
  </w:tbl>
  <w:p w14:paraId="6324965A" w14:textId="77777777" w:rsidR="004F360B" w:rsidRPr="00F00F11" w:rsidRDefault="004F360B" w:rsidP="00F00F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2DED1938" w14:textId="77777777" w:rsidTr="00983563">
      <w:tc>
        <w:tcPr>
          <w:tcW w:w="7899" w:type="dxa"/>
        </w:tcPr>
        <w:p w14:paraId="71EC7701" w14:textId="317FD2E4" w:rsidR="004F360B" w:rsidRPr="00F53722" w:rsidRDefault="004F013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92BE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RFC_NCTS_xxxx_CUSTDEV3-IAR-RTC60670-v0.10(SfR).docx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F360B" w:rsidRPr="00C80B22" w:rsidRDefault="004F360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881A" w14:textId="77777777" w:rsidR="00C572A0" w:rsidRDefault="00C572A0" w:rsidP="004D5D73">
      <w:r>
        <w:separator/>
      </w:r>
    </w:p>
  </w:footnote>
  <w:footnote w:type="continuationSeparator" w:id="0">
    <w:p w14:paraId="2251F367" w14:textId="77777777" w:rsidR="00C572A0" w:rsidRDefault="00C572A0" w:rsidP="004D5D73">
      <w:r>
        <w:continuationSeparator/>
      </w:r>
    </w:p>
  </w:footnote>
  <w:footnote w:type="continuationNotice" w:id="1">
    <w:p w14:paraId="6206FE4B" w14:textId="77777777" w:rsidR="00C572A0" w:rsidRDefault="00C57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F7B09" w14:textId="46F800A5" w:rsidR="004F024C" w:rsidRDefault="005B4706">
    <w:pPr>
      <w:pStyle w:val="Header"/>
    </w:pPr>
    <w:r>
      <w:rPr>
        <w:noProof/>
      </w:rPr>
      <w:pict w14:anchorId="7305F7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8563" o:spid="_x0000_s1026" type="#_x0000_t136" style="position:absolute;margin-left:0;margin-top:0;width:661.5pt;height:60pt;rotation:315;z-index:-251655168;mso-position-horizontal:center;mso-position-horizontal-relative:margin;mso-position-vertical:center;mso-position-vertical-relative:margin" o:allowincell="f" fillcolor="#4bacc6 [3208]" stroked="f">
          <v:fill opacity=".5"/>
          <v:textpath style="font-family:&quot;EC Square Sans Cond Pro Medium&quot;;font-size:50pt" string="Applied in DDNTA-5.15.2(SfR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2078DD6F" w:rsidR="004F360B" w:rsidRDefault="005B4706" w:rsidP="00C80B22">
    <w:pPr>
      <w:pStyle w:val="Header"/>
      <w:jc w:val="both"/>
    </w:pPr>
    <w:r>
      <w:rPr>
        <w:noProof/>
      </w:rPr>
      <w:pict w14:anchorId="039905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8564" o:spid="_x0000_s1027" type="#_x0000_t136" style="position:absolute;left:0;text-align:left;margin-left:0;margin-top:0;width:661.5pt;height:60pt;rotation:315;z-index:-251653120;mso-position-horizontal:center;mso-position-horizontal-relative:margin;mso-position-vertical:center;mso-position-vertical-relative:margin" o:allowincell="f" fillcolor="#4bacc6 [3208]" stroked="f">
          <v:fill opacity=".5"/>
          <v:textpath style="font-family:&quot;EC Square Sans Cond Pro Medium&quot;;font-size:50pt" string="Applied in DDNTA-5.15.2(SfR-NPM)"/>
          <w10:wrap anchorx="margin" anchory="margin"/>
        </v:shape>
      </w:pict>
    </w:r>
    <w:r w:rsidR="004F360B">
      <w:rPr>
        <w:noProof/>
        <w:lang w:val="en-US"/>
      </w:rPr>
      <w:tab/>
    </w:r>
    <w:r w:rsidR="004F360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1077AC5" w:rsidR="004F360B" w:rsidRPr="00C80B22" w:rsidRDefault="005B4706" w:rsidP="00871EB2">
    <w:pPr>
      <w:pStyle w:val="Header"/>
    </w:pPr>
    <w:r>
      <w:rPr>
        <w:noProof/>
      </w:rPr>
      <w:pict w14:anchorId="1E850B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8562" o:spid="_x0000_s1025" type="#_x0000_t136" style="position:absolute;margin-left:0;margin-top:0;width:661.5pt;height:60pt;rotation:315;z-index:-251657216;mso-position-horizontal:center;mso-position-horizontal-relative:margin;mso-position-vertical:center;mso-position-vertical-relative:margin" o:allowincell="f" fillcolor="#4bacc6 [3208]" stroked="f">
          <v:fill opacity=".5"/>
          <v:textpath style="font-family:&quot;EC Square Sans Cond Pro Medium&quot;;font-size:50pt" string="Applied in DDNTA-5.15.2(SfR-NPM)"/>
          <w10:wrap anchorx="margin" anchory="margin"/>
        </v:shape>
      </w:pict>
    </w:r>
    <w:r w:rsidR="004F360B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0FDA"/>
    <w:multiLevelType w:val="hybridMultilevel"/>
    <w:tmpl w:val="954C2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442B9"/>
    <w:multiLevelType w:val="hybridMultilevel"/>
    <w:tmpl w:val="6E1A45B6"/>
    <w:lvl w:ilvl="0" w:tplc="7048E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54A0A"/>
    <w:multiLevelType w:val="hybridMultilevel"/>
    <w:tmpl w:val="88DE57E2"/>
    <w:lvl w:ilvl="0" w:tplc="C1D24A94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E4797"/>
    <w:multiLevelType w:val="hybridMultilevel"/>
    <w:tmpl w:val="3C26E4DC"/>
    <w:lvl w:ilvl="0" w:tplc="AD8C8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A46A0A"/>
    <w:multiLevelType w:val="hybridMultilevel"/>
    <w:tmpl w:val="C48A5D5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F21AF0"/>
    <w:multiLevelType w:val="hybridMultilevel"/>
    <w:tmpl w:val="E298602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73F1B1A"/>
    <w:multiLevelType w:val="hybridMultilevel"/>
    <w:tmpl w:val="E668E7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E6B67"/>
    <w:multiLevelType w:val="hybridMultilevel"/>
    <w:tmpl w:val="4E8E0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55CA0"/>
    <w:multiLevelType w:val="hybridMultilevel"/>
    <w:tmpl w:val="895E4E1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F6E89"/>
    <w:multiLevelType w:val="hybridMultilevel"/>
    <w:tmpl w:val="13923BF4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C0777"/>
    <w:multiLevelType w:val="multilevel"/>
    <w:tmpl w:val="3914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BF42A7"/>
    <w:multiLevelType w:val="hybridMultilevel"/>
    <w:tmpl w:val="6608E07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1671CC"/>
    <w:multiLevelType w:val="hybridMultilevel"/>
    <w:tmpl w:val="ADF0744A"/>
    <w:lvl w:ilvl="0" w:tplc="13C6D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862A0"/>
    <w:multiLevelType w:val="hybridMultilevel"/>
    <w:tmpl w:val="B24C968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1B0F80"/>
    <w:multiLevelType w:val="hybridMultilevel"/>
    <w:tmpl w:val="505669E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61F6B"/>
    <w:multiLevelType w:val="multilevel"/>
    <w:tmpl w:val="0420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2B5C85"/>
    <w:multiLevelType w:val="hybridMultilevel"/>
    <w:tmpl w:val="9CAE6CEC"/>
    <w:lvl w:ilvl="0" w:tplc="396AF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81CDC"/>
    <w:multiLevelType w:val="hybridMultilevel"/>
    <w:tmpl w:val="B46AFE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37B0D"/>
    <w:multiLevelType w:val="hybridMultilevel"/>
    <w:tmpl w:val="1CF43A2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449EC"/>
    <w:multiLevelType w:val="multilevel"/>
    <w:tmpl w:val="361642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A351B"/>
    <w:multiLevelType w:val="hybridMultilevel"/>
    <w:tmpl w:val="7480C00A"/>
    <w:lvl w:ilvl="0" w:tplc="2D6857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C1424"/>
    <w:multiLevelType w:val="hybridMultilevel"/>
    <w:tmpl w:val="54829094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04BB7"/>
    <w:multiLevelType w:val="hybridMultilevel"/>
    <w:tmpl w:val="03E24D7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47475C"/>
    <w:multiLevelType w:val="hybridMultilevel"/>
    <w:tmpl w:val="95D8F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3CE4"/>
    <w:multiLevelType w:val="multilevel"/>
    <w:tmpl w:val="57A02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432989"/>
    <w:multiLevelType w:val="hybridMultilevel"/>
    <w:tmpl w:val="5D5E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A1C54"/>
    <w:multiLevelType w:val="hybridMultilevel"/>
    <w:tmpl w:val="D46CCCAC"/>
    <w:lvl w:ilvl="0" w:tplc="1D2CA42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FC4B42"/>
    <w:multiLevelType w:val="hybridMultilevel"/>
    <w:tmpl w:val="33C4486E"/>
    <w:lvl w:ilvl="0" w:tplc="7048E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1329C"/>
    <w:multiLevelType w:val="multilevel"/>
    <w:tmpl w:val="B218F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0E71CC2"/>
    <w:multiLevelType w:val="hybridMultilevel"/>
    <w:tmpl w:val="EABA66E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006AA"/>
    <w:multiLevelType w:val="hybridMultilevel"/>
    <w:tmpl w:val="E068A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9F7D47"/>
    <w:multiLevelType w:val="multilevel"/>
    <w:tmpl w:val="B818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471E3E"/>
    <w:multiLevelType w:val="hybridMultilevel"/>
    <w:tmpl w:val="BF9AE810"/>
    <w:lvl w:ilvl="0" w:tplc="D898BCC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5E1F5A"/>
    <w:multiLevelType w:val="hybridMultilevel"/>
    <w:tmpl w:val="64C0A454"/>
    <w:lvl w:ilvl="0" w:tplc="36000C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640AB"/>
    <w:multiLevelType w:val="hybridMultilevel"/>
    <w:tmpl w:val="E2986026"/>
    <w:lvl w:ilvl="0" w:tplc="9A1483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68367422">
    <w:abstractNumId w:val="19"/>
  </w:num>
  <w:num w:numId="2" w16cid:durableId="1674068279">
    <w:abstractNumId w:val="23"/>
  </w:num>
  <w:num w:numId="3" w16cid:durableId="52392405">
    <w:abstractNumId w:val="26"/>
  </w:num>
  <w:num w:numId="4" w16cid:durableId="491722743">
    <w:abstractNumId w:val="20"/>
  </w:num>
  <w:num w:numId="5" w16cid:durableId="744495558">
    <w:abstractNumId w:val="17"/>
  </w:num>
  <w:num w:numId="6" w16cid:durableId="905577382">
    <w:abstractNumId w:val="7"/>
  </w:num>
  <w:num w:numId="7" w16cid:durableId="149255416">
    <w:abstractNumId w:val="6"/>
  </w:num>
  <w:num w:numId="8" w16cid:durableId="1825121139">
    <w:abstractNumId w:val="13"/>
  </w:num>
  <w:num w:numId="9" w16cid:durableId="1961373082">
    <w:abstractNumId w:val="16"/>
  </w:num>
  <w:num w:numId="10" w16cid:durableId="1506747276">
    <w:abstractNumId w:val="34"/>
  </w:num>
  <w:num w:numId="11" w16cid:durableId="781530157">
    <w:abstractNumId w:val="14"/>
  </w:num>
  <w:num w:numId="12" w16cid:durableId="1424915068">
    <w:abstractNumId w:val="30"/>
  </w:num>
  <w:num w:numId="13" w16cid:durableId="540240218">
    <w:abstractNumId w:val="35"/>
  </w:num>
  <w:num w:numId="14" w16cid:durableId="1195577433">
    <w:abstractNumId w:val="12"/>
  </w:num>
  <w:num w:numId="15" w16cid:durableId="1370908887">
    <w:abstractNumId w:val="18"/>
  </w:num>
  <w:num w:numId="16" w16cid:durableId="1659109386">
    <w:abstractNumId w:val="9"/>
  </w:num>
  <w:num w:numId="17" w16cid:durableId="1521892491">
    <w:abstractNumId w:val="3"/>
  </w:num>
  <w:num w:numId="18" w16cid:durableId="1857188522">
    <w:abstractNumId w:val="22"/>
  </w:num>
  <w:num w:numId="19" w16cid:durableId="63843780">
    <w:abstractNumId w:val="5"/>
  </w:num>
  <w:num w:numId="20" w16cid:durableId="1639532057">
    <w:abstractNumId w:val="2"/>
  </w:num>
  <w:num w:numId="21" w16cid:durableId="888955291">
    <w:abstractNumId w:val="21"/>
  </w:num>
  <w:num w:numId="22" w16cid:durableId="1129399119">
    <w:abstractNumId w:val="1"/>
  </w:num>
  <w:num w:numId="23" w16cid:durableId="31536005">
    <w:abstractNumId w:val="28"/>
  </w:num>
  <w:num w:numId="24" w16cid:durableId="756900775">
    <w:abstractNumId w:val="33"/>
  </w:num>
  <w:num w:numId="25" w16cid:durableId="1508246985">
    <w:abstractNumId w:val="24"/>
  </w:num>
  <w:num w:numId="26" w16cid:durableId="671958322">
    <w:abstractNumId w:val="4"/>
  </w:num>
  <w:num w:numId="27" w16cid:durableId="1814249640">
    <w:abstractNumId w:val="31"/>
  </w:num>
  <w:num w:numId="28" w16cid:durableId="984972491">
    <w:abstractNumId w:val="0"/>
  </w:num>
  <w:num w:numId="29" w16cid:durableId="1045182028">
    <w:abstractNumId w:val="32"/>
  </w:num>
  <w:num w:numId="30" w16cid:durableId="760681876">
    <w:abstractNumId w:val="15"/>
  </w:num>
  <w:num w:numId="31" w16cid:durableId="1767799421">
    <w:abstractNumId w:val="10"/>
  </w:num>
  <w:num w:numId="32" w16cid:durableId="1033114378">
    <w:abstractNumId w:val="25"/>
  </w:num>
  <w:num w:numId="33" w16cid:durableId="493381009">
    <w:abstractNumId w:val="29"/>
  </w:num>
  <w:num w:numId="34" w16cid:durableId="880437858">
    <w:abstractNumId w:val="27"/>
  </w:num>
  <w:num w:numId="35" w16cid:durableId="1439057775">
    <w:abstractNumId w:val="11"/>
  </w:num>
  <w:num w:numId="36" w16cid:durableId="13310761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549"/>
    <w:rsid w:val="000034AE"/>
    <w:rsid w:val="00004799"/>
    <w:rsid w:val="00004E4A"/>
    <w:rsid w:val="00006DC5"/>
    <w:rsid w:val="00006FE6"/>
    <w:rsid w:val="000108AF"/>
    <w:rsid w:val="000131CF"/>
    <w:rsid w:val="000133C5"/>
    <w:rsid w:val="00014658"/>
    <w:rsid w:val="00014D18"/>
    <w:rsid w:val="00015C08"/>
    <w:rsid w:val="000161BE"/>
    <w:rsid w:val="00016623"/>
    <w:rsid w:val="00017783"/>
    <w:rsid w:val="000203CE"/>
    <w:rsid w:val="00020E5E"/>
    <w:rsid w:val="00021AD0"/>
    <w:rsid w:val="00021E06"/>
    <w:rsid w:val="000221B2"/>
    <w:rsid w:val="000265DE"/>
    <w:rsid w:val="00026721"/>
    <w:rsid w:val="0002782F"/>
    <w:rsid w:val="00027BC3"/>
    <w:rsid w:val="00031AB2"/>
    <w:rsid w:val="000328CF"/>
    <w:rsid w:val="000334DF"/>
    <w:rsid w:val="00033573"/>
    <w:rsid w:val="00033AFE"/>
    <w:rsid w:val="00034053"/>
    <w:rsid w:val="00034814"/>
    <w:rsid w:val="0003486D"/>
    <w:rsid w:val="00036249"/>
    <w:rsid w:val="0003657A"/>
    <w:rsid w:val="000368FA"/>
    <w:rsid w:val="000379FB"/>
    <w:rsid w:val="000408B6"/>
    <w:rsid w:val="00040904"/>
    <w:rsid w:val="00041118"/>
    <w:rsid w:val="00041C6D"/>
    <w:rsid w:val="00042335"/>
    <w:rsid w:val="000430CD"/>
    <w:rsid w:val="000433B1"/>
    <w:rsid w:val="00043692"/>
    <w:rsid w:val="0004395B"/>
    <w:rsid w:val="000439C2"/>
    <w:rsid w:val="00043D8B"/>
    <w:rsid w:val="000445C1"/>
    <w:rsid w:val="000468CF"/>
    <w:rsid w:val="000470DC"/>
    <w:rsid w:val="000473A5"/>
    <w:rsid w:val="00047ED6"/>
    <w:rsid w:val="000500B1"/>
    <w:rsid w:val="00051389"/>
    <w:rsid w:val="00051EC3"/>
    <w:rsid w:val="00052931"/>
    <w:rsid w:val="0005342A"/>
    <w:rsid w:val="00053C6F"/>
    <w:rsid w:val="00054836"/>
    <w:rsid w:val="000555CA"/>
    <w:rsid w:val="00056543"/>
    <w:rsid w:val="0005686A"/>
    <w:rsid w:val="00056967"/>
    <w:rsid w:val="00056D2E"/>
    <w:rsid w:val="00056FFE"/>
    <w:rsid w:val="0005709F"/>
    <w:rsid w:val="00057842"/>
    <w:rsid w:val="00057E8A"/>
    <w:rsid w:val="00061A20"/>
    <w:rsid w:val="00061B7C"/>
    <w:rsid w:val="0006231B"/>
    <w:rsid w:val="00063288"/>
    <w:rsid w:val="00063B1B"/>
    <w:rsid w:val="00063C62"/>
    <w:rsid w:val="00063D52"/>
    <w:rsid w:val="00064B29"/>
    <w:rsid w:val="00064C3D"/>
    <w:rsid w:val="0006506A"/>
    <w:rsid w:val="000655BA"/>
    <w:rsid w:val="0006678F"/>
    <w:rsid w:val="00067545"/>
    <w:rsid w:val="00067CDF"/>
    <w:rsid w:val="00071450"/>
    <w:rsid w:val="0007165C"/>
    <w:rsid w:val="000716C3"/>
    <w:rsid w:val="00072984"/>
    <w:rsid w:val="00072DFB"/>
    <w:rsid w:val="000730C8"/>
    <w:rsid w:val="00073AFB"/>
    <w:rsid w:val="00073D90"/>
    <w:rsid w:val="00074158"/>
    <w:rsid w:val="0007475D"/>
    <w:rsid w:val="00074D06"/>
    <w:rsid w:val="0007790B"/>
    <w:rsid w:val="0008028A"/>
    <w:rsid w:val="00080CD4"/>
    <w:rsid w:val="00081A32"/>
    <w:rsid w:val="00082679"/>
    <w:rsid w:val="00082C86"/>
    <w:rsid w:val="00083F19"/>
    <w:rsid w:val="000851D8"/>
    <w:rsid w:val="00085EDE"/>
    <w:rsid w:val="00086382"/>
    <w:rsid w:val="0008661E"/>
    <w:rsid w:val="0008725E"/>
    <w:rsid w:val="00087677"/>
    <w:rsid w:val="000900D6"/>
    <w:rsid w:val="000913AE"/>
    <w:rsid w:val="00091F90"/>
    <w:rsid w:val="0009263C"/>
    <w:rsid w:val="0009271D"/>
    <w:rsid w:val="0009314A"/>
    <w:rsid w:val="0009726D"/>
    <w:rsid w:val="000A0368"/>
    <w:rsid w:val="000A0AC0"/>
    <w:rsid w:val="000A0BF0"/>
    <w:rsid w:val="000A12C6"/>
    <w:rsid w:val="000A147B"/>
    <w:rsid w:val="000A189E"/>
    <w:rsid w:val="000A1F01"/>
    <w:rsid w:val="000A39E9"/>
    <w:rsid w:val="000A4638"/>
    <w:rsid w:val="000A4F68"/>
    <w:rsid w:val="000A725F"/>
    <w:rsid w:val="000A79C2"/>
    <w:rsid w:val="000A7DF6"/>
    <w:rsid w:val="000A7F51"/>
    <w:rsid w:val="000B0B5A"/>
    <w:rsid w:val="000B0F4B"/>
    <w:rsid w:val="000B129F"/>
    <w:rsid w:val="000B19EB"/>
    <w:rsid w:val="000B22A3"/>
    <w:rsid w:val="000B2AAF"/>
    <w:rsid w:val="000B3056"/>
    <w:rsid w:val="000B3F78"/>
    <w:rsid w:val="000B4054"/>
    <w:rsid w:val="000B43C2"/>
    <w:rsid w:val="000B4BFF"/>
    <w:rsid w:val="000B594D"/>
    <w:rsid w:val="000B675D"/>
    <w:rsid w:val="000B6770"/>
    <w:rsid w:val="000B6E3A"/>
    <w:rsid w:val="000B7270"/>
    <w:rsid w:val="000B74FA"/>
    <w:rsid w:val="000B767D"/>
    <w:rsid w:val="000C0175"/>
    <w:rsid w:val="000C0CDF"/>
    <w:rsid w:val="000C157C"/>
    <w:rsid w:val="000C2AE8"/>
    <w:rsid w:val="000C304E"/>
    <w:rsid w:val="000C6B69"/>
    <w:rsid w:val="000C7400"/>
    <w:rsid w:val="000D2B44"/>
    <w:rsid w:val="000D6CCE"/>
    <w:rsid w:val="000D73E1"/>
    <w:rsid w:val="000D78E2"/>
    <w:rsid w:val="000E0DA8"/>
    <w:rsid w:val="000E0E40"/>
    <w:rsid w:val="000E0EA7"/>
    <w:rsid w:val="000E220D"/>
    <w:rsid w:val="000E497D"/>
    <w:rsid w:val="000E5B65"/>
    <w:rsid w:val="000E5EF8"/>
    <w:rsid w:val="000E69A5"/>
    <w:rsid w:val="000E69BF"/>
    <w:rsid w:val="000E7362"/>
    <w:rsid w:val="000F2197"/>
    <w:rsid w:val="000F2673"/>
    <w:rsid w:val="000F4656"/>
    <w:rsid w:val="000F4CF1"/>
    <w:rsid w:val="000F4FD1"/>
    <w:rsid w:val="000F55EE"/>
    <w:rsid w:val="000F58D2"/>
    <w:rsid w:val="000F5D7B"/>
    <w:rsid w:val="0010079D"/>
    <w:rsid w:val="00100D68"/>
    <w:rsid w:val="001019BE"/>
    <w:rsid w:val="00102069"/>
    <w:rsid w:val="0010291D"/>
    <w:rsid w:val="00103460"/>
    <w:rsid w:val="00106230"/>
    <w:rsid w:val="00106877"/>
    <w:rsid w:val="00106C10"/>
    <w:rsid w:val="0010717B"/>
    <w:rsid w:val="00107B1F"/>
    <w:rsid w:val="00107E69"/>
    <w:rsid w:val="0011052E"/>
    <w:rsid w:val="001108FD"/>
    <w:rsid w:val="0011094D"/>
    <w:rsid w:val="001122D5"/>
    <w:rsid w:val="00112E7C"/>
    <w:rsid w:val="001140D0"/>
    <w:rsid w:val="0011518F"/>
    <w:rsid w:val="00115CB5"/>
    <w:rsid w:val="00116D54"/>
    <w:rsid w:val="0011712C"/>
    <w:rsid w:val="00117237"/>
    <w:rsid w:val="00117AC8"/>
    <w:rsid w:val="00121543"/>
    <w:rsid w:val="00122521"/>
    <w:rsid w:val="00124255"/>
    <w:rsid w:val="001248D9"/>
    <w:rsid w:val="001249FA"/>
    <w:rsid w:val="00125160"/>
    <w:rsid w:val="00125F7F"/>
    <w:rsid w:val="00127134"/>
    <w:rsid w:val="0012740D"/>
    <w:rsid w:val="001278A3"/>
    <w:rsid w:val="00130042"/>
    <w:rsid w:val="00130617"/>
    <w:rsid w:val="00130AA2"/>
    <w:rsid w:val="00130EE4"/>
    <w:rsid w:val="00131407"/>
    <w:rsid w:val="00131CEE"/>
    <w:rsid w:val="00132164"/>
    <w:rsid w:val="001328DB"/>
    <w:rsid w:val="00133C4B"/>
    <w:rsid w:val="00134ACE"/>
    <w:rsid w:val="001358FB"/>
    <w:rsid w:val="0013598A"/>
    <w:rsid w:val="001365AA"/>
    <w:rsid w:val="0013661B"/>
    <w:rsid w:val="00136EE9"/>
    <w:rsid w:val="00137886"/>
    <w:rsid w:val="00137DA4"/>
    <w:rsid w:val="00141938"/>
    <w:rsid w:val="0014410C"/>
    <w:rsid w:val="00144E89"/>
    <w:rsid w:val="00145980"/>
    <w:rsid w:val="00145EE0"/>
    <w:rsid w:val="00145F3F"/>
    <w:rsid w:val="0014712A"/>
    <w:rsid w:val="00147CE9"/>
    <w:rsid w:val="00152432"/>
    <w:rsid w:val="001533BA"/>
    <w:rsid w:val="00153469"/>
    <w:rsid w:val="001535F1"/>
    <w:rsid w:val="00153DDC"/>
    <w:rsid w:val="0015500D"/>
    <w:rsid w:val="00155336"/>
    <w:rsid w:val="00155DF3"/>
    <w:rsid w:val="00156564"/>
    <w:rsid w:val="00156929"/>
    <w:rsid w:val="0015720D"/>
    <w:rsid w:val="00160190"/>
    <w:rsid w:val="00160A01"/>
    <w:rsid w:val="00161C49"/>
    <w:rsid w:val="00162A88"/>
    <w:rsid w:val="0016301D"/>
    <w:rsid w:val="00163486"/>
    <w:rsid w:val="00163D8A"/>
    <w:rsid w:val="00163EE7"/>
    <w:rsid w:val="001640F0"/>
    <w:rsid w:val="00164B97"/>
    <w:rsid w:val="00164E27"/>
    <w:rsid w:val="00164F56"/>
    <w:rsid w:val="00165894"/>
    <w:rsid w:val="00165E71"/>
    <w:rsid w:val="00166176"/>
    <w:rsid w:val="00167A6B"/>
    <w:rsid w:val="00171200"/>
    <w:rsid w:val="0017431B"/>
    <w:rsid w:val="00174E60"/>
    <w:rsid w:val="001760A4"/>
    <w:rsid w:val="00176592"/>
    <w:rsid w:val="00176BC8"/>
    <w:rsid w:val="00180F9A"/>
    <w:rsid w:val="00181E6C"/>
    <w:rsid w:val="00182755"/>
    <w:rsid w:val="00183334"/>
    <w:rsid w:val="001834F6"/>
    <w:rsid w:val="001859B7"/>
    <w:rsid w:val="00186061"/>
    <w:rsid w:val="0018681B"/>
    <w:rsid w:val="0018693F"/>
    <w:rsid w:val="001872F8"/>
    <w:rsid w:val="00191487"/>
    <w:rsid w:val="00192069"/>
    <w:rsid w:val="00192D7E"/>
    <w:rsid w:val="00193CF5"/>
    <w:rsid w:val="00194087"/>
    <w:rsid w:val="0019432D"/>
    <w:rsid w:val="00194773"/>
    <w:rsid w:val="0019490C"/>
    <w:rsid w:val="0019600E"/>
    <w:rsid w:val="00196023"/>
    <w:rsid w:val="00197B91"/>
    <w:rsid w:val="00197C41"/>
    <w:rsid w:val="001A023D"/>
    <w:rsid w:val="001A032C"/>
    <w:rsid w:val="001A2885"/>
    <w:rsid w:val="001A303D"/>
    <w:rsid w:val="001A3C69"/>
    <w:rsid w:val="001A638B"/>
    <w:rsid w:val="001A6CC6"/>
    <w:rsid w:val="001A6CFE"/>
    <w:rsid w:val="001A7856"/>
    <w:rsid w:val="001A794D"/>
    <w:rsid w:val="001A7DAD"/>
    <w:rsid w:val="001B2051"/>
    <w:rsid w:val="001B2230"/>
    <w:rsid w:val="001B40E3"/>
    <w:rsid w:val="001B47D6"/>
    <w:rsid w:val="001B4CAB"/>
    <w:rsid w:val="001B5112"/>
    <w:rsid w:val="001B586B"/>
    <w:rsid w:val="001B6400"/>
    <w:rsid w:val="001B67B4"/>
    <w:rsid w:val="001B6C1D"/>
    <w:rsid w:val="001C0817"/>
    <w:rsid w:val="001C15FE"/>
    <w:rsid w:val="001C2E11"/>
    <w:rsid w:val="001C3A5E"/>
    <w:rsid w:val="001C4034"/>
    <w:rsid w:val="001C4723"/>
    <w:rsid w:val="001C552B"/>
    <w:rsid w:val="001C67EB"/>
    <w:rsid w:val="001D0C88"/>
    <w:rsid w:val="001D1559"/>
    <w:rsid w:val="001D2711"/>
    <w:rsid w:val="001D2F43"/>
    <w:rsid w:val="001D317F"/>
    <w:rsid w:val="001D31E5"/>
    <w:rsid w:val="001D3F45"/>
    <w:rsid w:val="001D485E"/>
    <w:rsid w:val="001D4966"/>
    <w:rsid w:val="001E0497"/>
    <w:rsid w:val="001E08DD"/>
    <w:rsid w:val="001E1272"/>
    <w:rsid w:val="001E1FA5"/>
    <w:rsid w:val="001E2A55"/>
    <w:rsid w:val="001E419E"/>
    <w:rsid w:val="001E4645"/>
    <w:rsid w:val="001E4E15"/>
    <w:rsid w:val="001E65BC"/>
    <w:rsid w:val="001E6AB1"/>
    <w:rsid w:val="001E7289"/>
    <w:rsid w:val="001F0C95"/>
    <w:rsid w:val="001F1157"/>
    <w:rsid w:val="001F16BA"/>
    <w:rsid w:val="001F1A4E"/>
    <w:rsid w:val="001F1E93"/>
    <w:rsid w:val="001F32C0"/>
    <w:rsid w:val="001F35AA"/>
    <w:rsid w:val="001F4134"/>
    <w:rsid w:val="001F5CB1"/>
    <w:rsid w:val="001F5F73"/>
    <w:rsid w:val="001F6035"/>
    <w:rsid w:val="0020018C"/>
    <w:rsid w:val="00200DBB"/>
    <w:rsid w:val="0020110C"/>
    <w:rsid w:val="0020117C"/>
    <w:rsid w:val="00202C1A"/>
    <w:rsid w:val="00204CE7"/>
    <w:rsid w:val="00204E64"/>
    <w:rsid w:val="0020545A"/>
    <w:rsid w:val="002056DD"/>
    <w:rsid w:val="002057A6"/>
    <w:rsid w:val="00205EBB"/>
    <w:rsid w:val="00206DAD"/>
    <w:rsid w:val="00207644"/>
    <w:rsid w:val="00207AE8"/>
    <w:rsid w:val="002115BA"/>
    <w:rsid w:val="00211A0A"/>
    <w:rsid w:val="00212C0F"/>
    <w:rsid w:val="0021411D"/>
    <w:rsid w:val="002147A2"/>
    <w:rsid w:val="002156C4"/>
    <w:rsid w:val="0021746E"/>
    <w:rsid w:val="00217C04"/>
    <w:rsid w:val="002206BB"/>
    <w:rsid w:val="002217D5"/>
    <w:rsid w:val="00221C40"/>
    <w:rsid w:val="00223622"/>
    <w:rsid w:val="00224508"/>
    <w:rsid w:val="002254B7"/>
    <w:rsid w:val="00225D6C"/>
    <w:rsid w:val="00226A67"/>
    <w:rsid w:val="0022706A"/>
    <w:rsid w:val="0022744A"/>
    <w:rsid w:val="00227BB3"/>
    <w:rsid w:val="00227E64"/>
    <w:rsid w:val="00231261"/>
    <w:rsid w:val="00231F00"/>
    <w:rsid w:val="002321B9"/>
    <w:rsid w:val="00232D76"/>
    <w:rsid w:val="00233246"/>
    <w:rsid w:val="002337D9"/>
    <w:rsid w:val="00233B28"/>
    <w:rsid w:val="00233EBB"/>
    <w:rsid w:val="00234978"/>
    <w:rsid w:val="00234E23"/>
    <w:rsid w:val="002353FD"/>
    <w:rsid w:val="002355E0"/>
    <w:rsid w:val="0023600F"/>
    <w:rsid w:val="002360AA"/>
    <w:rsid w:val="002363C3"/>
    <w:rsid w:val="002364BC"/>
    <w:rsid w:val="002379ED"/>
    <w:rsid w:val="002401BB"/>
    <w:rsid w:val="0024050E"/>
    <w:rsid w:val="00241BC6"/>
    <w:rsid w:val="00242EF5"/>
    <w:rsid w:val="0024369F"/>
    <w:rsid w:val="00244430"/>
    <w:rsid w:val="00244493"/>
    <w:rsid w:val="00244EF7"/>
    <w:rsid w:val="00245030"/>
    <w:rsid w:val="002450C7"/>
    <w:rsid w:val="00245180"/>
    <w:rsid w:val="002456D4"/>
    <w:rsid w:val="0025012A"/>
    <w:rsid w:val="00250C3C"/>
    <w:rsid w:val="0025108B"/>
    <w:rsid w:val="00252BFA"/>
    <w:rsid w:val="00252F53"/>
    <w:rsid w:val="0025617A"/>
    <w:rsid w:val="00256776"/>
    <w:rsid w:val="00256A26"/>
    <w:rsid w:val="002612FA"/>
    <w:rsid w:val="00262FCF"/>
    <w:rsid w:val="002679F3"/>
    <w:rsid w:val="002718D4"/>
    <w:rsid w:val="00271A72"/>
    <w:rsid w:val="00271E36"/>
    <w:rsid w:val="002734B5"/>
    <w:rsid w:val="002741A5"/>
    <w:rsid w:val="00274D5A"/>
    <w:rsid w:val="00275EC1"/>
    <w:rsid w:val="00277E44"/>
    <w:rsid w:val="00280407"/>
    <w:rsid w:val="00280CAC"/>
    <w:rsid w:val="00280EBD"/>
    <w:rsid w:val="002817A3"/>
    <w:rsid w:val="00282E93"/>
    <w:rsid w:val="00282FD4"/>
    <w:rsid w:val="00284248"/>
    <w:rsid w:val="0028517C"/>
    <w:rsid w:val="00285A7A"/>
    <w:rsid w:val="00287C4F"/>
    <w:rsid w:val="002903ED"/>
    <w:rsid w:val="00290EE9"/>
    <w:rsid w:val="0029122C"/>
    <w:rsid w:val="00292C6C"/>
    <w:rsid w:val="00292C96"/>
    <w:rsid w:val="00292D99"/>
    <w:rsid w:val="00292E93"/>
    <w:rsid w:val="00293B38"/>
    <w:rsid w:val="00293FFB"/>
    <w:rsid w:val="002959EE"/>
    <w:rsid w:val="002A0736"/>
    <w:rsid w:val="002A18E6"/>
    <w:rsid w:val="002A1F1D"/>
    <w:rsid w:val="002A24C2"/>
    <w:rsid w:val="002A3BC3"/>
    <w:rsid w:val="002A445B"/>
    <w:rsid w:val="002A4909"/>
    <w:rsid w:val="002A49BC"/>
    <w:rsid w:val="002A5AAA"/>
    <w:rsid w:val="002A6300"/>
    <w:rsid w:val="002A65DF"/>
    <w:rsid w:val="002A7A2B"/>
    <w:rsid w:val="002B0B52"/>
    <w:rsid w:val="002B0DCF"/>
    <w:rsid w:val="002B122A"/>
    <w:rsid w:val="002B2F81"/>
    <w:rsid w:val="002B2FEF"/>
    <w:rsid w:val="002B337F"/>
    <w:rsid w:val="002B41B5"/>
    <w:rsid w:val="002B4A44"/>
    <w:rsid w:val="002B51A2"/>
    <w:rsid w:val="002B57F4"/>
    <w:rsid w:val="002B6C2D"/>
    <w:rsid w:val="002B702F"/>
    <w:rsid w:val="002B7883"/>
    <w:rsid w:val="002C0097"/>
    <w:rsid w:val="002C0675"/>
    <w:rsid w:val="002C1234"/>
    <w:rsid w:val="002C1F65"/>
    <w:rsid w:val="002C22FF"/>
    <w:rsid w:val="002C2DA2"/>
    <w:rsid w:val="002C37D6"/>
    <w:rsid w:val="002C3815"/>
    <w:rsid w:val="002C4241"/>
    <w:rsid w:val="002C5384"/>
    <w:rsid w:val="002C5C0A"/>
    <w:rsid w:val="002C7F5F"/>
    <w:rsid w:val="002D1964"/>
    <w:rsid w:val="002D1F9D"/>
    <w:rsid w:val="002D231D"/>
    <w:rsid w:val="002D2A6A"/>
    <w:rsid w:val="002D4EFE"/>
    <w:rsid w:val="002D50AB"/>
    <w:rsid w:val="002D5731"/>
    <w:rsid w:val="002D5F82"/>
    <w:rsid w:val="002D6266"/>
    <w:rsid w:val="002D74DB"/>
    <w:rsid w:val="002D7D2C"/>
    <w:rsid w:val="002E01DB"/>
    <w:rsid w:val="002E0743"/>
    <w:rsid w:val="002E16D5"/>
    <w:rsid w:val="002E553F"/>
    <w:rsid w:val="002E5A4A"/>
    <w:rsid w:val="002E730D"/>
    <w:rsid w:val="002F05C1"/>
    <w:rsid w:val="002F0901"/>
    <w:rsid w:val="002F25CF"/>
    <w:rsid w:val="002F372A"/>
    <w:rsid w:val="002F5338"/>
    <w:rsid w:val="002F61F5"/>
    <w:rsid w:val="002F6323"/>
    <w:rsid w:val="002F6E78"/>
    <w:rsid w:val="002F70D6"/>
    <w:rsid w:val="002F7177"/>
    <w:rsid w:val="002F78D4"/>
    <w:rsid w:val="00300B32"/>
    <w:rsid w:val="0030146F"/>
    <w:rsid w:val="00303D15"/>
    <w:rsid w:val="00307D80"/>
    <w:rsid w:val="00310B69"/>
    <w:rsid w:val="00310B8C"/>
    <w:rsid w:val="00310BD7"/>
    <w:rsid w:val="00310CC4"/>
    <w:rsid w:val="00310E6B"/>
    <w:rsid w:val="003126FF"/>
    <w:rsid w:val="00313DF8"/>
    <w:rsid w:val="003154AD"/>
    <w:rsid w:val="0031686B"/>
    <w:rsid w:val="0031704D"/>
    <w:rsid w:val="0032091C"/>
    <w:rsid w:val="00320A8C"/>
    <w:rsid w:val="00320BF7"/>
    <w:rsid w:val="00321A45"/>
    <w:rsid w:val="00321C34"/>
    <w:rsid w:val="00321EDB"/>
    <w:rsid w:val="00322297"/>
    <w:rsid w:val="00322E25"/>
    <w:rsid w:val="003230FB"/>
    <w:rsid w:val="00323F87"/>
    <w:rsid w:val="0032405D"/>
    <w:rsid w:val="00324D7A"/>
    <w:rsid w:val="00325813"/>
    <w:rsid w:val="00325DDC"/>
    <w:rsid w:val="00325F75"/>
    <w:rsid w:val="00327823"/>
    <w:rsid w:val="00330683"/>
    <w:rsid w:val="00330707"/>
    <w:rsid w:val="00330EDD"/>
    <w:rsid w:val="0033148B"/>
    <w:rsid w:val="003316CC"/>
    <w:rsid w:val="003328ED"/>
    <w:rsid w:val="00332BE9"/>
    <w:rsid w:val="00334FC1"/>
    <w:rsid w:val="0033630D"/>
    <w:rsid w:val="00336E05"/>
    <w:rsid w:val="003371B5"/>
    <w:rsid w:val="0034060B"/>
    <w:rsid w:val="00341263"/>
    <w:rsid w:val="003417A0"/>
    <w:rsid w:val="0034185B"/>
    <w:rsid w:val="00341F96"/>
    <w:rsid w:val="0034218F"/>
    <w:rsid w:val="0034229D"/>
    <w:rsid w:val="00343335"/>
    <w:rsid w:val="00343C8A"/>
    <w:rsid w:val="00343D9A"/>
    <w:rsid w:val="00344A8B"/>
    <w:rsid w:val="00344A91"/>
    <w:rsid w:val="00345501"/>
    <w:rsid w:val="00347A83"/>
    <w:rsid w:val="003501A5"/>
    <w:rsid w:val="00350AB2"/>
    <w:rsid w:val="00350CA8"/>
    <w:rsid w:val="0035108A"/>
    <w:rsid w:val="00351C3B"/>
    <w:rsid w:val="00352F46"/>
    <w:rsid w:val="00354F32"/>
    <w:rsid w:val="00355046"/>
    <w:rsid w:val="003566EB"/>
    <w:rsid w:val="003570CA"/>
    <w:rsid w:val="0035768A"/>
    <w:rsid w:val="00357799"/>
    <w:rsid w:val="00360270"/>
    <w:rsid w:val="00362ADC"/>
    <w:rsid w:val="00363A13"/>
    <w:rsid w:val="003643E4"/>
    <w:rsid w:val="00365BE6"/>
    <w:rsid w:val="00365DAE"/>
    <w:rsid w:val="003662FA"/>
    <w:rsid w:val="00366BA9"/>
    <w:rsid w:val="00367908"/>
    <w:rsid w:val="003679F4"/>
    <w:rsid w:val="00370380"/>
    <w:rsid w:val="00370BCD"/>
    <w:rsid w:val="003715C1"/>
    <w:rsid w:val="00371872"/>
    <w:rsid w:val="00371EE5"/>
    <w:rsid w:val="003728F0"/>
    <w:rsid w:val="0037298C"/>
    <w:rsid w:val="00372F18"/>
    <w:rsid w:val="00373135"/>
    <w:rsid w:val="0037332C"/>
    <w:rsid w:val="00373D09"/>
    <w:rsid w:val="00374C0E"/>
    <w:rsid w:val="0037592C"/>
    <w:rsid w:val="00375C7E"/>
    <w:rsid w:val="00375DAE"/>
    <w:rsid w:val="00375E8F"/>
    <w:rsid w:val="00376145"/>
    <w:rsid w:val="00382F91"/>
    <w:rsid w:val="00383055"/>
    <w:rsid w:val="00383BAF"/>
    <w:rsid w:val="00384F97"/>
    <w:rsid w:val="003853F5"/>
    <w:rsid w:val="00387A44"/>
    <w:rsid w:val="00387EE2"/>
    <w:rsid w:val="00390206"/>
    <w:rsid w:val="003918F9"/>
    <w:rsid w:val="003939E3"/>
    <w:rsid w:val="003946BB"/>
    <w:rsid w:val="00394E3A"/>
    <w:rsid w:val="00395439"/>
    <w:rsid w:val="003A0C6F"/>
    <w:rsid w:val="003A152B"/>
    <w:rsid w:val="003A175B"/>
    <w:rsid w:val="003A1D83"/>
    <w:rsid w:val="003A410B"/>
    <w:rsid w:val="003A5083"/>
    <w:rsid w:val="003A570E"/>
    <w:rsid w:val="003A57C1"/>
    <w:rsid w:val="003A594C"/>
    <w:rsid w:val="003A6743"/>
    <w:rsid w:val="003A708F"/>
    <w:rsid w:val="003A764A"/>
    <w:rsid w:val="003A7E70"/>
    <w:rsid w:val="003A7E87"/>
    <w:rsid w:val="003B142B"/>
    <w:rsid w:val="003B1857"/>
    <w:rsid w:val="003B2536"/>
    <w:rsid w:val="003B2EB7"/>
    <w:rsid w:val="003B33F4"/>
    <w:rsid w:val="003B366A"/>
    <w:rsid w:val="003B473F"/>
    <w:rsid w:val="003B4D6F"/>
    <w:rsid w:val="003B7425"/>
    <w:rsid w:val="003C0B90"/>
    <w:rsid w:val="003C126D"/>
    <w:rsid w:val="003C3A1C"/>
    <w:rsid w:val="003C3ACE"/>
    <w:rsid w:val="003C3FDD"/>
    <w:rsid w:val="003C4657"/>
    <w:rsid w:val="003D0B35"/>
    <w:rsid w:val="003D0D32"/>
    <w:rsid w:val="003D148A"/>
    <w:rsid w:val="003D2198"/>
    <w:rsid w:val="003D31CD"/>
    <w:rsid w:val="003D38ED"/>
    <w:rsid w:val="003D3F8B"/>
    <w:rsid w:val="003D4A7A"/>
    <w:rsid w:val="003D791B"/>
    <w:rsid w:val="003E09F9"/>
    <w:rsid w:val="003E0A06"/>
    <w:rsid w:val="003E4127"/>
    <w:rsid w:val="003E4A39"/>
    <w:rsid w:val="003E57F6"/>
    <w:rsid w:val="003E5EF5"/>
    <w:rsid w:val="003E6974"/>
    <w:rsid w:val="003E750D"/>
    <w:rsid w:val="003E7757"/>
    <w:rsid w:val="003E7C3A"/>
    <w:rsid w:val="003F03FF"/>
    <w:rsid w:val="003F10E6"/>
    <w:rsid w:val="003F10F7"/>
    <w:rsid w:val="003F1152"/>
    <w:rsid w:val="003F1439"/>
    <w:rsid w:val="003F148C"/>
    <w:rsid w:val="003F1A62"/>
    <w:rsid w:val="003F27D5"/>
    <w:rsid w:val="003F2C49"/>
    <w:rsid w:val="003F38F8"/>
    <w:rsid w:val="003F44CE"/>
    <w:rsid w:val="003F555E"/>
    <w:rsid w:val="003F7241"/>
    <w:rsid w:val="004010D2"/>
    <w:rsid w:val="004015A0"/>
    <w:rsid w:val="004019B8"/>
    <w:rsid w:val="00402055"/>
    <w:rsid w:val="00402881"/>
    <w:rsid w:val="00402EDA"/>
    <w:rsid w:val="00404E42"/>
    <w:rsid w:val="00405424"/>
    <w:rsid w:val="0040698C"/>
    <w:rsid w:val="004078E2"/>
    <w:rsid w:val="00407997"/>
    <w:rsid w:val="004119AB"/>
    <w:rsid w:val="00411BDF"/>
    <w:rsid w:val="00411EC0"/>
    <w:rsid w:val="00411FF7"/>
    <w:rsid w:val="00413305"/>
    <w:rsid w:val="00413807"/>
    <w:rsid w:val="00414AC8"/>
    <w:rsid w:val="00414AF4"/>
    <w:rsid w:val="00415FA8"/>
    <w:rsid w:val="00415FBE"/>
    <w:rsid w:val="0041630B"/>
    <w:rsid w:val="004167C5"/>
    <w:rsid w:val="00416CC8"/>
    <w:rsid w:val="00417523"/>
    <w:rsid w:val="004201B6"/>
    <w:rsid w:val="00420B57"/>
    <w:rsid w:val="004216C9"/>
    <w:rsid w:val="00421911"/>
    <w:rsid w:val="00422ECE"/>
    <w:rsid w:val="004230ED"/>
    <w:rsid w:val="00423201"/>
    <w:rsid w:val="004242E9"/>
    <w:rsid w:val="00424484"/>
    <w:rsid w:val="00426284"/>
    <w:rsid w:val="004266D1"/>
    <w:rsid w:val="00426815"/>
    <w:rsid w:val="00426B3D"/>
    <w:rsid w:val="00426B8D"/>
    <w:rsid w:val="00426BC0"/>
    <w:rsid w:val="004275FD"/>
    <w:rsid w:val="00430BCC"/>
    <w:rsid w:val="00430D2A"/>
    <w:rsid w:val="004315A5"/>
    <w:rsid w:val="0043169C"/>
    <w:rsid w:val="0043213C"/>
    <w:rsid w:val="00434DA3"/>
    <w:rsid w:val="00434FFF"/>
    <w:rsid w:val="004352FB"/>
    <w:rsid w:val="00437444"/>
    <w:rsid w:val="00440110"/>
    <w:rsid w:val="004404C8"/>
    <w:rsid w:val="00441DEC"/>
    <w:rsid w:val="00442114"/>
    <w:rsid w:val="004429B0"/>
    <w:rsid w:val="00442F85"/>
    <w:rsid w:val="00443175"/>
    <w:rsid w:val="00444234"/>
    <w:rsid w:val="004444E8"/>
    <w:rsid w:val="00444D9B"/>
    <w:rsid w:val="004453F5"/>
    <w:rsid w:val="0044569B"/>
    <w:rsid w:val="00445739"/>
    <w:rsid w:val="00446400"/>
    <w:rsid w:val="00446498"/>
    <w:rsid w:val="0044742C"/>
    <w:rsid w:val="00447D2F"/>
    <w:rsid w:val="004507CD"/>
    <w:rsid w:val="004508BA"/>
    <w:rsid w:val="00451B0E"/>
    <w:rsid w:val="00451C8D"/>
    <w:rsid w:val="00452C65"/>
    <w:rsid w:val="00453078"/>
    <w:rsid w:val="004531C3"/>
    <w:rsid w:val="0045336F"/>
    <w:rsid w:val="00454097"/>
    <w:rsid w:val="00454A71"/>
    <w:rsid w:val="00454C30"/>
    <w:rsid w:val="00455459"/>
    <w:rsid w:val="00457AAC"/>
    <w:rsid w:val="00457F3D"/>
    <w:rsid w:val="00457FAC"/>
    <w:rsid w:val="004606F2"/>
    <w:rsid w:val="0046091C"/>
    <w:rsid w:val="004612AD"/>
    <w:rsid w:val="0046158E"/>
    <w:rsid w:val="00461A1E"/>
    <w:rsid w:val="00461B39"/>
    <w:rsid w:val="00462530"/>
    <w:rsid w:val="00462581"/>
    <w:rsid w:val="00463549"/>
    <w:rsid w:val="004638A8"/>
    <w:rsid w:val="00463FD1"/>
    <w:rsid w:val="0046497E"/>
    <w:rsid w:val="00464B2C"/>
    <w:rsid w:val="004656FE"/>
    <w:rsid w:val="00465C10"/>
    <w:rsid w:val="00466D6C"/>
    <w:rsid w:val="004670A7"/>
    <w:rsid w:val="004701E1"/>
    <w:rsid w:val="00471D62"/>
    <w:rsid w:val="00471EFB"/>
    <w:rsid w:val="00472022"/>
    <w:rsid w:val="00473271"/>
    <w:rsid w:val="00473377"/>
    <w:rsid w:val="00473913"/>
    <w:rsid w:val="00473EED"/>
    <w:rsid w:val="0047520F"/>
    <w:rsid w:val="0047572D"/>
    <w:rsid w:val="00475C22"/>
    <w:rsid w:val="0047644D"/>
    <w:rsid w:val="004776FB"/>
    <w:rsid w:val="00477B64"/>
    <w:rsid w:val="004814E7"/>
    <w:rsid w:val="00481734"/>
    <w:rsid w:val="00482BC7"/>
    <w:rsid w:val="00482C39"/>
    <w:rsid w:val="00483389"/>
    <w:rsid w:val="00483E6C"/>
    <w:rsid w:val="00484563"/>
    <w:rsid w:val="00484A5F"/>
    <w:rsid w:val="00485265"/>
    <w:rsid w:val="00485569"/>
    <w:rsid w:val="00485E45"/>
    <w:rsid w:val="00487561"/>
    <w:rsid w:val="004900EF"/>
    <w:rsid w:val="00490795"/>
    <w:rsid w:val="004914E1"/>
    <w:rsid w:val="00491953"/>
    <w:rsid w:val="00493E01"/>
    <w:rsid w:val="00496353"/>
    <w:rsid w:val="004A0DE0"/>
    <w:rsid w:val="004A38B4"/>
    <w:rsid w:val="004A38CD"/>
    <w:rsid w:val="004A4608"/>
    <w:rsid w:val="004A4913"/>
    <w:rsid w:val="004A5797"/>
    <w:rsid w:val="004A71E0"/>
    <w:rsid w:val="004A72FD"/>
    <w:rsid w:val="004A7E70"/>
    <w:rsid w:val="004B0A41"/>
    <w:rsid w:val="004B0FB8"/>
    <w:rsid w:val="004B1279"/>
    <w:rsid w:val="004B1F94"/>
    <w:rsid w:val="004B1F9A"/>
    <w:rsid w:val="004B32A3"/>
    <w:rsid w:val="004B3353"/>
    <w:rsid w:val="004B4F0F"/>
    <w:rsid w:val="004B52D0"/>
    <w:rsid w:val="004B670D"/>
    <w:rsid w:val="004C0145"/>
    <w:rsid w:val="004C0E9E"/>
    <w:rsid w:val="004C1271"/>
    <w:rsid w:val="004C1DBF"/>
    <w:rsid w:val="004C1EBA"/>
    <w:rsid w:val="004C3088"/>
    <w:rsid w:val="004C34DB"/>
    <w:rsid w:val="004C3C5C"/>
    <w:rsid w:val="004C4926"/>
    <w:rsid w:val="004C5AD1"/>
    <w:rsid w:val="004C615A"/>
    <w:rsid w:val="004C6C32"/>
    <w:rsid w:val="004C6FCC"/>
    <w:rsid w:val="004D01B4"/>
    <w:rsid w:val="004D178B"/>
    <w:rsid w:val="004D30E9"/>
    <w:rsid w:val="004D340A"/>
    <w:rsid w:val="004D374A"/>
    <w:rsid w:val="004D3C61"/>
    <w:rsid w:val="004D4726"/>
    <w:rsid w:val="004D4B7A"/>
    <w:rsid w:val="004D5C45"/>
    <w:rsid w:val="004D5D73"/>
    <w:rsid w:val="004D6072"/>
    <w:rsid w:val="004E0B23"/>
    <w:rsid w:val="004E28D8"/>
    <w:rsid w:val="004E3039"/>
    <w:rsid w:val="004E3908"/>
    <w:rsid w:val="004E47CD"/>
    <w:rsid w:val="004E4E63"/>
    <w:rsid w:val="004E5D2E"/>
    <w:rsid w:val="004E62C9"/>
    <w:rsid w:val="004E6C3D"/>
    <w:rsid w:val="004E756A"/>
    <w:rsid w:val="004E799B"/>
    <w:rsid w:val="004E7A18"/>
    <w:rsid w:val="004F0138"/>
    <w:rsid w:val="004F024C"/>
    <w:rsid w:val="004F0391"/>
    <w:rsid w:val="004F0404"/>
    <w:rsid w:val="004F04FB"/>
    <w:rsid w:val="004F0FDB"/>
    <w:rsid w:val="004F1BF3"/>
    <w:rsid w:val="004F1C49"/>
    <w:rsid w:val="004F3005"/>
    <w:rsid w:val="004F360B"/>
    <w:rsid w:val="004F5EE0"/>
    <w:rsid w:val="004F7CFF"/>
    <w:rsid w:val="005002D4"/>
    <w:rsid w:val="005003D9"/>
    <w:rsid w:val="0050168D"/>
    <w:rsid w:val="005017F3"/>
    <w:rsid w:val="00501C07"/>
    <w:rsid w:val="00501C1A"/>
    <w:rsid w:val="005020F1"/>
    <w:rsid w:val="0050210E"/>
    <w:rsid w:val="00503604"/>
    <w:rsid w:val="0050394D"/>
    <w:rsid w:val="0050438A"/>
    <w:rsid w:val="005047E3"/>
    <w:rsid w:val="005067D9"/>
    <w:rsid w:val="00506A73"/>
    <w:rsid w:val="005073C2"/>
    <w:rsid w:val="0050742C"/>
    <w:rsid w:val="0051071E"/>
    <w:rsid w:val="005117CC"/>
    <w:rsid w:val="00511B77"/>
    <w:rsid w:val="0051255F"/>
    <w:rsid w:val="005125E3"/>
    <w:rsid w:val="005133CE"/>
    <w:rsid w:val="0051473E"/>
    <w:rsid w:val="00514830"/>
    <w:rsid w:val="00514B93"/>
    <w:rsid w:val="0051642D"/>
    <w:rsid w:val="005167E9"/>
    <w:rsid w:val="00516FFC"/>
    <w:rsid w:val="00517C4D"/>
    <w:rsid w:val="00520BB8"/>
    <w:rsid w:val="00521086"/>
    <w:rsid w:val="005210BA"/>
    <w:rsid w:val="00521522"/>
    <w:rsid w:val="00521643"/>
    <w:rsid w:val="00521794"/>
    <w:rsid w:val="005219D2"/>
    <w:rsid w:val="005222B4"/>
    <w:rsid w:val="00522827"/>
    <w:rsid w:val="00522FF1"/>
    <w:rsid w:val="00523404"/>
    <w:rsid w:val="00524C12"/>
    <w:rsid w:val="005254B4"/>
    <w:rsid w:val="00525655"/>
    <w:rsid w:val="00527F05"/>
    <w:rsid w:val="00527FF5"/>
    <w:rsid w:val="005302BE"/>
    <w:rsid w:val="00531358"/>
    <w:rsid w:val="00531641"/>
    <w:rsid w:val="00531AC1"/>
    <w:rsid w:val="0053208F"/>
    <w:rsid w:val="005324AF"/>
    <w:rsid w:val="00532AF4"/>
    <w:rsid w:val="00532B48"/>
    <w:rsid w:val="00533B83"/>
    <w:rsid w:val="0053402E"/>
    <w:rsid w:val="00534CE2"/>
    <w:rsid w:val="00536C66"/>
    <w:rsid w:val="00537CD3"/>
    <w:rsid w:val="00543370"/>
    <w:rsid w:val="00544BCA"/>
    <w:rsid w:val="0054549D"/>
    <w:rsid w:val="005461C1"/>
    <w:rsid w:val="00547C49"/>
    <w:rsid w:val="00547F4B"/>
    <w:rsid w:val="0055006F"/>
    <w:rsid w:val="0055241E"/>
    <w:rsid w:val="00552605"/>
    <w:rsid w:val="0055260B"/>
    <w:rsid w:val="005532F6"/>
    <w:rsid w:val="00553792"/>
    <w:rsid w:val="00554135"/>
    <w:rsid w:val="00555569"/>
    <w:rsid w:val="00556454"/>
    <w:rsid w:val="00556F01"/>
    <w:rsid w:val="005572BA"/>
    <w:rsid w:val="00557A6E"/>
    <w:rsid w:val="005603FF"/>
    <w:rsid w:val="00561361"/>
    <w:rsid w:val="0056174B"/>
    <w:rsid w:val="005658BA"/>
    <w:rsid w:val="005658DD"/>
    <w:rsid w:val="00571AD5"/>
    <w:rsid w:val="0057207D"/>
    <w:rsid w:val="00572822"/>
    <w:rsid w:val="0057334A"/>
    <w:rsid w:val="0057380E"/>
    <w:rsid w:val="00574762"/>
    <w:rsid w:val="0057514B"/>
    <w:rsid w:val="00575FD5"/>
    <w:rsid w:val="005766D1"/>
    <w:rsid w:val="00576CAB"/>
    <w:rsid w:val="00577758"/>
    <w:rsid w:val="005824FA"/>
    <w:rsid w:val="00582723"/>
    <w:rsid w:val="005828A3"/>
    <w:rsid w:val="005832C0"/>
    <w:rsid w:val="005846B7"/>
    <w:rsid w:val="005856EC"/>
    <w:rsid w:val="0058683F"/>
    <w:rsid w:val="00587645"/>
    <w:rsid w:val="00587EF8"/>
    <w:rsid w:val="00590A32"/>
    <w:rsid w:val="00591119"/>
    <w:rsid w:val="00592B3F"/>
    <w:rsid w:val="005933CC"/>
    <w:rsid w:val="005934F0"/>
    <w:rsid w:val="0059561B"/>
    <w:rsid w:val="00595AB5"/>
    <w:rsid w:val="005A1578"/>
    <w:rsid w:val="005A2571"/>
    <w:rsid w:val="005A31FA"/>
    <w:rsid w:val="005A3AD5"/>
    <w:rsid w:val="005A4CFE"/>
    <w:rsid w:val="005A4F57"/>
    <w:rsid w:val="005A52BE"/>
    <w:rsid w:val="005A6225"/>
    <w:rsid w:val="005A6554"/>
    <w:rsid w:val="005A6A77"/>
    <w:rsid w:val="005A7AEC"/>
    <w:rsid w:val="005B1C17"/>
    <w:rsid w:val="005B3A91"/>
    <w:rsid w:val="005B4046"/>
    <w:rsid w:val="005B4706"/>
    <w:rsid w:val="005B4BB4"/>
    <w:rsid w:val="005B5167"/>
    <w:rsid w:val="005B5510"/>
    <w:rsid w:val="005B5606"/>
    <w:rsid w:val="005B67D5"/>
    <w:rsid w:val="005B6C2A"/>
    <w:rsid w:val="005B6F90"/>
    <w:rsid w:val="005C1715"/>
    <w:rsid w:val="005C1ACF"/>
    <w:rsid w:val="005C1C9D"/>
    <w:rsid w:val="005C1CA9"/>
    <w:rsid w:val="005C225B"/>
    <w:rsid w:val="005C2CE6"/>
    <w:rsid w:val="005C5469"/>
    <w:rsid w:val="005C5B72"/>
    <w:rsid w:val="005C600E"/>
    <w:rsid w:val="005C63FD"/>
    <w:rsid w:val="005C6678"/>
    <w:rsid w:val="005C67CF"/>
    <w:rsid w:val="005C6F8C"/>
    <w:rsid w:val="005C7898"/>
    <w:rsid w:val="005C7A7A"/>
    <w:rsid w:val="005C7BCD"/>
    <w:rsid w:val="005D0E6C"/>
    <w:rsid w:val="005D0FF8"/>
    <w:rsid w:val="005D22A8"/>
    <w:rsid w:val="005D2B7D"/>
    <w:rsid w:val="005D2E93"/>
    <w:rsid w:val="005D308D"/>
    <w:rsid w:val="005D3345"/>
    <w:rsid w:val="005D449A"/>
    <w:rsid w:val="005D5A0B"/>
    <w:rsid w:val="005D5B70"/>
    <w:rsid w:val="005D6BA9"/>
    <w:rsid w:val="005D70C6"/>
    <w:rsid w:val="005D7F83"/>
    <w:rsid w:val="005E0725"/>
    <w:rsid w:val="005E0765"/>
    <w:rsid w:val="005E1A02"/>
    <w:rsid w:val="005E1BC2"/>
    <w:rsid w:val="005E2C97"/>
    <w:rsid w:val="005E3012"/>
    <w:rsid w:val="005E5F55"/>
    <w:rsid w:val="005E6A3F"/>
    <w:rsid w:val="005E6A43"/>
    <w:rsid w:val="005F03A7"/>
    <w:rsid w:val="005F073E"/>
    <w:rsid w:val="005F2710"/>
    <w:rsid w:val="005F2B9C"/>
    <w:rsid w:val="005F338C"/>
    <w:rsid w:val="005F4C2E"/>
    <w:rsid w:val="005F55F6"/>
    <w:rsid w:val="005F5F08"/>
    <w:rsid w:val="005F67C3"/>
    <w:rsid w:val="005F7EF0"/>
    <w:rsid w:val="00600145"/>
    <w:rsid w:val="0060097C"/>
    <w:rsid w:val="006027C2"/>
    <w:rsid w:val="00602917"/>
    <w:rsid w:val="00603860"/>
    <w:rsid w:val="00603C2F"/>
    <w:rsid w:val="00603C7C"/>
    <w:rsid w:val="00604F4B"/>
    <w:rsid w:val="00605321"/>
    <w:rsid w:val="00605AF4"/>
    <w:rsid w:val="00606BAE"/>
    <w:rsid w:val="0060729C"/>
    <w:rsid w:val="0061204F"/>
    <w:rsid w:val="00612D2B"/>
    <w:rsid w:val="00613005"/>
    <w:rsid w:val="00613394"/>
    <w:rsid w:val="00613C0F"/>
    <w:rsid w:val="00614CB1"/>
    <w:rsid w:val="0061596C"/>
    <w:rsid w:val="00615C5E"/>
    <w:rsid w:val="00615F1B"/>
    <w:rsid w:val="00615F2E"/>
    <w:rsid w:val="00616682"/>
    <w:rsid w:val="006166B1"/>
    <w:rsid w:val="00617334"/>
    <w:rsid w:val="0061786A"/>
    <w:rsid w:val="00617F3D"/>
    <w:rsid w:val="00624800"/>
    <w:rsid w:val="006249C8"/>
    <w:rsid w:val="00624CBB"/>
    <w:rsid w:val="00624D63"/>
    <w:rsid w:val="0062523D"/>
    <w:rsid w:val="00625528"/>
    <w:rsid w:val="0063026D"/>
    <w:rsid w:val="006310F8"/>
    <w:rsid w:val="00631C1E"/>
    <w:rsid w:val="00633F9F"/>
    <w:rsid w:val="00634515"/>
    <w:rsid w:val="00634750"/>
    <w:rsid w:val="00635582"/>
    <w:rsid w:val="00635D87"/>
    <w:rsid w:val="00636204"/>
    <w:rsid w:val="0063627C"/>
    <w:rsid w:val="00640621"/>
    <w:rsid w:val="00641A0A"/>
    <w:rsid w:val="00642AF0"/>
    <w:rsid w:val="00642EE1"/>
    <w:rsid w:val="006448D0"/>
    <w:rsid w:val="00644BC0"/>
    <w:rsid w:val="006450BE"/>
    <w:rsid w:val="00645317"/>
    <w:rsid w:val="006455C9"/>
    <w:rsid w:val="00645B0A"/>
    <w:rsid w:val="00646742"/>
    <w:rsid w:val="00647A06"/>
    <w:rsid w:val="00647B33"/>
    <w:rsid w:val="00652C95"/>
    <w:rsid w:val="00652DEC"/>
    <w:rsid w:val="00652F43"/>
    <w:rsid w:val="0065453F"/>
    <w:rsid w:val="006554ED"/>
    <w:rsid w:val="00656A76"/>
    <w:rsid w:val="00656F7C"/>
    <w:rsid w:val="00661517"/>
    <w:rsid w:val="00661844"/>
    <w:rsid w:val="00661933"/>
    <w:rsid w:val="00661F23"/>
    <w:rsid w:val="00664F47"/>
    <w:rsid w:val="006654B5"/>
    <w:rsid w:val="00665628"/>
    <w:rsid w:val="00666156"/>
    <w:rsid w:val="006663E5"/>
    <w:rsid w:val="0066645A"/>
    <w:rsid w:val="006668D7"/>
    <w:rsid w:val="006716A7"/>
    <w:rsid w:val="00671CCA"/>
    <w:rsid w:val="00672FBC"/>
    <w:rsid w:val="00673041"/>
    <w:rsid w:val="006736C4"/>
    <w:rsid w:val="00674215"/>
    <w:rsid w:val="00674B78"/>
    <w:rsid w:val="006753F2"/>
    <w:rsid w:val="006810DE"/>
    <w:rsid w:val="006823EF"/>
    <w:rsid w:val="006825DF"/>
    <w:rsid w:val="00684A1D"/>
    <w:rsid w:val="00685016"/>
    <w:rsid w:val="006851B2"/>
    <w:rsid w:val="0068546B"/>
    <w:rsid w:val="006855A0"/>
    <w:rsid w:val="006863FB"/>
    <w:rsid w:val="00687D4C"/>
    <w:rsid w:val="00687D89"/>
    <w:rsid w:val="00690202"/>
    <w:rsid w:val="00690663"/>
    <w:rsid w:val="00691B8B"/>
    <w:rsid w:val="0069349F"/>
    <w:rsid w:val="00694F60"/>
    <w:rsid w:val="006954C8"/>
    <w:rsid w:val="00695EA9"/>
    <w:rsid w:val="00695FE9"/>
    <w:rsid w:val="00696DE2"/>
    <w:rsid w:val="00697C0A"/>
    <w:rsid w:val="00697E32"/>
    <w:rsid w:val="006A0C52"/>
    <w:rsid w:val="006A138A"/>
    <w:rsid w:val="006A1510"/>
    <w:rsid w:val="006A1578"/>
    <w:rsid w:val="006A20F3"/>
    <w:rsid w:val="006A2854"/>
    <w:rsid w:val="006A316B"/>
    <w:rsid w:val="006A4F8C"/>
    <w:rsid w:val="006A6441"/>
    <w:rsid w:val="006A69B5"/>
    <w:rsid w:val="006A7EDB"/>
    <w:rsid w:val="006B0412"/>
    <w:rsid w:val="006B1220"/>
    <w:rsid w:val="006B1ED7"/>
    <w:rsid w:val="006B20EC"/>
    <w:rsid w:val="006B2C61"/>
    <w:rsid w:val="006B3BA6"/>
    <w:rsid w:val="006B3C4C"/>
    <w:rsid w:val="006B3E70"/>
    <w:rsid w:val="006B520A"/>
    <w:rsid w:val="006C3A64"/>
    <w:rsid w:val="006C41BD"/>
    <w:rsid w:val="006C4302"/>
    <w:rsid w:val="006C482C"/>
    <w:rsid w:val="006C4DB0"/>
    <w:rsid w:val="006C60C0"/>
    <w:rsid w:val="006C6C04"/>
    <w:rsid w:val="006C6C4D"/>
    <w:rsid w:val="006C7205"/>
    <w:rsid w:val="006C78B1"/>
    <w:rsid w:val="006C7CCF"/>
    <w:rsid w:val="006D0B36"/>
    <w:rsid w:val="006D18D6"/>
    <w:rsid w:val="006D2118"/>
    <w:rsid w:val="006D22FC"/>
    <w:rsid w:val="006D2371"/>
    <w:rsid w:val="006D2BA4"/>
    <w:rsid w:val="006D33AA"/>
    <w:rsid w:val="006D3B53"/>
    <w:rsid w:val="006D5596"/>
    <w:rsid w:val="006D57E9"/>
    <w:rsid w:val="006D6BB3"/>
    <w:rsid w:val="006E05ED"/>
    <w:rsid w:val="006E08BE"/>
    <w:rsid w:val="006E14CE"/>
    <w:rsid w:val="006E1D66"/>
    <w:rsid w:val="006E26E1"/>
    <w:rsid w:val="006E2953"/>
    <w:rsid w:val="006E2F97"/>
    <w:rsid w:val="006E374F"/>
    <w:rsid w:val="006E418E"/>
    <w:rsid w:val="006E63FB"/>
    <w:rsid w:val="006E64AC"/>
    <w:rsid w:val="006E6BD6"/>
    <w:rsid w:val="006E75ED"/>
    <w:rsid w:val="006E79E7"/>
    <w:rsid w:val="006E7BEB"/>
    <w:rsid w:val="006E7C97"/>
    <w:rsid w:val="006E7D24"/>
    <w:rsid w:val="006F19DB"/>
    <w:rsid w:val="006F1B2A"/>
    <w:rsid w:val="006F1D71"/>
    <w:rsid w:val="006F28CF"/>
    <w:rsid w:val="006F3A83"/>
    <w:rsid w:val="006F3F9D"/>
    <w:rsid w:val="006F4077"/>
    <w:rsid w:val="006F4734"/>
    <w:rsid w:val="006F4DBC"/>
    <w:rsid w:val="006F50BE"/>
    <w:rsid w:val="006F60E7"/>
    <w:rsid w:val="006F77F7"/>
    <w:rsid w:val="006F7849"/>
    <w:rsid w:val="007000D6"/>
    <w:rsid w:val="0070053F"/>
    <w:rsid w:val="00700F59"/>
    <w:rsid w:val="00701678"/>
    <w:rsid w:val="00701A6B"/>
    <w:rsid w:val="00702517"/>
    <w:rsid w:val="00702DEA"/>
    <w:rsid w:val="007030B0"/>
    <w:rsid w:val="0070577F"/>
    <w:rsid w:val="0070593B"/>
    <w:rsid w:val="00706DD7"/>
    <w:rsid w:val="007072E8"/>
    <w:rsid w:val="00707BDD"/>
    <w:rsid w:val="00710528"/>
    <w:rsid w:val="00710F1D"/>
    <w:rsid w:val="0071143E"/>
    <w:rsid w:val="00711524"/>
    <w:rsid w:val="007123CE"/>
    <w:rsid w:val="00715290"/>
    <w:rsid w:val="00715A7A"/>
    <w:rsid w:val="00716CDB"/>
    <w:rsid w:val="00716E5C"/>
    <w:rsid w:val="00716F85"/>
    <w:rsid w:val="00720404"/>
    <w:rsid w:val="00720F9B"/>
    <w:rsid w:val="007233E5"/>
    <w:rsid w:val="007240CF"/>
    <w:rsid w:val="00724318"/>
    <w:rsid w:val="00724531"/>
    <w:rsid w:val="00724C49"/>
    <w:rsid w:val="00725440"/>
    <w:rsid w:val="007266B7"/>
    <w:rsid w:val="007266E6"/>
    <w:rsid w:val="00726B4B"/>
    <w:rsid w:val="00726E53"/>
    <w:rsid w:val="0073151C"/>
    <w:rsid w:val="0073265D"/>
    <w:rsid w:val="00734069"/>
    <w:rsid w:val="00734D49"/>
    <w:rsid w:val="00736016"/>
    <w:rsid w:val="007400FC"/>
    <w:rsid w:val="00743654"/>
    <w:rsid w:val="00743C9B"/>
    <w:rsid w:val="00744EC1"/>
    <w:rsid w:val="0074564F"/>
    <w:rsid w:val="0074787F"/>
    <w:rsid w:val="0075013F"/>
    <w:rsid w:val="007515BC"/>
    <w:rsid w:val="00751842"/>
    <w:rsid w:val="00754506"/>
    <w:rsid w:val="00754FDC"/>
    <w:rsid w:val="0075601F"/>
    <w:rsid w:val="0075695F"/>
    <w:rsid w:val="00756B4D"/>
    <w:rsid w:val="007601C1"/>
    <w:rsid w:val="00760A6B"/>
    <w:rsid w:val="0076191F"/>
    <w:rsid w:val="0076294D"/>
    <w:rsid w:val="00764186"/>
    <w:rsid w:val="00764E4C"/>
    <w:rsid w:val="007664EF"/>
    <w:rsid w:val="007666A7"/>
    <w:rsid w:val="00766A37"/>
    <w:rsid w:val="0076730C"/>
    <w:rsid w:val="00767CDA"/>
    <w:rsid w:val="007722FB"/>
    <w:rsid w:val="00772BCC"/>
    <w:rsid w:val="0077316B"/>
    <w:rsid w:val="0077337B"/>
    <w:rsid w:val="0077485E"/>
    <w:rsid w:val="007748E0"/>
    <w:rsid w:val="00774B35"/>
    <w:rsid w:val="00774F83"/>
    <w:rsid w:val="00776463"/>
    <w:rsid w:val="00776FC8"/>
    <w:rsid w:val="00777BDA"/>
    <w:rsid w:val="00780376"/>
    <w:rsid w:val="0078176C"/>
    <w:rsid w:val="007826CB"/>
    <w:rsid w:val="0078311B"/>
    <w:rsid w:val="00783674"/>
    <w:rsid w:val="00785472"/>
    <w:rsid w:val="0078589D"/>
    <w:rsid w:val="00785BAC"/>
    <w:rsid w:val="0078673E"/>
    <w:rsid w:val="00786877"/>
    <w:rsid w:val="007868DB"/>
    <w:rsid w:val="00786A6D"/>
    <w:rsid w:val="00787963"/>
    <w:rsid w:val="007879B5"/>
    <w:rsid w:val="007907D7"/>
    <w:rsid w:val="007910EB"/>
    <w:rsid w:val="007937D6"/>
    <w:rsid w:val="00794F44"/>
    <w:rsid w:val="007951FD"/>
    <w:rsid w:val="00796012"/>
    <w:rsid w:val="00796EAD"/>
    <w:rsid w:val="0079732B"/>
    <w:rsid w:val="00797DB8"/>
    <w:rsid w:val="007A0A4F"/>
    <w:rsid w:val="007A176A"/>
    <w:rsid w:val="007A1F90"/>
    <w:rsid w:val="007A238C"/>
    <w:rsid w:val="007A2EB9"/>
    <w:rsid w:val="007A4042"/>
    <w:rsid w:val="007A4722"/>
    <w:rsid w:val="007A7C9C"/>
    <w:rsid w:val="007B0AF3"/>
    <w:rsid w:val="007B0B4C"/>
    <w:rsid w:val="007B318D"/>
    <w:rsid w:val="007B3527"/>
    <w:rsid w:val="007B39CE"/>
    <w:rsid w:val="007B3CE3"/>
    <w:rsid w:val="007B3D94"/>
    <w:rsid w:val="007B4467"/>
    <w:rsid w:val="007B4E4E"/>
    <w:rsid w:val="007B5290"/>
    <w:rsid w:val="007B5941"/>
    <w:rsid w:val="007B7906"/>
    <w:rsid w:val="007C1293"/>
    <w:rsid w:val="007C174E"/>
    <w:rsid w:val="007C28F6"/>
    <w:rsid w:val="007C3B57"/>
    <w:rsid w:val="007D07D7"/>
    <w:rsid w:val="007D0A53"/>
    <w:rsid w:val="007D1C8D"/>
    <w:rsid w:val="007D2CA1"/>
    <w:rsid w:val="007D4226"/>
    <w:rsid w:val="007D4C5D"/>
    <w:rsid w:val="007D582E"/>
    <w:rsid w:val="007D5AA5"/>
    <w:rsid w:val="007D5FFD"/>
    <w:rsid w:val="007D602F"/>
    <w:rsid w:val="007D63A9"/>
    <w:rsid w:val="007D7D3D"/>
    <w:rsid w:val="007D7D92"/>
    <w:rsid w:val="007E179F"/>
    <w:rsid w:val="007E42AD"/>
    <w:rsid w:val="007E4C22"/>
    <w:rsid w:val="007E4E48"/>
    <w:rsid w:val="007E584D"/>
    <w:rsid w:val="007E787E"/>
    <w:rsid w:val="007E7A1A"/>
    <w:rsid w:val="007E7E82"/>
    <w:rsid w:val="007E7F4F"/>
    <w:rsid w:val="007F0CEB"/>
    <w:rsid w:val="007F2CC6"/>
    <w:rsid w:val="007F3116"/>
    <w:rsid w:val="007F36B8"/>
    <w:rsid w:val="007F4336"/>
    <w:rsid w:val="007F43EE"/>
    <w:rsid w:val="007F45B0"/>
    <w:rsid w:val="007F53C0"/>
    <w:rsid w:val="007F63EE"/>
    <w:rsid w:val="007F7375"/>
    <w:rsid w:val="007F7671"/>
    <w:rsid w:val="007F7711"/>
    <w:rsid w:val="00801290"/>
    <w:rsid w:val="00801520"/>
    <w:rsid w:val="00801AD7"/>
    <w:rsid w:val="0080224E"/>
    <w:rsid w:val="0080363E"/>
    <w:rsid w:val="00803A90"/>
    <w:rsid w:val="00803DD8"/>
    <w:rsid w:val="008058FA"/>
    <w:rsid w:val="008068C1"/>
    <w:rsid w:val="008109E6"/>
    <w:rsid w:val="00810CA2"/>
    <w:rsid w:val="00811985"/>
    <w:rsid w:val="00811A92"/>
    <w:rsid w:val="00812422"/>
    <w:rsid w:val="0081264B"/>
    <w:rsid w:val="0081323B"/>
    <w:rsid w:val="00813A52"/>
    <w:rsid w:val="00813BC2"/>
    <w:rsid w:val="00813C94"/>
    <w:rsid w:val="00813DBC"/>
    <w:rsid w:val="00813F31"/>
    <w:rsid w:val="00813F32"/>
    <w:rsid w:val="00814A1E"/>
    <w:rsid w:val="00815A29"/>
    <w:rsid w:val="008163F3"/>
    <w:rsid w:val="0081667D"/>
    <w:rsid w:val="008166C0"/>
    <w:rsid w:val="0081684A"/>
    <w:rsid w:val="00821041"/>
    <w:rsid w:val="00821336"/>
    <w:rsid w:val="00821B63"/>
    <w:rsid w:val="008233F0"/>
    <w:rsid w:val="008240DE"/>
    <w:rsid w:val="0082447F"/>
    <w:rsid w:val="00824532"/>
    <w:rsid w:val="00824901"/>
    <w:rsid w:val="00825569"/>
    <w:rsid w:val="00826165"/>
    <w:rsid w:val="008261B1"/>
    <w:rsid w:val="008273B8"/>
    <w:rsid w:val="00827810"/>
    <w:rsid w:val="00827E0E"/>
    <w:rsid w:val="00830203"/>
    <w:rsid w:val="008305BB"/>
    <w:rsid w:val="008310D7"/>
    <w:rsid w:val="00831BED"/>
    <w:rsid w:val="00831CB1"/>
    <w:rsid w:val="00832408"/>
    <w:rsid w:val="00832C48"/>
    <w:rsid w:val="00836959"/>
    <w:rsid w:val="00837A0F"/>
    <w:rsid w:val="008405BF"/>
    <w:rsid w:val="008406CA"/>
    <w:rsid w:val="008408C5"/>
    <w:rsid w:val="00840FB0"/>
    <w:rsid w:val="008418F0"/>
    <w:rsid w:val="00842BE1"/>
    <w:rsid w:val="00842D4C"/>
    <w:rsid w:val="00845003"/>
    <w:rsid w:val="008455A1"/>
    <w:rsid w:val="0084629F"/>
    <w:rsid w:val="00846369"/>
    <w:rsid w:val="00846B19"/>
    <w:rsid w:val="00846F53"/>
    <w:rsid w:val="008471B0"/>
    <w:rsid w:val="008477D5"/>
    <w:rsid w:val="00847BD3"/>
    <w:rsid w:val="00853F18"/>
    <w:rsid w:val="00854746"/>
    <w:rsid w:val="008554BC"/>
    <w:rsid w:val="00855865"/>
    <w:rsid w:val="00856545"/>
    <w:rsid w:val="00856856"/>
    <w:rsid w:val="00860F8D"/>
    <w:rsid w:val="00861C3D"/>
    <w:rsid w:val="00862458"/>
    <w:rsid w:val="00863459"/>
    <w:rsid w:val="00864AFC"/>
    <w:rsid w:val="00864ED7"/>
    <w:rsid w:val="00864FC5"/>
    <w:rsid w:val="00865D05"/>
    <w:rsid w:val="00865FA2"/>
    <w:rsid w:val="00867378"/>
    <w:rsid w:val="008701C2"/>
    <w:rsid w:val="00870778"/>
    <w:rsid w:val="00870D1F"/>
    <w:rsid w:val="00870FA7"/>
    <w:rsid w:val="00871EB2"/>
    <w:rsid w:val="0087356C"/>
    <w:rsid w:val="00873843"/>
    <w:rsid w:val="00873981"/>
    <w:rsid w:val="008740BA"/>
    <w:rsid w:val="00874A50"/>
    <w:rsid w:val="00874BF9"/>
    <w:rsid w:val="0087556C"/>
    <w:rsid w:val="008759A8"/>
    <w:rsid w:val="00875D00"/>
    <w:rsid w:val="00876058"/>
    <w:rsid w:val="0087626A"/>
    <w:rsid w:val="008823C5"/>
    <w:rsid w:val="008825F1"/>
    <w:rsid w:val="00882F21"/>
    <w:rsid w:val="0088391A"/>
    <w:rsid w:val="00883BE7"/>
    <w:rsid w:val="0088513C"/>
    <w:rsid w:val="0088587F"/>
    <w:rsid w:val="00886EED"/>
    <w:rsid w:val="00887166"/>
    <w:rsid w:val="00887483"/>
    <w:rsid w:val="008874CF"/>
    <w:rsid w:val="0088786B"/>
    <w:rsid w:val="00887883"/>
    <w:rsid w:val="00890A95"/>
    <w:rsid w:val="00890C2E"/>
    <w:rsid w:val="00891FE6"/>
    <w:rsid w:val="00892361"/>
    <w:rsid w:val="00892698"/>
    <w:rsid w:val="00893A7A"/>
    <w:rsid w:val="00894ED6"/>
    <w:rsid w:val="008950A6"/>
    <w:rsid w:val="00895D5F"/>
    <w:rsid w:val="008969D8"/>
    <w:rsid w:val="00896F85"/>
    <w:rsid w:val="00897555"/>
    <w:rsid w:val="008A042B"/>
    <w:rsid w:val="008A0AEC"/>
    <w:rsid w:val="008A1EE6"/>
    <w:rsid w:val="008A2E8F"/>
    <w:rsid w:val="008A2FAC"/>
    <w:rsid w:val="008A318D"/>
    <w:rsid w:val="008A31C7"/>
    <w:rsid w:val="008A39E4"/>
    <w:rsid w:val="008A4435"/>
    <w:rsid w:val="008A4A12"/>
    <w:rsid w:val="008A4A2D"/>
    <w:rsid w:val="008A55DC"/>
    <w:rsid w:val="008A6CA7"/>
    <w:rsid w:val="008A738D"/>
    <w:rsid w:val="008A7513"/>
    <w:rsid w:val="008A7745"/>
    <w:rsid w:val="008A7ACC"/>
    <w:rsid w:val="008B15EC"/>
    <w:rsid w:val="008B3BAD"/>
    <w:rsid w:val="008B3D9A"/>
    <w:rsid w:val="008B5D34"/>
    <w:rsid w:val="008B5D93"/>
    <w:rsid w:val="008B5EFB"/>
    <w:rsid w:val="008B6AE8"/>
    <w:rsid w:val="008B7444"/>
    <w:rsid w:val="008B778E"/>
    <w:rsid w:val="008B77D2"/>
    <w:rsid w:val="008C062B"/>
    <w:rsid w:val="008C0886"/>
    <w:rsid w:val="008C0B71"/>
    <w:rsid w:val="008C1035"/>
    <w:rsid w:val="008C12A6"/>
    <w:rsid w:val="008C2249"/>
    <w:rsid w:val="008C27E3"/>
    <w:rsid w:val="008C3147"/>
    <w:rsid w:val="008C37C8"/>
    <w:rsid w:val="008C3A83"/>
    <w:rsid w:val="008C3F12"/>
    <w:rsid w:val="008C495A"/>
    <w:rsid w:val="008C65A3"/>
    <w:rsid w:val="008C6868"/>
    <w:rsid w:val="008C6DAF"/>
    <w:rsid w:val="008C7012"/>
    <w:rsid w:val="008C76A1"/>
    <w:rsid w:val="008C7A46"/>
    <w:rsid w:val="008C7B1E"/>
    <w:rsid w:val="008D13FE"/>
    <w:rsid w:val="008D14F1"/>
    <w:rsid w:val="008D17F4"/>
    <w:rsid w:val="008D1E02"/>
    <w:rsid w:val="008D3101"/>
    <w:rsid w:val="008D3E46"/>
    <w:rsid w:val="008D4346"/>
    <w:rsid w:val="008D4722"/>
    <w:rsid w:val="008D63BB"/>
    <w:rsid w:val="008E0702"/>
    <w:rsid w:val="008E0BCA"/>
    <w:rsid w:val="008E1D26"/>
    <w:rsid w:val="008E2BAB"/>
    <w:rsid w:val="008E2F86"/>
    <w:rsid w:val="008E3183"/>
    <w:rsid w:val="008E3502"/>
    <w:rsid w:val="008E362E"/>
    <w:rsid w:val="008E3B98"/>
    <w:rsid w:val="008E3E40"/>
    <w:rsid w:val="008E5D8A"/>
    <w:rsid w:val="008E74E0"/>
    <w:rsid w:val="008E78B6"/>
    <w:rsid w:val="008F0F60"/>
    <w:rsid w:val="008F1812"/>
    <w:rsid w:val="008F2475"/>
    <w:rsid w:val="008F346C"/>
    <w:rsid w:val="008F5B7D"/>
    <w:rsid w:val="0090070C"/>
    <w:rsid w:val="00900C5C"/>
    <w:rsid w:val="0090146D"/>
    <w:rsid w:val="00901D8D"/>
    <w:rsid w:val="00902037"/>
    <w:rsid w:val="00902CA7"/>
    <w:rsid w:val="00905C5C"/>
    <w:rsid w:val="00905E99"/>
    <w:rsid w:val="00906339"/>
    <w:rsid w:val="009068BC"/>
    <w:rsid w:val="009114DC"/>
    <w:rsid w:val="00911666"/>
    <w:rsid w:val="00911EF2"/>
    <w:rsid w:val="00914A03"/>
    <w:rsid w:val="00914B08"/>
    <w:rsid w:val="00916155"/>
    <w:rsid w:val="0091647F"/>
    <w:rsid w:val="009166A2"/>
    <w:rsid w:val="00916C7D"/>
    <w:rsid w:val="00916E0C"/>
    <w:rsid w:val="00920372"/>
    <w:rsid w:val="0092135C"/>
    <w:rsid w:val="009216AD"/>
    <w:rsid w:val="00921BC8"/>
    <w:rsid w:val="00921FC1"/>
    <w:rsid w:val="00923ACD"/>
    <w:rsid w:val="00923E7C"/>
    <w:rsid w:val="00923F17"/>
    <w:rsid w:val="00925896"/>
    <w:rsid w:val="009261D5"/>
    <w:rsid w:val="00926666"/>
    <w:rsid w:val="00926B80"/>
    <w:rsid w:val="00926F0E"/>
    <w:rsid w:val="00927CD2"/>
    <w:rsid w:val="009304E9"/>
    <w:rsid w:val="00930CE3"/>
    <w:rsid w:val="00931F72"/>
    <w:rsid w:val="009331E7"/>
    <w:rsid w:val="00933406"/>
    <w:rsid w:val="00933DA6"/>
    <w:rsid w:val="00933E4F"/>
    <w:rsid w:val="00934B79"/>
    <w:rsid w:val="009351D4"/>
    <w:rsid w:val="00935611"/>
    <w:rsid w:val="0093639C"/>
    <w:rsid w:val="00936555"/>
    <w:rsid w:val="00937359"/>
    <w:rsid w:val="0094004B"/>
    <w:rsid w:val="00942B10"/>
    <w:rsid w:val="009433C6"/>
    <w:rsid w:val="009439BD"/>
    <w:rsid w:val="00943C30"/>
    <w:rsid w:val="0094487F"/>
    <w:rsid w:val="00944D17"/>
    <w:rsid w:val="00944FCE"/>
    <w:rsid w:val="00945A0A"/>
    <w:rsid w:val="00946540"/>
    <w:rsid w:val="00946D18"/>
    <w:rsid w:val="00947044"/>
    <w:rsid w:val="009500A3"/>
    <w:rsid w:val="009509A7"/>
    <w:rsid w:val="00950CA0"/>
    <w:rsid w:val="00951351"/>
    <w:rsid w:val="009515A5"/>
    <w:rsid w:val="009518FF"/>
    <w:rsid w:val="00953520"/>
    <w:rsid w:val="009538BC"/>
    <w:rsid w:val="00953CF5"/>
    <w:rsid w:val="009546BB"/>
    <w:rsid w:val="0095470C"/>
    <w:rsid w:val="00954E9E"/>
    <w:rsid w:val="0095639D"/>
    <w:rsid w:val="00957163"/>
    <w:rsid w:val="00960B11"/>
    <w:rsid w:val="00960DA2"/>
    <w:rsid w:val="00962F14"/>
    <w:rsid w:val="00963BA1"/>
    <w:rsid w:val="00963F8B"/>
    <w:rsid w:val="00965026"/>
    <w:rsid w:val="009650E2"/>
    <w:rsid w:val="0096548E"/>
    <w:rsid w:val="0096569D"/>
    <w:rsid w:val="00965B03"/>
    <w:rsid w:val="00965C27"/>
    <w:rsid w:val="00966212"/>
    <w:rsid w:val="00966758"/>
    <w:rsid w:val="00967793"/>
    <w:rsid w:val="00970FB2"/>
    <w:rsid w:val="0097185E"/>
    <w:rsid w:val="00972229"/>
    <w:rsid w:val="00972AE5"/>
    <w:rsid w:val="009739E3"/>
    <w:rsid w:val="00973C4B"/>
    <w:rsid w:val="009764D2"/>
    <w:rsid w:val="00976A8B"/>
    <w:rsid w:val="009774FA"/>
    <w:rsid w:val="00981200"/>
    <w:rsid w:val="00983563"/>
    <w:rsid w:val="00984393"/>
    <w:rsid w:val="00985A1A"/>
    <w:rsid w:val="00985A99"/>
    <w:rsid w:val="00986ADC"/>
    <w:rsid w:val="00986AEA"/>
    <w:rsid w:val="00987EFC"/>
    <w:rsid w:val="009900E8"/>
    <w:rsid w:val="009908BA"/>
    <w:rsid w:val="009916DE"/>
    <w:rsid w:val="0099170B"/>
    <w:rsid w:val="00991EA8"/>
    <w:rsid w:val="00994AA4"/>
    <w:rsid w:val="009956A2"/>
    <w:rsid w:val="00995C18"/>
    <w:rsid w:val="0099610E"/>
    <w:rsid w:val="009962AF"/>
    <w:rsid w:val="00996812"/>
    <w:rsid w:val="00997E81"/>
    <w:rsid w:val="009A07EF"/>
    <w:rsid w:val="009A08EE"/>
    <w:rsid w:val="009A0CCF"/>
    <w:rsid w:val="009A135F"/>
    <w:rsid w:val="009A13BC"/>
    <w:rsid w:val="009A24D2"/>
    <w:rsid w:val="009A2721"/>
    <w:rsid w:val="009A35C7"/>
    <w:rsid w:val="009A36C1"/>
    <w:rsid w:val="009A375B"/>
    <w:rsid w:val="009A3917"/>
    <w:rsid w:val="009B0001"/>
    <w:rsid w:val="009B00AC"/>
    <w:rsid w:val="009B0EEE"/>
    <w:rsid w:val="009B1024"/>
    <w:rsid w:val="009B210A"/>
    <w:rsid w:val="009B40A0"/>
    <w:rsid w:val="009B4627"/>
    <w:rsid w:val="009B47B4"/>
    <w:rsid w:val="009B5B0B"/>
    <w:rsid w:val="009B6872"/>
    <w:rsid w:val="009B6BC3"/>
    <w:rsid w:val="009C018E"/>
    <w:rsid w:val="009C0C55"/>
    <w:rsid w:val="009C1D6C"/>
    <w:rsid w:val="009C231E"/>
    <w:rsid w:val="009C339B"/>
    <w:rsid w:val="009C4008"/>
    <w:rsid w:val="009C4AD7"/>
    <w:rsid w:val="009C4D40"/>
    <w:rsid w:val="009C5058"/>
    <w:rsid w:val="009C506D"/>
    <w:rsid w:val="009C53CE"/>
    <w:rsid w:val="009C5683"/>
    <w:rsid w:val="009C6054"/>
    <w:rsid w:val="009C6B6D"/>
    <w:rsid w:val="009C6DC8"/>
    <w:rsid w:val="009C7BB1"/>
    <w:rsid w:val="009C7D11"/>
    <w:rsid w:val="009D0A96"/>
    <w:rsid w:val="009D1014"/>
    <w:rsid w:val="009D178B"/>
    <w:rsid w:val="009D1AB0"/>
    <w:rsid w:val="009D3E1B"/>
    <w:rsid w:val="009D6071"/>
    <w:rsid w:val="009D65D1"/>
    <w:rsid w:val="009D691A"/>
    <w:rsid w:val="009D7B9F"/>
    <w:rsid w:val="009D7C7C"/>
    <w:rsid w:val="009E0BB5"/>
    <w:rsid w:val="009E17EC"/>
    <w:rsid w:val="009E2462"/>
    <w:rsid w:val="009E2AE9"/>
    <w:rsid w:val="009E385F"/>
    <w:rsid w:val="009E39B8"/>
    <w:rsid w:val="009E6AD8"/>
    <w:rsid w:val="009E6FB9"/>
    <w:rsid w:val="009E7FF9"/>
    <w:rsid w:val="009F006B"/>
    <w:rsid w:val="009F0BD4"/>
    <w:rsid w:val="009F1AD4"/>
    <w:rsid w:val="009F25B8"/>
    <w:rsid w:val="009F2606"/>
    <w:rsid w:val="009F35FB"/>
    <w:rsid w:val="009F64F6"/>
    <w:rsid w:val="009F6548"/>
    <w:rsid w:val="009F721A"/>
    <w:rsid w:val="009F78E2"/>
    <w:rsid w:val="009F78EC"/>
    <w:rsid w:val="009F7F89"/>
    <w:rsid w:val="00A01712"/>
    <w:rsid w:val="00A01F96"/>
    <w:rsid w:val="00A02580"/>
    <w:rsid w:val="00A03952"/>
    <w:rsid w:val="00A03BF3"/>
    <w:rsid w:val="00A04766"/>
    <w:rsid w:val="00A0545B"/>
    <w:rsid w:val="00A0599E"/>
    <w:rsid w:val="00A05ED4"/>
    <w:rsid w:val="00A06622"/>
    <w:rsid w:val="00A06CFF"/>
    <w:rsid w:val="00A1068F"/>
    <w:rsid w:val="00A11B27"/>
    <w:rsid w:val="00A13716"/>
    <w:rsid w:val="00A16094"/>
    <w:rsid w:val="00A166F5"/>
    <w:rsid w:val="00A17630"/>
    <w:rsid w:val="00A178BC"/>
    <w:rsid w:val="00A20065"/>
    <w:rsid w:val="00A20695"/>
    <w:rsid w:val="00A22CBF"/>
    <w:rsid w:val="00A2335A"/>
    <w:rsid w:val="00A25347"/>
    <w:rsid w:val="00A255B8"/>
    <w:rsid w:val="00A2743A"/>
    <w:rsid w:val="00A27FD5"/>
    <w:rsid w:val="00A3022F"/>
    <w:rsid w:val="00A32667"/>
    <w:rsid w:val="00A32D3E"/>
    <w:rsid w:val="00A339AD"/>
    <w:rsid w:val="00A33E9F"/>
    <w:rsid w:val="00A3499A"/>
    <w:rsid w:val="00A354E1"/>
    <w:rsid w:val="00A35CF4"/>
    <w:rsid w:val="00A37C91"/>
    <w:rsid w:val="00A37E9D"/>
    <w:rsid w:val="00A4045D"/>
    <w:rsid w:val="00A40B4B"/>
    <w:rsid w:val="00A40B98"/>
    <w:rsid w:val="00A41143"/>
    <w:rsid w:val="00A43E22"/>
    <w:rsid w:val="00A440E2"/>
    <w:rsid w:val="00A445F0"/>
    <w:rsid w:val="00A45204"/>
    <w:rsid w:val="00A4529F"/>
    <w:rsid w:val="00A457AF"/>
    <w:rsid w:val="00A45816"/>
    <w:rsid w:val="00A501F0"/>
    <w:rsid w:val="00A520D8"/>
    <w:rsid w:val="00A52E3C"/>
    <w:rsid w:val="00A53000"/>
    <w:rsid w:val="00A538B3"/>
    <w:rsid w:val="00A53A26"/>
    <w:rsid w:val="00A54325"/>
    <w:rsid w:val="00A54387"/>
    <w:rsid w:val="00A55054"/>
    <w:rsid w:val="00A5522D"/>
    <w:rsid w:val="00A554A6"/>
    <w:rsid w:val="00A55CF6"/>
    <w:rsid w:val="00A55F0F"/>
    <w:rsid w:val="00A56AB6"/>
    <w:rsid w:val="00A60A0E"/>
    <w:rsid w:val="00A61561"/>
    <w:rsid w:val="00A61727"/>
    <w:rsid w:val="00A62269"/>
    <w:rsid w:val="00A6385C"/>
    <w:rsid w:val="00A6454D"/>
    <w:rsid w:val="00A64F3F"/>
    <w:rsid w:val="00A654B9"/>
    <w:rsid w:val="00A65528"/>
    <w:rsid w:val="00A66D42"/>
    <w:rsid w:val="00A705F3"/>
    <w:rsid w:val="00A70676"/>
    <w:rsid w:val="00A71E7E"/>
    <w:rsid w:val="00A7288E"/>
    <w:rsid w:val="00A73BA3"/>
    <w:rsid w:val="00A73D9A"/>
    <w:rsid w:val="00A7459B"/>
    <w:rsid w:val="00A76DCB"/>
    <w:rsid w:val="00A76DE5"/>
    <w:rsid w:val="00A77912"/>
    <w:rsid w:val="00A81A22"/>
    <w:rsid w:val="00A8206F"/>
    <w:rsid w:val="00A8294B"/>
    <w:rsid w:val="00A84613"/>
    <w:rsid w:val="00A84FA7"/>
    <w:rsid w:val="00A854A5"/>
    <w:rsid w:val="00A85F6C"/>
    <w:rsid w:val="00A86516"/>
    <w:rsid w:val="00A866A8"/>
    <w:rsid w:val="00A914F9"/>
    <w:rsid w:val="00A91F5F"/>
    <w:rsid w:val="00A92520"/>
    <w:rsid w:val="00A92698"/>
    <w:rsid w:val="00A928F0"/>
    <w:rsid w:val="00A9294E"/>
    <w:rsid w:val="00A92AB8"/>
    <w:rsid w:val="00A9485F"/>
    <w:rsid w:val="00A94DE2"/>
    <w:rsid w:val="00A959A3"/>
    <w:rsid w:val="00A97852"/>
    <w:rsid w:val="00AA20EF"/>
    <w:rsid w:val="00AA3261"/>
    <w:rsid w:val="00AA3357"/>
    <w:rsid w:val="00AA3481"/>
    <w:rsid w:val="00AA3538"/>
    <w:rsid w:val="00AA388C"/>
    <w:rsid w:val="00AA41B4"/>
    <w:rsid w:val="00AA5079"/>
    <w:rsid w:val="00AA6B24"/>
    <w:rsid w:val="00AA6C19"/>
    <w:rsid w:val="00AA7DE0"/>
    <w:rsid w:val="00AB035E"/>
    <w:rsid w:val="00AB0506"/>
    <w:rsid w:val="00AB1408"/>
    <w:rsid w:val="00AB1D86"/>
    <w:rsid w:val="00AB2004"/>
    <w:rsid w:val="00AB2110"/>
    <w:rsid w:val="00AB2558"/>
    <w:rsid w:val="00AB27D8"/>
    <w:rsid w:val="00AB2CDE"/>
    <w:rsid w:val="00AB3687"/>
    <w:rsid w:val="00AB3AD4"/>
    <w:rsid w:val="00AB3EA7"/>
    <w:rsid w:val="00AB4421"/>
    <w:rsid w:val="00AB658D"/>
    <w:rsid w:val="00AB6D9B"/>
    <w:rsid w:val="00AB71C0"/>
    <w:rsid w:val="00AB7843"/>
    <w:rsid w:val="00AB7C8B"/>
    <w:rsid w:val="00AC0A96"/>
    <w:rsid w:val="00AC0CAD"/>
    <w:rsid w:val="00AC1CE2"/>
    <w:rsid w:val="00AC1DF4"/>
    <w:rsid w:val="00AC578A"/>
    <w:rsid w:val="00AC5C28"/>
    <w:rsid w:val="00AC61E4"/>
    <w:rsid w:val="00AC69CC"/>
    <w:rsid w:val="00AC6B43"/>
    <w:rsid w:val="00AC774F"/>
    <w:rsid w:val="00AC792D"/>
    <w:rsid w:val="00AC7BD4"/>
    <w:rsid w:val="00AC7F03"/>
    <w:rsid w:val="00AD0A24"/>
    <w:rsid w:val="00AD0E3B"/>
    <w:rsid w:val="00AD3DD0"/>
    <w:rsid w:val="00AD3EC3"/>
    <w:rsid w:val="00AD6119"/>
    <w:rsid w:val="00AD61F7"/>
    <w:rsid w:val="00AD6B21"/>
    <w:rsid w:val="00AD7156"/>
    <w:rsid w:val="00AD71C3"/>
    <w:rsid w:val="00AD7A6C"/>
    <w:rsid w:val="00AE02FA"/>
    <w:rsid w:val="00AE0631"/>
    <w:rsid w:val="00AE069C"/>
    <w:rsid w:val="00AE06CE"/>
    <w:rsid w:val="00AE12CB"/>
    <w:rsid w:val="00AE1EFA"/>
    <w:rsid w:val="00AE2774"/>
    <w:rsid w:val="00AE2D18"/>
    <w:rsid w:val="00AE2DE3"/>
    <w:rsid w:val="00AE3D72"/>
    <w:rsid w:val="00AE3F58"/>
    <w:rsid w:val="00AE43F2"/>
    <w:rsid w:val="00AE467D"/>
    <w:rsid w:val="00AE4D6E"/>
    <w:rsid w:val="00AE52F2"/>
    <w:rsid w:val="00AE5776"/>
    <w:rsid w:val="00AE5C2F"/>
    <w:rsid w:val="00AE626E"/>
    <w:rsid w:val="00AE6653"/>
    <w:rsid w:val="00AE6758"/>
    <w:rsid w:val="00AE6793"/>
    <w:rsid w:val="00AE73AC"/>
    <w:rsid w:val="00AE7BA6"/>
    <w:rsid w:val="00AF14A6"/>
    <w:rsid w:val="00AF273A"/>
    <w:rsid w:val="00AF2BC8"/>
    <w:rsid w:val="00AF3953"/>
    <w:rsid w:val="00AF3DC2"/>
    <w:rsid w:val="00AF5565"/>
    <w:rsid w:val="00AF5676"/>
    <w:rsid w:val="00AF69E1"/>
    <w:rsid w:val="00AF6D26"/>
    <w:rsid w:val="00B00F91"/>
    <w:rsid w:val="00B01AC8"/>
    <w:rsid w:val="00B029CF"/>
    <w:rsid w:val="00B033CB"/>
    <w:rsid w:val="00B043C9"/>
    <w:rsid w:val="00B04E31"/>
    <w:rsid w:val="00B04E76"/>
    <w:rsid w:val="00B04F46"/>
    <w:rsid w:val="00B05740"/>
    <w:rsid w:val="00B06094"/>
    <w:rsid w:val="00B06445"/>
    <w:rsid w:val="00B07168"/>
    <w:rsid w:val="00B07F4F"/>
    <w:rsid w:val="00B10E6E"/>
    <w:rsid w:val="00B10ED5"/>
    <w:rsid w:val="00B116BC"/>
    <w:rsid w:val="00B13117"/>
    <w:rsid w:val="00B140D0"/>
    <w:rsid w:val="00B167E2"/>
    <w:rsid w:val="00B1754F"/>
    <w:rsid w:val="00B20719"/>
    <w:rsid w:val="00B20E03"/>
    <w:rsid w:val="00B238DD"/>
    <w:rsid w:val="00B24567"/>
    <w:rsid w:val="00B25C97"/>
    <w:rsid w:val="00B30384"/>
    <w:rsid w:val="00B318CC"/>
    <w:rsid w:val="00B31937"/>
    <w:rsid w:val="00B320DA"/>
    <w:rsid w:val="00B3305A"/>
    <w:rsid w:val="00B33295"/>
    <w:rsid w:val="00B34B51"/>
    <w:rsid w:val="00B34E57"/>
    <w:rsid w:val="00B35128"/>
    <w:rsid w:val="00B3586A"/>
    <w:rsid w:val="00B36F32"/>
    <w:rsid w:val="00B3722C"/>
    <w:rsid w:val="00B37C15"/>
    <w:rsid w:val="00B37F6B"/>
    <w:rsid w:val="00B40243"/>
    <w:rsid w:val="00B406F6"/>
    <w:rsid w:val="00B40792"/>
    <w:rsid w:val="00B40964"/>
    <w:rsid w:val="00B41250"/>
    <w:rsid w:val="00B421BC"/>
    <w:rsid w:val="00B4297E"/>
    <w:rsid w:val="00B42EEC"/>
    <w:rsid w:val="00B4337B"/>
    <w:rsid w:val="00B443CE"/>
    <w:rsid w:val="00B446B7"/>
    <w:rsid w:val="00B46E2A"/>
    <w:rsid w:val="00B46E50"/>
    <w:rsid w:val="00B47B0E"/>
    <w:rsid w:val="00B509B7"/>
    <w:rsid w:val="00B51A26"/>
    <w:rsid w:val="00B51F82"/>
    <w:rsid w:val="00B52723"/>
    <w:rsid w:val="00B53057"/>
    <w:rsid w:val="00B538D1"/>
    <w:rsid w:val="00B53ADD"/>
    <w:rsid w:val="00B5482E"/>
    <w:rsid w:val="00B55151"/>
    <w:rsid w:val="00B55BE6"/>
    <w:rsid w:val="00B55EBD"/>
    <w:rsid w:val="00B56C5A"/>
    <w:rsid w:val="00B56C71"/>
    <w:rsid w:val="00B57128"/>
    <w:rsid w:val="00B57346"/>
    <w:rsid w:val="00B60648"/>
    <w:rsid w:val="00B62BD3"/>
    <w:rsid w:val="00B62DA1"/>
    <w:rsid w:val="00B648CB"/>
    <w:rsid w:val="00B671F6"/>
    <w:rsid w:val="00B7037C"/>
    <w:rsid w:val="00B7046B"/>
    <w:rsid w:val="00B718CB"/>
    <w:rsid w:val="00B72C97"/>
    <w:rsid w:val="00B72E0A"/>
    <w:rsid w:val="00B766B6"/>
    <w:rsid w:val="00B77A16"/>
    <w:rsid w:val="00B77F39"/>
    <w:rsid w:val="00B818D8"/>
    <w:rsid w:val="00B82C18"/>
    <w:rsid w:val="00B83272"/>
    <w:rsid w:val="00B85927"/>
    <w:rsid w:val="00B87886"/>
    <w:rsid w:val="00B87D45"/>
    <w:rsid w:val="00B90F9E"/>
    <w:rsid w:val="00B913F6"/>
    <w:rsid w:val="00B91864"/>
    <w:rsid w:val="00B92DF4"/>
    <w:rsid w:val="00B9322F"/>
    <w:rsid w:val="00B93591"/>
    <w:rsid w:val="00B94304"/>
    <w:rsid w:val="00B94EAB"/>
    <w:rsid w:val="00B9732F"/>
    <w:rsid w:val="00B974BB"/>
    <w:rsid w:val="00B97FEF"/>
    <w:rsid w:val="00BA0C0A"/>
    <w:rsid w:val="00BA0D8F"/>
    <w:rsid w:val="00BA15FE"/>
    <w:rsid w:val="00BA2DA9"/>
    <w:rsid w:val="00BA30EB"/>
    <w:rsid w:val="00BA3558"/>
    <w:rsid w:val="00BA5896"/>
    <w:rsid w:val="00BA69DA"/>
    <w:rsid w:val="00BA76FA"/>
    <w:rsid w:val="00BB08F5"/>
    <w:rsid w:val="00BB1B75"/>
    <w:rsid w:val="00BB1C1B"/>
    <w:rsid w:val="00BB2455"/>
    <w:rsid w:val="00BB2E1B"/>
    <w:rsid w:val="00BB3099"/>
    <w:rsid w:val="00BB530B"/>
    <w:rsid w:val="00BB5599"/>
    <w:rsid w:val="00BB5CFC"/>
    <w:rsid w:val="00BB6627"/>
    <w:rsid w:val="00BB7ECF"/>
    <w:rsid w:val="00BC0AE7"/>
    <w:rsid w:val="00BC0DF8"/>
    <w:rsid w:val="00BC177D"/>
    <w:rsid w:val="00BC19F3"/>
    <w:rsid w:val="00BC1B2D"/>
    <w:rsid w:val="00BC3275"/>
    <w:rsid w:val="00BC358A"/>
    <w:rsid w:val="00BC41F4"/>
    <w:rsid w:val="00BC49A6"/>
    <w:rsid w:val="00BC4C68"/>
    <w:rsid w:val="00BC5964"/>
    <w:rsid w:val="00BC59CD"/>
    <w:rsid w:val="00BC618E"/>
    <w:rsid w:val="00BC653C"/>
    <w:rsid w:val="00BC6D70"/>
    <w:rsid w:val="00BC6F3F"/>
    <w:rsid w:val="00BC7FA5"/>
    <w:rsid w:val="00BD0238"/>
    <w:rsid w:val="00BD0266"/>
    <w:rsid w:val="00BD459E"/>
    <w:rsid w:val="00BD4668"/>
    <w:rsid w:val="00BD48A5"/>
    <w:rsid w:val="00BD49FC"/>
    <w:rsid w:val="00BD533A"/>
    <w:rsid w:val="00BD6604"/>
    <w:rsid w:val="00BD6713"/>
    <w:rsid w:val="00BE0073"/>
    <w:rsid w:val="00BE1A5F"/>
    <w:rsid w:val="00BE1D9B"/>
    <w:rsid w:val="00BE2059"/>
    <w:rsid w:val="00BE219A"/>
    <w:rsid w:val="00BE2AE8"/>
    <w:rsid w:val="00BE2FB4"/>
    <w:rsid w:val="00BE37D8"/>
    <w:rsid w:val="00BE52DC"/>
    <w:rsid w:val="00BE5830"/>
    <w:rsid w:val="00BE5C6A"/>
    <w:rsid w:val="00BE7143"/>
    <w:rsid w:val="00BF128A"/>
    <w:rsid w:val="00BF1EDC"/>
    <w:rsid w:val="00BF3057"/>
    <w:rsid w:val="00BF3347"/>
    <w:rsid w:val="00BF366F"/>
    <w:rsid w:val="00BF4337"/>
    <w:rsid w:val="00BF57C5"/>
    <w:rsid w:val="00BF6808"/>
    <w:rsid w:val="00BF6F53"/>
    <w:rsid w:val="00C001F9"/>
    <w:rsid w:val="00C006FE"/>
    <w:rsid w:val="00C02153"/>
    <w:rsid w:val="00C02161"/>
    <w:rsid w:val="00C03114"/>
    <w:rsid w:val="00C045DC"/>
    <w:rsid w:val="00C05667"/>
    <w:rsid w:val="00C05C44"/>
    <w:rsid w:val="00C061E1"/>
    <w:rsid w:val="00C06510"/>
    <w:rsid w:val="00C069E4"/>
    <w:rsid w:val="00C07EF2"/>
    <w:rsid w:val="00C127C6"/>
    <w:rsid w:val="00C13A76"/>
    <w:rsid w:val="00C13EC6"/>
    <w:rsid w:val="00C16D70"/>
    <w:rsid w:val="00C17EB1"/>
    <w:rsid w:val="00C2071E"/>
    <w:rsid w:val="00C20993"/>
    <w:rsid w:val="00C21423"/>
    <w:rsid w:val="00C21BF8"/>
    <w:rsid w:val="00C22454"/>
    <w:rsid w:val="00C2366E"/>
    <w:rsid w:val="00C2472D"/>
    <w:rsid w:val="00C250AC"/>
    <w:rsid w:val="00C255DC"/>
    <w:rsid w:val="00C25BCC"/>
    <w:rsid w:val="00C260E3"/>
    <w:rsid w:val="00C26583"/>
    <w:rsid w:val="00C265FD"/>
    <w:rsid w:val="00C26D89"/>
    <w:rsid w:val="00C27A5C"/>
    <w:rsid w:val="00C3070E"/>
    <w:rsid w:val="00C30E50"/>
    <w:rsid w:val="00C323AC"/>
    <w:rsid w:val="00C336D3"/>
    <w:rsid w:val="00C33B74"/>
    <w:rsid w:val="00C33D69"/>
    <w:rsid w:val="00C34E84"/>
    <w:rsid w:val="00C35CF9"/>
    <w:rsid w:val="00C36FB9"/>
    <w:rsid w:val="00C4118A"/>
    <w:rsid w:val="00C4141D"/>
    <w:rsid w:val="00C41C84"/>
    <w:rsid w:val="00C428DE"/>
    <w:rsid w:val="00C42ABC"/>
    <w:rsid w:val="00C43C80"/>
    <w:rsid w:val="00C44C2C"/>
    <w:rsid w:val="00C454B5"/>
    <w:rsid w:val="00C45946"/>
    <w:rsid w:val="00C45EA3"/>
    <w:rsid w:val="00C47043"/>
    <w:rsid w:val="00C47222"/>
    <w:rsid w:val="00C4742E"/>
    <w:rsid w:val="00C47512"/>
    <w:rsid w:val="00C47729"/>
    <w:rsid w:val="00C47B6E"/>
    <w:rsid w:val="00C47DAF"/>
    <w:rsid w:val="00C5073B"/>
    <w:rsid w:val="00C51400"/>
    <w:rsid w:val="00C51F82"/>
    <w:rsid w:val="00C5389C"/>
    <w:rsid w:val="00C5397E"/>
    <w:rsid w:val="00C54BF3"/>
    <w:rsid w:val="00C55443"/>
    <w:rsid w:val="00C570F1"/>
    <w:rsid w:val="00C572A0"/>
    <w:rsid w:val="00C57854"/>
    <w:rsid w:val="00C579E0"/>
    <w:rsid w:val="00C57A77"/>
    <w:rsid w:val="00C57E2B"/>
    <w:rsid w:val="00C613B6"/>
    <w:rsid w:val="00C617AF"/>
    <w:rsid w:val="00C62F19"/>
    <w:rsid w:val="00C62FB6"/>
    <w:rsid w:val="00C6318E"/>
    <w:rsid w:val="00C64130"/>
    <w:rsid w:val="00C66F12"/>
    <w:rsid w:val="00C66F96"/>
    <w:rsid w:val="00C7116C"/>
    <w:rsid w:val="00C712E4"/>
    <w:rsid w:val="00C71B57"/>
    <w:rsid w:val="00C72B2A"/>
    <w:rsid w:val="00C72C90"/>
    <w:rsid w:val="00C73FBC"/>
    <w:rsid w:val="00C743DA"/>
    <w:rsid w:val="00C7470F"/>
    <w:rsid w:val="00C7615D"/>
    <w:rsid w:val="00C76A42"/>
    <w:rsid w:val="00C772FE"/>
    <w:rsid w:val="00C77C20"/>
    <w:rsid w:val="00C80B22"/>
    <w:rsid w:val="00C8144A"/>
    <w:rsid w:val="00C81770"/>
    <w:rsid w:val="00C81D94"/>
    <w:rsid w:val="00C82B2E"/>
    <w:rsid w:val="00C835EA"/>
    <w:rsid w:val="00C83987"/>
    <w:rsid w:val="00C840C7"/>
    <w:rsid w:val="00C84C05"/>
    <w:rsid w:val="00C85AE9"/>
    <w:rsid w:val="00C865F3"/>
    <w:rsid w:val="00C868B1"/>
    <w:rsid w:val="00C869D1"/>
    <w:rsid w:val="00C87D8F"/>
    <w:rsid w:val="00C9095F"/>
    <w:rsid w:val="00C909B7"/>
    <w:rsid w:val="00C922B4"/>
    <w:rsid w:val="00C9239B"/>
    <w:rsid w:val="00C9290C"/>
    <w:rsid w:val="00C93006"/>
    <w:rsid w:val="00C9348A"/>
    <w:rsid w:val="00C937A1"/>
    <w:rsid w:val="00C94462"/>
    <w:rsid w:val="00C9687B"/>
    <w:rsid w:val="00CA0757"/>
    <w:rsid w:val="00CA09DC"/>
    <w:rsid w:val="00CA15B9"/>
    <w:rsid w:val="00CA1E59"/>
    <w:rsid w:val="00CA2185"/>
    <w:rsid w:val="00CA3A10"/>
    <w:rsid w:val="00CA492A"/>
    <w:rsid w:val="00CA4DF2"/>
    <w:rsid w:val="00CA6D81"/>
    <w:rsid w:val="00CA7698"/>
    <w:rsid w:val="00CB0428"/>
    <w:rsid w:val="00CB0598"/>
    <w:rsid w:val="00CB09AF"/>
    <w:rsid w:val="00CB2680"/>
    <w:rsid w:val="00CB3A4A"/>
    <w:rsid w:val="00CB43DF"/>
    <w:rsid w:val="00CB4C17"/>
    <w:rsid w:val="00CB522A"/>
    <w:rsid w:val="00CB661D"/>
    <w:rsid w:val="00CB6A4D"/>
    <w:rsid w:val="00CB7A5F"/>
    <w:rsid w:val="00CC1397"/>
    <w:rsid w:val="00CC14AC"/>
    <w:rsid w:val="00CC2104"/>
    <w:rsid w:val="00CC2D41"/>
    <w:rsid w:val="00CC31A2"/>
    <w:rsid w:val="00CC490D"/>
    <w:rsid w:val="00CC5697"/>
    <w:rsid w:val="00CC6326"/>
    <w:rsid w:val="00CC66B2"/>
    <w:rsid w:val="00CC6CB1"/>
    <w:rsid w:val="00CD099E"/>
    <w:rsid w:val="00CD1279"/>
    <w:rsid w:val="00CD16BC"/>
    <w:rsid w:val="00CD16D8"/>
    <w:rsid w:val="00CD1999"/>
    <w:rsid w:val="00CD4861"/>
    <w:rsid w:val="00CD4954"/>
    <w:rsid w:val="00CD4BB0"/>
    <w:rsid w:val="00CD60A9"/>
    <w:rsid w:val="00CD6FDA"/>
    <w:rsid w:val="00CD6FF1"/>
    <w:rsid w:val="00CD71D4"/>
    <w:rsid w:val="00CE056E"/>
    <w:rsid w:val="00CE1678"/>
    <w:rsid w:val="00CE1F82"/>
    <w:rsid w:val="00CE29F6"/>
    <w:rsid w:val="00CE344C"/>
    <w:rsid w:val="00CE365D"/>
    <w:rsid w:val="00CE3EA7"/>
    <w:rsid w:val="00CE4C66"/>
    <w:rsid w:val="00CE5514"/>
    <w:rsid w:val="00CE5E90"/>
    <w:rsid w:val="00CE5EC7"/>
    <w:rsid w:val="00CE6507"/>
    <w:rsid w:val="00CE6C7E"/>
    <w:rsid w:val="00CF0AFC"/>
    <w:rsid w:val="00CF1264"/>
    <w:rsid w:val="00CF1321"/>
    <w:rsid w:val="00CF2099"/>
    <w:rsid w:val="00CF31FC"/>
    <w:rsid w:val="00CF45AC"/>
    <w:rsid w:val="00CF4AB6"/>
    <w:rsid w:val="00CF4E7F"/>
    <w:rsid w:val="00CF5E76"/>
    <w:rsid w:val="00CF6148"/>
    <w:rsid w:val="00CF6CA5"/>
    <w:rsid w:val="00CF71B0"/>
    <w:rsid w:val="00CF7B01"/>
    <w:rsid w:val="00CF7BDF"/>
    <w:rsid w:val="00CF7F17"/>
    <w:rsid w:val="00D00844"/>
    <w:rsid w:val="00D0164C"/>
    <w:rsid w:val="00D024CC"/>
    <w:rsid w:val="00D02EBD"/>
    <w:rsid w:val="00D02EF2"/>
    <w:rsid w:val="00D051AB"/>
    <w:rsid w:val="00D05E47"/>
    <w:rsid w:val="00D062A5"/>
    <w:rsid w:val="00D073F1"/>
    <w:rsid w:val="00D075ED"/>
    <w:rsid w:val="00D07A61"/>
    <w:rsid w:val="00D10C34"/>
    <w:rsid w:val="00D11F8B"/>
    <w:rsid w:val="00D13380"/>
    <w:rsid w:val="00D1375B"/>
    <w:rsid w:val="00D140AB"/>
    <w:rsid w:val="00D15F56"/>
    <w:rsid w:val="00D16BFE"/>
    <w:rsid w:val="00D171F2"/>
    <w:rsid w:val="00D1738F"/>
    <w:rsid w:val="00D17DDD"/>
    <w:rsid w:val="00D209EA"/>
    <w:rsid w:val="00D22B8B"/>
    <w:rsid w:val="00D22BF2"/>
    <w:rsid w:val="00D23122"/>
    <w:rsid w:val="00D23706"/>
    <w:rsid w:val="00D241D1"/>
    <w:rsid w:val="00D244F3"/>
    <w:rsid w:val="00D24A6B"/>
    <w:rsid w:val="00D25430"/>
    <w:rsid w:val="00D255B9"/>
    <w:rsid w:val="00D263DD"/>
    <w:rsid w:val="00D2747B"/>
    <w:rsid w:val="00D27FF4"/>
    <w:rsid w:val="00D30BE9"/>
    <w:rsid w:val="00D31DD1"/>
    <w:rsid w:val="00D32A8C"/>
    <w:rsid w:val="00D33D53"/>
    <w:rsid w:val="00D343EA"/>
    <w:rsid w:val="00D351D7"/>
    <w:rsid w:val="00D36E55"/>
    <w:rsid w:val="00D404D7"/>
    <w:rsid w:val="00D41025"/>
    <w:rsid w:val="00D42667"/>
    <w:rsid w:val="00D4358A"/>
    <w:rsid w:val="00D45883"/>
    <w:rsid w:val="00D45A4E"/>
    <w:rsid w:val="00D45D07"/>
    <w:rsid w:val="00D467E6"/>
    <w:rsid w:val="00D5068C"/>
    <w:rsid w:val="00D50EBC"/>
    <w:rsid w:val="00D50ED5"/>
    <w:rsid w:val="00D517DA"/>
    <w:rsid w:val="00D51E32"/>
    <w:rsid w:val="00D51FB1"/>
    <w:rsid w:val="00D51FBF"/>
    <w:rsid w:val="00D540B5"/>
    <w:rsid w:val="00D55E80"/>
    <w:rsid w:val="00D563AB"/>
    <w:rsid w:val="00D56740"/>
    <w:rsid w:val="00D571F2"/>
    <w:rsid w:val="00D5730E"/>
    <w:rsid w:val="00D57919"/>
    <w:rsid w:val="00D60B3D"/>
    <w:rsid w:val="00D627DA"/>
    <w:rsid w:val="00D6336A"/>
    <w:rsid w:val="00D64641"/>
    <w:rsid w:val="00D65895"/>
    <w:rsid w:val="00D65E34"/>
    <w:rsid w:val="00D6639A"/>
    <w:rsid w:val="00D66A7F"/>
    <w:rsid w:val="00D675BC"/>
    <w:rsid w:val="00D73189"/>
    <w:rsid w:val="00D73CC3"/>
    <w:rsid w:val="00D7446E"/>
    <w:rsid w:val="00D7494D"/>
    <w:rsid w:val="00D7733C"/>
    <w:rsid w:val="00D815C3"/>
    <w:rsid w:val="00D8272D"/>
    <w:rsid w:val="00D83881"/>
    <w:rsid w:val="00D84085"/>
    <w:rsid w:val="00D8453D"/>
    <w:rsid w:val="00D852B7"/>
    <w:rsid w:val="00D86795"/>
    <w:rsid w:val="00D86AF5"/>
    <w:rsid w:val="00D87D6D"/>
    <w:rsid w:val="00D907E6"/>
    <w:rsid w:val="00D907E9"/>
    <w:rsid w:val="00D920E4"/>
    <w:rsid w:val="00D93706"/>
    <w:rsid w:val="00D942A8"/>
    <w:rsid w:val="00D958A6"/>
    <w:rsid w:val="00D9653F"/>
    <w:rsid w:val="00D96ABC"/>
    <w:rsid w:val="00D971A4"/>
    <w:rsid w:val="00D97587"/>
    <w:rsid w:val="00D979F2"/>
    <w:rsid w:val="00DA02B7"/>
    <w:rsid w:val="00DA1A61"/>
    <w:rsid w:val="00DA4528"/>
    <w:rsid w:val="00DA4BD6"/>
    <w:rsid w:val="00DA4C9D"/>
    <w:rsid w:val="00DA5F7D"/>
    <w:rsid w:val="00DA6110"/>
    <w:rsid w:val="00DA704D"/>
    <w:rsid w:val="00DB1531"/>
    <w:rsid w:val="00DB2842"/>
    <w:rsid w:val="00DB3069"/>
    <w:rsid w:val="00DB5C7C"/>
    <w:rsid w:val="00DB6632"/>
    <w:rsid w:val="00DB6694"/>
    <w:rsid w:val="00DB74E5"/>
    <w:rsid w:val="00DB7623"/>
    <w:rsid w:val="00DB76C2"/>
    <w:rsid w:val="00DB7F23"/>
    <w:rsid w:val="00DC0651"/>
    <w:rsid w:val="00DC1A78"/>
    <w:rsid w:val="00DC3EB8"/>
    <w:rsid w:val="00DC42A5"/>
    <w:rsid w:val="00DC5508"/>
    <w:rsid w:val="00DC570F"/>
    <w:rsid w:val="00DC5BB6"/>
    <w:rsid w:val="00DC5DDD"/>
    <w:rsid w:val="00DC5EDB"/>
    <w:rsid w:val="00DC5F81"/>
    <w:rsid w:val="00DC6B22"/>
    <w:rsid w:val="00DC7910"/>
    <w:rsid w:val="00DC7EF9"/>
    <w:rsid w:val="00DD1C6E"/>
    <w:rsid w:val="00DD2932"/>
    <w:rsid w:val="00DD31DF"/>
    <w:rsid w:val="00DD381B"/>
    <w:rsid w:val="00DD466A"/>
    <w:rsid w:val="00DD5502"/>
    <w:rsid w:val="00DD6AF1"/>
    <w:rsid w:val="00DD77E9"/>
    <w:rsid w:val="00DD7928"/>
    <w:rsid w:val="00DE0CDF"/>
    <w:rsid w:val="00DE1561"/>
    <w:rsid w:val="00DE28BA"/>
    <w:rsid w:val="00DE377F"/>
    <w:rsid w:val="00DE434A"/>
    <w:rsid w:val="00DE528B"/>
    <w:rsid w:val="00DE5420"/>
    <w:rsid w:val="00DE5BF3"/>
    <w:rsid w:val="00DE5F36"/>
    <w:rsid w:val="00DE67DA"/>
    <w:rsid w:val="00DE6FA9"/>
    <w:rsid w:val="00DE76DB"/>
    <w:rsid w:val="00DE7B83"/>
    <w:rsid w:val="00DE7D58"/>
    <w:rsid w:val="00DF1AAF"/>
    <w:rsid w:val="00DF1CC8"/>
    <w:rsid w:val="00DF3470"/>
    <w:rsid w:val="00DF37ED"/>
    <w:rsid w:val="00DF4B09"/>
    <w:rsid w:val="00DF508C"/>
    <w:rsid w:val="00DF6DEF"/>
    <w:rsid w:val="00DF6E16"/>
    <w:rsid w:val="00DF7DC4"/>
    <w:rsid w:val="00E00E8D"/>
    <w:rsid w:val="00E013F9"/>
    <w:rsid w:val="00E0375F"/>
    <w:rsid w:val="00E04573"/>
    <w:rsid w:val="00E04B95"/>
    <w:rsid w:val="00E04D35"/>
    <w:rsid w:val="00E07000"/>
    <w:rsid w:val="00E0775F"/>
    <w:rsid w:val="00E1144B"/>
    <w:rsid w:val="00E1151E"/>
    <w:rsid w:val="00E122EF"/>
    <w:rsid w:val="00E1355F"/>
    <w:rsid w:val="00E14399"/>
    <w:rsid w:val="00E146E2"/>
    <w:rsid w:val="00E1482B"/>
    <w:rsid w:val="00E1629A"/>
    <w:rsid w:val="00E20D3F"/>
    <w:rsid w:val="00E20DFB"/>
    <w:rsid w:val="00E21D72"/>
    <w:rsid w:val="00E22ABC"/>
    <w:rsid w:val="00E23404"/>
    <w:rsid w:val="00E23674"/>
    <w:rsid w:val="00E23DFA"/>
    <w:rsid w:val="00E24D98"/>
    <w:rsid w:val="00E25FC6"/>
    <w:rsid w:val="00E26D36"/>
    <w:rsid w:val="00E26F18"/>
    <w:rsid w:val="00E2743B"/>
    <w:rsid w:val="00E31151"/>
    <w:rsid w:val="00E31B50"/>
    <w:rsid w:val="00E32129"/>
    <w:rsid w:val="00E32D1A"/>
    <w:rsid w:val="00E3361E"/>
    <w:rsid w:val="00E33BEE"/>
    <w:rsid w:val="00E34E00"/>
    <w:rsid w:val="00E34F28"/>
    <w:rsid w:val="00E3576E"/>
    <w:rsid w:val="00E3616F"/>
    <w:rsid w:val="00E366ED"/>
    <w:rsid w:val="00E403B5"/>
    <w:rsid w:val="00E41031"/>
    <w:rsid w:val="00E41817"/>
    <w:rsid w:val="00E41A13"/>
    <w:rsid w:val="00E42342"/>
    <w:rsid w:val="00E42749"/>
    <w:rsid w:val="00E448A7"/>
    <w:rsid w:val="00E45A87"/>
    <w:rsid w:val="00E45E7D"/>
    <w:rsid w:val="00E46281"/>
    <w:rsid w:val="00E462F9"/>
    <w:rsid w:val="00E473C2"/>
    <w:rsid w:val="00E476E1"/>
    <w:rsid w:val="00E479BE"/>
    <w:rsid w:val="00E47F9E"/>
    <w:rsid w:val="00E5015E"/>
    <w:rsid w:val="00E510EB"/>
    <w:rsid w:val="00E51F40"/>
    <w:rsid w:val="00E53DC3"/>
    <w:rsid w:val="00E55C87"/>
    <w:rsid w:val="00E55EB4"/>
    <w:rsid w:val="00E57911"/>
    <w:rsid w:val="00E60540"/>
    <w:rsid w:val="00E610DB"/>
    <w:rsid w:val="00E61317"/>
    <w:rsid w:val="00E61861"/>
    <w:rsid w:val="00E63183"/>
    <w:rsid w:val="00E63F69"/>
    <w:rsid w:val="00E64563"/>
    <w:rsid w:val="00E64817"/>
    <w:rsid w:val="00E65229"/>
    <w:rsid w:val="00E6560A"/>
    <w:rsid w:val="00E6701E"/>
    <w:rsid w:val="00E70E0F"/>
    <w:rsid w:val="00E72B87"/>
    <w:rsid w:val="00E73831"/>
    <w:rsid w:val="00E74F6E"/>
    <w:rsid w:val="00E7544C"/>
    <w:rsid w:val="00E76631"/>
    <w:rsid w:val="00E77458"/>
    <w:rsid w:val="00E774FB"/>
    <w:rsid w:val="00E77BD2"/>
    <w:rsid w:val="00E8041A"/>
    <w:rsid w:val="00E81DB5"/>
    <w:rsid w:val="00E82813"/>
    <w:rsid w:val="00E828C3"/>
    <w:rsid w:val="00E82AA3"/>
    <w:rsid w:val="00E8354E"/>
    <w:rsid w:val="00E85C6A"/>
    <w:rsid w:val="00E86269"/>
    <w:rsid w:val="00E871E9"/>
    <w:rsid w:val="00E87A28"/>
    <w:rsid w:val="00E9003B"/>
    <w:rsid w:val="00E91B46"/>
    <w:rsid w:val="00E91B9F"/>
    <w:rsid w:val="00E9269C"/>
    <w:rsid w:val="00E92BEF"/>
    <w:rsid w:val="00E92DD1"/>
    <w:rsid w:val="00E93532"/>
    <w:rsid w:val="00E9434D"/>
    <w:rsid w:val="00E96EB3"/>
    <w:rsid w:val="00E96EF9"/>
    <w:rsid w:val="00EA15EF"/>
    <w:rsid w:val="00EA3D24"/>
    <w:rsid w:val="00EA481E"/>
    <w:rsid w:val="00EA4C73"/>
    <w:rsid w:val="00EA4F3D"/>
    <w:rsid w:val="00EA5488"/>
    <w:rsid w:val="00EA5AC0"/>
    <w:rsid w:val="00EA5D46"/>
    <w:rsid w:val="00EA621B"/>
    <w:rsid w:val="00EA63CB"/>
    <w:rsid w:val="00EA6D3B"/>
    <w:rsid w:val="00EA7F4A"/>
    <w:rsid w:val="00EB0B2A"/>
    <w:rsid w:val="00EB0EB2"/>
    <w:rsid w:val="00EB1345"/>
    <w:rsid w:val="00EB1824"/>
    <w:rsid w:val="00EB1D3E"/>
    <w:rsid w:val="00EB1EDE"/>
    <w:rsid w:val="00EB1F7F"/>
    <w:rsid w:val="00EB22A0"/>
    <w:rsid w:val="00EB25CD"/>
    <w:rsid w:val="00EB27D0"/>
    <w:rsid w:val="00EB3536"/>
    <w:rsid w:val="00EB4AF9"/>
    <w:rsid w:val="00EB6055"/>
    <w:rsid w:val="00EB7F0B"/>
    <w:rsid w:val="00EC050D"/>
    <w:rsid w:val="00EC1664"/>
    <w:rsid w:val="00EC17C9"/>
    <w:rsid w:val="00EC273D"/>
    <w:rsid w:val="00EC346F"/>
    <w:rsid w:val="00EC37F6"/>
    <w:rsid w:val="00EC4508"/>
    <w:rsid w:val="00EC5FD1"/>
    <w:rsid w:val="00EC61E4"/>
    <w:rsid w:val="00EC681A"/>
    <w:rsid w:val="00EC7473"/>
    <w:rsid w:val="00ED26E5"/>
    <w:rsid w:val="00ED4E70"/>
    <w:rsid w:val="00ED65AD"/>
    <w:rsid w:val="00ED6685"/>
    <w:rsid w:val="00ED6934"/>
    <w:rsid w:val="00ED74FF"/>
    <w:rsid w:val="00ED7A18"/>
    <w:rsid w:val="00ED7F2F"/>
    <w:rsid w:val="00EE1E9C"/>
    <w:rsid w:val="00EE252C"/>
    <w:rsid w:val="00EE29B0"/>
    <w:rsid w:val="00EE3279"/>
    <w:rsid w:val="00EE3E30"/>
    <w:rsid w:val="00EE45BF"/>
    <w:rsid w:val="00EE47F1"/>
    <w:rsid w:val="00EE4A36"/>
    <w:rsid w:val="00EE509D"/>
    <w:rsid w:val="00EE545A"/>
    <w:rsid w:val="00EE57B0"/>
    <w:rsid w:val="00EE653F"/>
    <w:rsid w:val="00EE73E0"/>
    <w:rsid w:val="00EE7CA2"/>
    <w:rsid w:val="00EF3A27"/>
    <w:rsid w:val="00EF6B61"/>
    <w:rsid w:val="00EF7B99"/>
    <w:rsid w:val="00EF7DBB"/>
    <w:rsid w:val="00F00412"/>
    <w:rsid w:val="00F0058F"/>
    <w:rsid w:val="00F00F11"/>
    <w:rsid w:val="00F01130"/>
    <w:rsid w:val="00F01547"/>
    <w:rsid w:val="00F01E32"/>
    <w:rsid w:val="00F02512"/>
    <w:rsid w:val="00F03C74"/>
    <w:rsid w:val="00F04327"/>
    <w:rsid w:val="00F04B53"/>
    <w:rsid w:val="00F04E0C"/>
    <w:rsid w:val="00F04FCC"/>
    <w:rsid w:val="00F057EC"/>
    <w:rsid w:val="00F058EB"/>
    <w:rsid w:val="00F05ECE"/>
    <w:rsid w:val="00F06350"/>
    <w:rsid w:val="00F06507"/>
    <w:rsid w:val="00F0776E"/>
    <w:rsid w:val="00F078CB"/>
    <w:rsid w:val="00F11556"/>
    <w:rsid w:val="00F120C0"/>
    <w:rsid w:val="00F1382A"/>
    <w:rsid w:val="00F14251"/>
    <w:rsid w:val="00F14828"/>
    <w:rsid w:val="00F14B57"/>
    <w:rsid w:val="00F14C93"/>
    <w:rsid w:val="00F165E4"/>
    <w:rsid w:val="00F167D7"/>
    <w:rsid w:val="00F16C87"/>
    <w:rsid w:val="00F170CB"/>
    <w:rsid w:val="00F177C0"/>
    <w:rsid w:val="00F17FF6"/>
    <w:rsid w:val="00F2240F"/>
    <w:rsid w:val="00F22430"/>
    <w:rsid w:val="00F22464"/>
    <w:rsid w:val="00F2279B"/>
    <w:rsid w:val="00F228A2"/>
    <w:rsid w:val="00F22A0D"/>
    <w:rsid w:val="00F22AFC"/>
    <w:rsid w:val="00F22E7E"/>
    <w:rsid w:val="00F23585"/>
    <w:rsid w:val="00F24392"/>
    <w:rsid w:val="00F247AF"/>
    <w:rsid w:val="00F2559C"/>
    <w:rsid w:val="00F267E1"/>
    <w:rsid w:val="00F273DD"/>
    <w:rsid w:val="00F27864"/>
    <w:rsid w:val="00F27DD8"/>
    <w:rsid w:val="00F30A1E"/>
    <w:rsid w:val="00F31BB5"/>
    <w:rsid w:val="00F31C91"/>
    <w:rsid w:val="00F3242A"/>
    <w:rsid w:val="00F33B1A"/>
    <w:rsid w:val="00F347A0"/>
    <w:rsid w:val="00F34C5B"/>
    <w:rsid w:val="00F35E2C"/>
    <w:rsid w:val="00F3643D"/>
    <w:rsid w:val="00F36DAC"/>
    <w:rsid w:val="00F36DEC"/>
    <w:rsid w:val="00F37D0C"/>
    <w:rsid w:val="00F40441"/>
    <w:rsid w:val="00F410C5"/>
    <w:rsid w:val="00F42063"/>
    <w:rsid w:val="00F4244E"/>
    <w:rsid w:val="00F45AA3"/>
    <w:rsid w:val="00F46405"/>
    <w:rsid w:val="00F46630"/>
    <w:rsid w:val="00F501B0"/>
    <w:rsid w:val="00F515E7"/>
    <w:rsid w:val="00F519AE"/>
    <w:rsid w:val="00F535C3"/>
    <w:rsid w:val="00F53722"/>
    <w:rsid w:val="00F54174"/>
    <w:rsid w:val="00F5438E"/>
    <w:rsid w:val="00F55A7C"/>
    <w:rsid w:val="00F57276"/>
    <w:rsid w:val="00F57A13"/>
    <w:rsid w:val="00F61431"/>
    <w:rsid w:val="00F61970"/>
    <w:rsid w:val="00F61A97"/>
    <w:rsid w:val="00F620A4"/>
    <w:rsid w:val="00F628FD"/>
    <w:rsid w:val="00F62B2B"/>
    <w:rsid w:val="00F632A3"/>
    <w:rsid w:val="00F6382C"/>
    <w:rsid w:val="00F638AA"/>
    <w:rsid w:val="00F64124"/>
    <w:rsid w:val="00F64F98"/>
    <w:rsid w:val="00F66454"/>
    <w:rsid w:val="00F6698C"/>
    <w:rsid w:val="00F6731E"/>
    <w:rsid w:val="00F673EA"/>
    <w:rsid w:val="00F677F4"/>
    <w:rsid w:val="00F67A7C"/>
    <w:rsid w:val="00F7007E"/>
    <w:rsid w:val="00F70646"/>
    <w:rsid w:val="00F70C08"/>
    <w:rsid w:val="00F710F2"/>
    <w:rsid w:val="00F7141C"/>
    <w:rsid w:val="00F71867"/>
    <w:rsid w:val="00F71DEC"/>
    <w:rsid w:val="00F7202A"/>
    <w:rsid w:val="00F727C0"/>
    <w:rsid w:val="00F73355"/>
    <w:rsid w:val="00F734C5"/>
    <w:rsid w:val="00F73E61"/>
    <w:rsid w:val="00F7465F"/>
    <w:rsid w:val="00F758DD"/>
    <w:rsid w:val="00F75BC6"/>
    <w:rsid w:val="00F76DB7"/>
    <w:rsid w:val="00F77B6E"/>
    <w:rsid w:val="00F77BDA"/>
    <w:rsid w:val="00F80FC8"/>
    <w:rsid w:val="00F81AE5"/>
    <w:rsid w:val="00F83139"/>
    <w:rsid w:val="00F839CB"/>
    <w:rsid w:val="00F83F90"/>
    <w:rsid w:val="00F84394"/>
    <w:rsid w:val="00F8533E"/>
    <w:rsid w:val="00F86842"/>
    <w:rsid w:val="00F869C1"/>
    <w:rsid w:val="00F8752C"/>
    <w:rsid w:val="00F90184"/>
    <w:rsid w:val="00F9106A"/>
    <w:rsid w:val="00F914D2"/>
    <w:rsid w:val="00F92197"/>
    <w:rsid w:val="00F9272E"/>
    <w:rsid w:val="00F92915"/>
    <w:rsid w:val="00F92DC7"/>
    <w:rsid w:val="00F93CBA"/>
    <w:rsid w:val="00F948B5"/>
    <w:rsid w:val="00F94A9D"/>
    <w:rsid w:val="00F94ED5"/>
    <w:rsid w:val="00F95774"/>
    <w:rsid w:val="00F95872"/>
    <w:rsid w:val="00F95EB5"/>
    <w:rsid w:val="00F964C8"/>
    <w:rsid w:val="00F96655"/>
    <w:rsid w:val="00F97034"/>
    <w:rsid w:val="00F97284"/>
    <w:rsid w:val="00F97DAA"/>
    <w:rsid w:val="00FA03D0"/>
    <w:rsid w:val="00FA0E42"/>
    <w:rsid w:val="00FA220A"/>
    <w:rsid w:val="00FA2CE1"/>
    <w:rsid w:val="00FA313A"/>
    <w:rsid w:val="00FA4296"/>
    <w:rsid w:val="00FA4644"/>
    <w:rsid w:val="00FA51F5"/>
    <w:rsid w:val="00FA59EC"/>
    <w:rsid w:val="00FB04F0"/>
    <w:rsid w:val="00FB1178"/>
    <w:rsid w:val="00FB313A"/>
    <w:rsid w:val="00FB4357"/>
    <w:rsid w:val="00FB507F"/>
    <w:rsid w:val="00FB5DE7"/>
    <w:rsid w:val="00FB6102"/>
    <w:rsid w:val="00FB6153"/>
    <w:rsid w:val="00FB65D1"/>
    <w:rsid w:val="00FB7DB7"/>
    <w:rsid w:val="00FC17D8"/>
    <w:rsid w:val="00FC2072"/>
    <w:rsid w:val="00FC273D"/>
    <w:rsid w:val="00FC2745"/>
    <w:rsid w:val="00FC347E"/>
    <w:rsid w:val="00FC3D95"/>
    <w:rsid w:val="00FC4FBE"/>
    <w:rsid w:val="00FC5D20"/>
    <w:rsid w:val="00FC6AC0"/>
    <w:rsid w:val="00FC6C79"/>
    <w:rsid w:val="00FC6F98"/>
    <w:rsid w:val="00FC79F3"/>
    <w:rsid w:val="00FC7DA5"/>
    <w:rsid w:val="00FD10A4"/>
    <w:rsid w:val="00FD1A78"/>
    <w:rsid w:val="00FD25D2"/>
    <w:rsid w:val="00FD2E42"/>
    <w:rsid w:val="00FD3828"/>
    <w:rsid w:val="00FD395C"/>
    <w:rsid w:val="00FD3C6C"/>
    <w:rsid w:val="00FD7766"/>
    <w:rsid w:val="00FE001C"/>
    <w:rsid w:val="00FE0057"/>
    <w:rsid w:val="00FE1A5E"/>
    <w:rsid w:val="00FE2594"/>
    <w:rsid w:val="00FE33EB"/>
    <w:rsid w:val="00FE385E"/>
    <w:rsid w:val="00FE3B64"/>
    <w:rsid w:val="00FE4B1B"/>
    <w:rsid w:val="00FE4EC9"/>
    <w:rsid w:val="00FE591C"/>
    <w:rsid w:val="00FE5CF6"/>
    <w:rsid w:val="00FE600F"/>
    <w:rsid w:val="00FE6A6E"/>
    <w:rsid w:val="00FE6A71"/>
    <w:rsid w:val="00FE731B"/>
    <w:rsid w:val="00FF004F"/>
    <w:rsid w:val="00FF018A"/>
    <w:rsid w:val="00FF02B1"/>
    <w:rsid w:val="00FF117C"/>
    <w:rsid w:val="00FF26B8"/>
    <w:rsid w:val="00FF2B24"/>
    <w:rsid w:val="00FF2D32"/>
    <w:rsid w:val="00FF35C3"/>
    <w:rsid w:val="00FF3CE6"/>
    <w:rsid w:val="00FF4D29"/>
    <w:rsid w:val="00FF4F17"/>
    <w:rsid w:val="00FF5042"/>
    <w:rsid w:val="00FF5ACB"/>
    <w:rsid w:val="00FF6472"/>
    <w:rsid w:val="00FF6AA9"/>
    <w:rsid w:val="00FF74F0"/>
    <w:rsid w:val="00FF78E1"/>
    <w:rsid w:val="065767B7"/>
    <w:rsid w:val="07E383FE"/>
    <w:rsid w:val="0F3158B2"/>
    <w:rsid w:val="11A6F248"/>
    <w:rsid w:val="121619C5"/>
    <w:rsid w:val="1CC9E633"/>
    <w:rsid w:val="1CF9389E"/>
    <w:rsid w:val="1DB9538B"/>
    <w:rsid w:val="251A2208"/>
    <w:rsid w:val="28A36C99"/>
    <w:rsid w:val="2E93C031"/>
    <w:rsid w:val="31F45C52"/>
    <w:rsid w:val="34DCB419"/>
    <w:rsid w:val="367D55B7"/>
    <w:rsid w:val="3A132D53"/>
    <w:rsid w:val="3ABEB291"/>
    <w:rsid w:val="3F0407A2"/>
    <w:rsid w:val="489838A6"/>
    <w:rsid w:val="52F63F17"/>
    <w:rsid w:val="52FC3EC0"/>
    <w:rsid w:val="56B26DDD"/>
    <w:rsid w:val="56CF3827"/>
    <w:rsid w:val="5A496354"/>
    <w:rsid w:val="5BB09B64"/>
    <w:rsid w:val="68AE3A77"/>
    <w:rsid w:val="68DDCCC5"/>
    <w:rsid w:val="6D9F1566"/>
    <w:rsid w:val="6E2F380B"/>
    <w:rsid w:val="6E50DD15"/>
    <w:rsid w:val="70016211"/>
    <w:rsid w:val="70C2CB7D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A6B3CE"/>
  <w15:docId w15:val="{46B3DA70-EBED-4F48-8A59-45FC9ED1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20E03"/>
    <w:pPr>
      <w:spacing w:before="100" w:beforeAutospacing="1" w:after="100" w:afterAutospacing="1"/>
    </w:pPr>
    <w:rPr>
      <w:lang w:val="en-US"/>
    </w:rPr>
  </w:style>
  <w:style w:type="character" w:customStyle="1" w:styleId="xtablecell">
    <w:name w:val="xtablecell"/>
    <w:basedOn w:val="DefaultParagraphFont"/>
    <w:rsid w:val="00994AA4"/>
  </w:style>
  <w:style w:type="paragraph" w:styleId="BodyText">
    <w:name w:val="Body Text"/>
    <w:basedOn w:val="Normal"/>
    <w:link w:val="BodyTextChar"/>
    <w:uiPriority w:val="1"/>
    <w:semiHidden/>
    <w:unhideWhenUsed/>
    <w:qFormat/>
    <w:rsid w:val="001D4966"/>
    <w:pPr>
      <w:widowControl w:val="0"/>
      <w:autoSpaceDE w:val="0"/>
      <w:autoSpaceDN w:val="0"/>
      <w:ind w:left="1800"/>
    </w:pPr>
    <w:rPr>
      <w:rFonts w:ascii="Arial MT" w:eastAsia="Arial MT" w:hAnsi="Arial MT" w:cs="Arial MT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1D4966"/>
    <w:rPr>
      <w:rFonts w:ascii="Arial MT" w:eastAsia="Arial MT" w:hAnsi="Arial MT" w:cs="Arial MT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D626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AC69CC"/>
  </w:style>
  <w:style w:type="paragraph" w:customStyle="1" w:styleId="pf1">
    <w:name w:val="pf1"/>
    <w:basedOn w:val="Normal"/>
    <w:rsid w:val="00434DA3"/>
    <w:pPr>
      <w:spacing w:before="100" w:beforeAutospacing="1" w:after="100" w:afterAutospacing="1"/>
    </w:pPr>
    <w:rPr>
      <w:lang w:val="en-US"/>
    </w:rPr>
  </w:style>
  <w:style w:type="paragraph" w:customStyle="1" w:styleId="pf0">
    <w:name w:val="pf0"/>
    <w:basedOn w:val="Normal"/>
    <w:rsid w:val="00434DA3"/>
    <w:pPr>
      <w:spacing w:before="100" w:beforeAutospacing="1" w:after="100" w:afterAutospacing="1"/>
    </w:pPr>
    <w:rPr>
      <w:lang w:val="en-US"/>
    </w:rPr>
  </w:style>
  <w:style w:type="character" w:customStyle="1" w:styleId="cf01">
    <w:name w:val="cf01"/>
    <w:basedOn w:val="DefaultParagraphFont"/>
    <w:rsid w:val="00434DA3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434DA3"/>
    <w:rPr>
      <w:rFonts w:ascii="Segoe UI" w:hAnsi="Segoe UI" w:cs="Segoe UI" w:hint="default"/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282FD4"/>
    <w:rPr>
      <w:b/>
      <w:bCs/>
    </w:rPr>
  </w:style>
  <w:style w:type="paragraph" w:customStyle="1" w:styleId="norm">
    <w:name w:val="norm"/>
    <w:basedOn w:val="Normal"/>
    <w:rsid w:val="00BA0D8F"/>
    <w:pPr>
      <w:spacing w:before="100" w:beforeAutospacing="1" w:after="100" w:afterAutospacing="1"/>
    </w:pPr>
    <w:rPr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A50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9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yperlink" Target="https://eur-lex.europa.eu/legal-content/EN/TXT/?uri=CELEX%3A01987A0813%2801%29-20221020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7d150733-584f-4c57-8f75-a626010bed1b">06</SC>
    <Deliverable_x0020_Version xmlns="7d150733-584f-4c57-8f75-a626010bed1b" xsi:nil="true"/>
    <Deliverable_x0020_Id xmlns="7d150733-584f-4c57-8f75-a626010bed1b">DLV-258-6-6-1-64</Deliverable_x0020_Id>
    <Delivery_x0020_Date xmlns="7d150733-584f-4c57-8f75-a626010bed1b">2023-07-17T21:00:00+00:00</Delivery_x0020_Date>
    <RfA xmlns="7d150733-584f-4c57-8f75-a626010bed1b">258</RfA>
    <Deliverable_x0020_Status xmlns="7d150733-584f-4c57-8f75-a626010bed1b">Internal QR</Deliverable_x0020_Status>
    <TaxCatchAll xmlns="ffcdf2b0-1459-4444-989c-847f95dff766" xsi:nil="true"/>
    <lcf76f155ced4ddcb4097134ff3c332f xmlns="7d150733-584f-4c57-8f75-a626010bed1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59A352DB3EC4F88ED7EB61BD499C7" ma:contentTypeVersion="28" ma:contentTypeDescription="Create a new document." ma:contentTypeScope="" ma:versionID="7ebaf78e10104bad806213972784018e">
  <xsd:schema xmlns:xsd="http://www.w3.org/2001/XMLSchema" xmlns:xs="http://www.w3.org/2001/XMLSchema" xmlns:p="http://schemas.microsoft.com/office/2006/metadata/properties" xmlns:ns2="7d150733-584f-4c57-8f75-a626010bed1b" xmlns:ns3="ffcdf2b0-1459-4444-989c-847f95dff766" targetNamespace="http://schemas.microsoft.com/office/2006/metadata/properties" ma:root="true" ma:fieldsID="205acc0db40e25a967e8c82404745c5b" ns2:_="" ns3:_="">
    <xsd:import namespace="7d150733-584f-4c57-8f75-a626010bed1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50733-584f-4c57-8f75-a626010bed1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F7E-14AB-43A2-B21F-0F8332BFD441}">
  <ds:schemaRefs>
    <ds:schemaRef ds:uri="7d150733-584f-4c57-8f75-a626010bed1b"/>
    <ds:schemaRef ds:uri="http://purl.org/dc/elements/1.1/"/>
    <ds:schemaRef ds:uri="http://purl.org/dc/terms/"/>
    <ds:schemaRef ds:uri="ffcdf2b0-1459-4444-989c-847f95dff766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ACC79-5D63-4218-B9B5-2FB1104AA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50733-584f-4c57-8f75-a626010bed1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2DBBFE-1EA0-47AE-A039-C8A5382C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1472</TotalTime>
  <Pages>10</Pages>
  <Words>2729</Words>
  <Characters>15557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cp:lastModifiedBy>VASILATOS Nikolaos</cp:lastModifiedBy>
  <cp:revision>220</cp:revision>
  <cp:lastPrinted>2014-03-19T22:31:00Z</cp:lastPrinted>
  <dcterms:created xsi:type="dcterms:W3CDTF">2023-09-23T02:12:00Z</dcterms:created>
  <dcterms:modified xsi:type="dcterms:W3CDTF">2023-11-07T11:20:00Z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0x0101008FA59A352DB3EC4F88ED7EB61BD499C7</vt:lpwstr>
  </property>
  <property fmtid="{D5CDD505-2E9C-101B-9397-08002B2CF9AE}" pid="7" name="MediaServiceImageTags">
    <vt:lpwstr/>
  </property>
  <property fmtid="{D5CDD505-2E9C-101B-9397-08002B2CF9AE}" pid="8" name="GrammarlyDocumentId">
    <vt:lpwstr>0728fe9b054ede120712914fe8cdde87c9e49c7c456dad4dac47fcfd6315b63e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2022-12-08T10:53:10Z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7d61185b-83fb-4275-b7c0-0772f28a2771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SfRFilename">
    <vt:lpwstr>| | RFC_NCTS_0226_IAR-UCCNCTS-3765(re-SfR)-v0.40.docx</vt:lpwstr>
  </property>
  <property fmtid="{D5CDD505-2E9C-101B-9397-08002B2CF9AE}" pid="17" name="QCNumber">
    <vt:lpwstr>QC49729</vt:lpwstr>
  </property>
</Properties>
</file>